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635" w:rsidRDefault="00201F86" w:rsidP="00F70112">
      <w:pPr>
        <w:pStyle w:val="titleline1"/>
        <w:rPr>
          <w:rFonts w:cs="Times New Roman"/>
        </w:rPr>
      </w:pPr>
      <w:fldSimple w:instr=" DOCPROPERTY  &quot;Title line 1&quot;  \* MERGEFORMAT ">
        <w:r w:rsidR="00DE7E0D">
          <w:t>LANDIS-II Model v6.0</w:t>
        </w:r>
      </w:fldSimple>
    </w:p>
    <w:p w:rsidR="00366635" w:rsidRDefault="00201F86" w:rsidP="00F70112">
      <w:pPr>
        <w:pStyle w:val="titleline"/>
        <w:rPr>
          <w:rFonts w:cs="Times New Roman"/>
        </w:rPr>
      </w:pPr>
      <w:fldSimple w:instr=" DOCPROPERTY  &quot;Title Line 2&quot;  \* MERGEFORMAT ">
        <w:r w:rsidR="00DE7E0D">
          <w:t>User Guide</w:t>
        </w:r>
      </w:fldSimple>
    </w:p>
    <w:p w:rsidR="00366635" w:rsidRDefault="00366635">
      <w:r>
        <w:tab/>
      </w:r>
      <w:r>
        <w:tab/>
      </w:r>
    </w:p>
    <w:p w:rsidR="002A4C01" w:rsidRDefault="00366635">
      <w:pPr>
        <w:jc w:val="center"/>
      </w:pPr>
      <w:r>
        <w:t>Robert M. Scheller</w:t>
      </w:r>
      <w:r w:rsidR="002A4C01" w:rsidRPr="002A4C01">
        <w:rPr>
          <w:vertAlign w:val="superscript"/>
        </w:rPr>
        <w:t>1</w:t>
      </w:r>
    </w:p>
    <w:p w:rsidR="00366635" w:rsidRDefault="00366635">
      <w:pPr>
        <w:jc w:val="center"/>
      </w:pPr>
      <w:r>
        <w:t>James B. Domingo</w:t>
      </w:r>
      <w:r w:rsidR="002A4C01" w:rsidRPr="002A4C01">
        <w:rPr>
          <w:vertAlign w:val="superscript"/>
        </w:rPr>
        <w:t>2</w:t>
      </w:r>
    </w:p>
    <w:p w:rsidR="00366635" w:rsidRDefault="00366635">
      <w:pPr>
        <w:jc w:val="center"/>
      </w:pPr>
    </w:p>
    <w:p w:rsidR="002A4C01" w:rsidRDefault="002A4C01">
      <w:pPr>
        <w:jc w:val="center"/>
      </w:pPr>
      <w:r w:rsidRPr="002A4C01">
        <w:rPr>
          <w:vertAlign w:val="superscript"/>
        </w:rPr>
        <w:t>1</w:t>
      </w:r>
      <w:r>
        <w:t>Portland State University</w:t>
      </w:r>
    </w:p>
    <w:p w:rsidR="002A4C01" w:rsidRDefault="002A4C01">
      <w:pPr>
        <w:jc w:val="center"/>
      </w:pPr>
      <w:r w:rsidRPr="002A4C01">
        <w:rPr>
          <w:vertAlign w:val="superscript"/>
        </w:rPr>
        <w:t>2</w:t>
      </w:r>
      <w:r>
        <w:t>Green Code, LLC</w:t>
      </w:r>
    </w:p>
    <w:p w:rsidR="00366635" w:rsidRDefault="00366635">
      <w:pPr>
        <w:jc w:val="center"/>
      </w:pPr>
    </w:p>
    <w:p w:rsidR="00366635" w:rsidRDefault="00366635">
      <w:pPr>
        <w:jc w:val="center"/>
      </w:pPr>
      <w:r>
        <w:t xml:space="preserve">Last Revised:  </w:t>
      </w:r>
      <w:fldSimple w:instr=" SAVEDATE  \@ &quot;MMMM d, yyyy&quot;  \* MERGEFORMAT ">
        <w:r w:rsidR="00121088">
          <w:rPr>
            <w:noProof/>
          </w:rPr>
          <w:t>July 18, 2011</w:t>
        </w:r>
      </w:fldSimple>
    </w:p>
    <w:p w:rsidR="00366635" w:rsidRDefault="00366635">
      <w:pPr>
        <w:jc w:val="center"/>
        <w:rPr>
          <w:i/>
          <w:iCs/>
        </w:rPr>
      </w:pPr>
    </w:p>
    <w:p w:rsidR="00366635" w:rsidRDefault="00366635">
      <w:pPr>
        <w:jc w:val="center"/>
        <w:rPr>
          <w:i/>
          <w:iCs/>
        </w:rPr>
      </w:pPr>
    </w:p>
    <w:p w:rsidR="00366635" w:rsidRDefault="00366635">
      <w:pPr>
        <w:pStyle w:val="TOC1"/>
        <w:tabs>
          <w:tab w:val="left" w:pos="480"/>
          <w:tab w:val="right" w:leader="dot" w:pos="8976"/>
        </w:tabs>
        <w:rPr>
          <w:i/>
          <w:iCs/>
          <w:sz w:val="24"/>
          <w:szCs w:val="24"/>
        </w:rPr>
        <w:sectPr w:rsidR="00366635">
          <w:headerReference w:type="default" r:id="rId8"/>
          <w:pgSz w:w="12240" w:h="15840" w:code="1"/>
          <w:pgMar w:top="1627" w:right="1627" w:bottom="2707" w:left="1627" w:header="935" w:footer="720" w:gutter="0"/>
          <w:cols w:space="720"/>
          <w:docGrid w:linePitch="360"/>
        </w:sectPr>
      </w:pPr>
    </w:p>
    <w:p w:rsidR="00366635" w:rsidRDefault="00366635">
      <w:pPr>
        <w:pStyle w:val="heading"/>
        <w:spacing w:before="240" w:after="240"/>
        <w:rPr>
          <w:sz w:val="32"/>
          <w:szCs w:val="32"/>
        </w:rPr>
      </w:pPr>
      <w:r>
        <w:rPr>
          <w:sz w:val="32"/>
          <w:szCs w:val="32"/>
        </w:rPr>
        <w:lastRenderedPageBreak/>
        <w:t>Table of Contents</w:t>
      </w:r>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r w:rsidRPr="00201F86">
        <w:rPr>
          <w:b w:val="0"/>
          <w:bCs w:val="0"/>
          <w:caps w:val="0"/>
        </w:rPr>
        <w:fldChar w:fldCharType="begin"/>
      </w:r>
      <w:r w:rsidR="00366635">
        <w:rPr>
          <w:b w:val="0"/>
          <w:bCs w:val="0"/>
          <w:caps w:val="0"/>
        </w:rPr>
        <w:instrText xml:space="preserve"> TOC \o "1-3" \h \z </w:instrText>
      </w:r>
      <w:r w:rsidRPr="00201F86">
        <w:rPr>
          <w:b w:val="0"/>
          <w:bCs w:val="0"/>
          <w:caps w:val="0"/>
        </w:rPr>
        <w:fldChar w:fldCharType="separate"/>
      </w:r>
      <w:hyperlink w:anchor="_Toc291480375" w:history="1">
        <w:r w:rsidR="00DE7E0D" w:rsidRPr="007674D0">
          <w:rPr>
            <w:rStyle w:val="Hyperlink"/>
            <w:noProof/>
          </w:rPr>
          <w:t>1</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Introduction</w:t>
        </w:r>
        <w:r w:rsidR="00DE7E0D">
          <w:rPr>
            <w:noProof/>
            <w:webHidden/>
          </w:rPr>
          <w:tab/>
        </w:r>
        <w:r>
          <w:rPr>
            <w:noProof/>
            <w:webHidden/>
          </w:rPr>
          <w:fldChar w:fldCharType="begin"/>
        </w:r>
        <w:r w:rsidR="00DE7E0D">
          <w:rPr>
            <w:noProof/>
            <w:webHidden/>
          </w:rPr>
          <w:instrText xml:space="preserve"> PAGEREF _Toc291480375 \h </w:instrText>
        </w:r>
        <w:r>
          <w:rPr>
            <w:noProof/>
            <w:webHidden/>
          </w:rPr>
        </w:r>
        <w:r>
          <w:rPr>
            <w:noProof/>
            <w:webHidden/>
          </w:rPr>
          <w:fldChar w:fldCharType="separate"/>
        </w:r>
        <w:r w:rsidR="00DE7E0D">
          <w:rPr>
            <w:noProof/>
            <w:webHidden/>
          </w:rPr>
          <w:t>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76" w:history="1">
        <w:r w:rsidR="00DE7E0D" w:rsidRPr="007674D0">
          <w:rPr>
            <w:rStyle w:val="Hyperlink"/>
            <w:noProof/>
          </w:rPr>
          <w:t>1.1</w:t>
        </w:r>
        <w:r w:rsidR="00DE7E0D">
          <w:rPr>
            <w:rFonts w:asciiTheme="minorHAnsi" w:eastAsiaTheme="minorEastAsia" w:hAnsiTheme="minorHAnsi" w:cstheme="minorBidi"/>
            <w:noProof/>
            <w:sz w:val="22"/>
            <w:szCs w:val="22"/>
            <w:lang w:eastAsia="en-US"/>
          </w:rPr>
          <w:tab/>
        </w:r>
        <w:r w:rsidR="00DE7E0D" w:rsidRPr="007674D0">
          <w:rPr>
            <w:rStyle w:val="Hyperlink"/>
            <w:noProof/>
          </w:rPr>
          <w:t>What’s new in Version 6.0</w:t>
        </w:r>
        <w:r w:rsidR="00DE7E0D">
          <w:rPr>
            <w:noProof/>
            <w:webHidden/>
          </w:rPr>
          <w:tab/>
        </w:r>
        <w:r>
          <w:rPr>
            <w:noProof/>
            <w:webHidden/>
          </w:rPr>
          <w:fldChar w:fldCharType="begin"/>
        </w:r>
        <w:r w:rsidR="00DE7E0D">
          <w:rPr>
            <w:noProof/>
            <w:webHidden/>
          </w:rPr>
          <w:instrText xml:space="preserve"> PAGEREF _Toc291480376 \h </w:instrText>
        </w:r>
        <w:r>
          <w:rPr>
            <w:noProof/>
            <w:webHidden/>
          </w:rPr>
        </w:r>
        <w:r>
          <w:rPr>
            <w:noProof/>
            <w:webHidden/>
          </w:rPr>
          <w:fldChar w:fldCharType="separate"/>
        </w:r>
        <w:r w:rsidR="00DE7E0D">
          <w:rPr>
            <w:noProof/>
            <w:webHidden/>
          </w:rPr>
          <w:t>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77" w:history="1">
        <w:r w:rsidR="00DE7E0D" w:rsidRPr="007674D0">
          <w:rPr>
            <w:rStyle w:val="Hyperlink"/>
            <w:noProof/>
          </w:rPr>
          <w:t>1.2</w:t>
        </w:r>
        <w:r w:rsidR="00DE7E0D">
          <w:rPr>
            <w:rFonts w:asciiTheme="minorHAnsi" w:eastAsiaTheme="minorEastAsia" w:hAnsiTheme="minorHAnsi" w:cstheme="minorBidi"/>
            <w:noProof/>
            <w:sz w:val="22"/>
            <w:szCs w:val="22"/>
            <w:lang w:eastAsia="en-US"/>
          </w:rPr>
          <w:tab/>
        </w:r>
        <w:r w:rsidR="00DE7E0D" w:rsidRPr="007674D0">
          <w:rPr>
            <w:rStyle w:val="Hyperlink"/>
            <w:noProof/>
          </w:rPr>
          <w:t>What’s new in Version 5.1</w:t>
        </w:r>
        <w:r w:rsidR="00DE7E0D">
          <w:rPr>
            <w:noProof/>
            <w:webHidden/>
          </w:rPr>
          <w:tab/>
        </w:r>
        <w:r>
          <w:rPr>
            <w:noProof/>
            <w:webHidden/>
          </w:rPr>
          <w:fldChar w:fldCharType="begin"/>
        </w:r>
        <w:r w:rsidR="00DE7E0D">
          <w:rPr>
            <w:noProof/>
            <w:webHidden/>
          </w:rPr>
          <w:instrText xml:space="preserve"> PAGEREF _Toc291480377 \h </w:instrText>
        </w:r>
        <w:r>
          <w:rPr>
            <w:noProof/>
            <w:webHidden/>
          </w:rPr>
        </w:r>
        <w:r>
          <w:rPr>
            <w:noProof/>
            <w:webHidden/>
          </w:rPr>
          <w:fldChar w:fldCharType="separate"/>
        </w:r>
        <w:r w:rsidR="00DE7E0D">
          <w:rPr>
            <w:noProof/>
            <w:webHidden/>
          </w:rPr>
          <w:t>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78" w:history="1">
        <w:r w:rsidR="00DE7E0D" w:rsidRPr="007674D0">
          <w:rPr>
            <w:rStyle w:val="Hyperlink"/>
            <w:noProof/>
          </w:rPr>
          <w:t>1.3</w:t>
        </w:r>
        <w:r w:rsidR="00DE7E0D">
          <w:rPr>
            <w:rFonts w:asciiTheme="minorHAnsi" w:eastAsiaTheme="minorEastAsia" w:hAnsiTheme="minorHAnsi" w:cstheme="minorBidi"/>
            <w:noProof/>
            <w:sz w:val="22"/>
            <w:szCs w:val="22"/>
            <w:lang w:eastAsia="en-US"/>
          </w:rPr>
          <w:tab/>
        </w:r>
        <w:r w:rsidR="00DE7E0D" w:rsidRPr="007674D0">
          <w:rPr>
            <w:rStyle w:val="Hyperlink"/>
            <w:noProof/>
          </w:rPr>
          <w:t>Acknowledgements</w:t>
        </w:r>
        <w:r w:rsidR="00DE7E0D">
          <w:rPr>
            <w:noProof/>
            <w:webHidden/>
          </w:rPr>
          <w:tab/>
        </w:r>
        <w:r>
          <w:rPr>
            <w:noProof/>
            <w:webHidden/>
          </w:rPr>
          <w:fldChar w:fldCharType="begin"/>
        </w:r>
        <w:r w:rsidR="00DE7E0D">
          <w:rPr>
            <w:noProof/>
            <w:webHidden/>
          </w:rPr>
          <w:instrText xml:space="preserve"> PAGEREF _Toc291480378 \h </w:instrText>
        </w:r>
        <w:r>
          <w:rPr>
            <w:noProof/>
            <w:webHidden/>
          </w:rPr>
        </w:r>
        <w:r>
          <w:rPr>
            <w:noProof/>
            <w:webHidden/>
          </w:rPr>
          <w:fldChar w:fldCharType="separate"/>
        </w:r>
        <w:r w:rsidR="00DE7E0D">
          <w:rPr>
            <w:noProof/>
            <w:webHidden/>
          </w:rPr>
          <w:t>4</w:t>
        </w:r>
        <w:r>
          <w:rPr>
            <w:noProof/>
            <w:webHidden/>
          </w:rPr>
          <w:fldChar w:fldCharType="end"/>
        </w:r>
      </w:hyperlink>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91480379" w:history="1">
        <w:r w:rsidR="00DE7E0D" w:rsidRPr="007674D0">
          <w:rPr>
            <w:rStyle w:val="Hyperlink"/>
            <w:noProof/>
          </w:rPr>
          <w:t>2</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Running LANDIS-II</w:t>
        </w:r>
        <w:r w:rsidR="00DE7E0D">
          <w:rPr>
            <w:noProof/>
            <w:webHidden/>
          </w:rPr>
          <w:tab/>
        </w:r>
        <w:r>
          <w:rPr>
            <w:noProof/>
            <w:webHidden/>
          </w:rPr>
          <w:fldChar w:fldCharType="begin"/>
        </w:r>
        <w:r w:rsidR="00DE7E0D">
          <w:rPr>
            <w:noProof/>
            <w:webHidden/>
          </w:rPr>
          <w:instrText xml:space="preserve"> PAGEREF _Toc291480379 \h </w:instrText>
        </w:r>
        <w:r>
          <w:rPr>
            <w:noProof/>
            <w:webHidden/>
          </w:rPr>
        </w:r>
        <w:r>
          <w:rPr>
            <w:noProof/>
            <w:webHidden/>
          </w:rPr>
          <w:fldChar w:fldCharType="separate"/>
        </w:r>
        <w:r w:rsidR="00DE7E0D">
          <w:rPr>
            <w:noProof/>
            <w:webHidden/>
          </w:rPr>
          <w:t>5</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80" w:history="1">
        <w:r w:rsidR="00DE7E0D" w:rsidRPr="007674D0">
          <w:rPr>
            <w:rStyle w:val="Hyperlink"/>
            <w:noProof/>
          </w:rPr>
          <w:t>2.1</w:t>
        </w:r>
        <w:r w:rsidR="00DE7E0D">
          <w:rPr>
            <w:rFonts w:asciiTheme="minorHAnsi" w:eastAsiaTheme="minorEastAsia" w:hAnsiTheme="minorHAnsi" w:cstheme="minorBidi"/>
            <w:noProof/>
            <w:sz w:val="22"/>
            <w:szCs w:val="22"/>
            <w:lang w:eastAsia="en-US"/>
          </w:rPr>
          <w:tab/>
        </w:r>
        <w:r w:rsidR="00DE7E0D" w:rsidRPr="007674D0">
          <w:rPr>
            <w:rStyle w:val="Hyperlink"/>
            <w:noProof/>
          </w:rPr>
          <w:t>Different Versions on a Computer</w:t>
        </w:r>
        <w:r w:rsidR="00DE7E0D">
          <w:rPr>
            <w:noProof/>
            <w:webHidden/>
          </w:rPr>
          <w:tab/>
        </w:r>
        <w:r>
          <w:rPr>
            <w:noProof/>
            <w:webHidden/>
          </w:rPr>
          <w:fldChar w:fldCharType="begin"/>
        </w:r>
        <w:r w:rsidR="00DE7E0D">
          <w:rPr>
            <w:noProof/>
            <w:webHidden/>
          </w:rPr>
          <w:instrText xml:space="preserve"> PAGEREF _Toc291480380 \h </w:instrText>
        </w:r>
        <w:r>
          <w:rPr>
            <w:noProof/>
            <w:webHidden/>
          </w:rPr>
        </w:r>
        <w:r>
          <w:rPr>
            <w:noProof/>
            <w:webHidden/>
          </w:rPr>
          <w:fldChar w:fldCharType="separate"/>
        </w:r>
        <w:r w:rsidR="00DE7E0D">
          <w:rPr>
            <w:noProof/>
            <w:webHidden/>
          </w:rPr>
          <w:t>5</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1" w:history="1">
        <w:r w:rsidR="00DE7E0D" w:rsidRPr="007674D0">
          <w:rPr>
            <w:rStyle w:val="Hyperlink"/>
            <w:noProof/>
          </w:rPr>
          <w:t>2.1.1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LANDIS_VERSION Environment Variable</w:t>
        </w:r>
        <w:r w:rsidR="00DE7E0D">
          <w:rPr>
            <w:noProof/>
            <w:webHidden/>
          </w:rPr>
          <w:tab/>
        </w:r>
        <w:r>
          <w:rPr>
            <w:noProof/>
            <w:webHidden/>
          </w:rPr>
          <w:fldChar w:fldCharType="begin"/>
        </w:r>
        <w:r w:rsidR="00DE7E0D">
          <w:rPr>
            <w:noProof/>
            <w:webHidden/>
          </w:rPr>
          <w:instrText xml:space="preserve"> PAGEREF _Toc291480381 \h </w:instrText>
        </w:r>
        <w:r>
          <w:rPr>
            <w:noProof/>
            <w:webHidden/>
          </w:rPr>
        </w:r>
        <w:r>
          <w:rPr>
            <w:noProof/>
            <w:webHidden/>
          </w:rPr>
          <w:fldChar w:fldCharType="separate"/>
        </w:r>
        <w:r w:rsidR="00DE7E0D">
          <w:rPr>
            <w:noProof/>
            <w:webHidden/>
          </w:rPr>
          <w:t>5</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82" w:history="1">
        <w:r w:rsidR="00DE7E0D" w:rsidRPr="007674D0">
          <w:rPr>
            <w:rStyle w:val="Hyperlink"/>
            <w:noProof/>
          </w:rPr>
          <w:t>2.2</w:t>
        </w:r>
        <w:r w:rsidR="00DE7E0D">
          <w:rPr>
            <w:rFonts w:asciiTheme="minorHAnsi" w:eastAsiaTheme="minorEastAsia" w:hAnsiTheme="minorHAnsi" w:cstheme="minorBidi"/>
            <w:noProof/>
            <w:sz w:val="22"/>
            <w:szCs w:val="22"/>
            <w:lang w:eastAsia="en-US"/>
          </w:rPr>
          <w:tab/>
        </w:r>
        <w:r w:rsidR="00DE7E0D" w:rsidRPr="007674D0">
          <w:rPr>
            <w:rStyle w:val="Hyperlink"/>
            <w:noProof/>
          </w:rPr>
          <w:t>Working Directory</w:t>
        </w:r>
        <w:r w:rsidR="00DE7E0D">
          <w:rPr>
            <w:noProof/>
            <w:webHidden/>
          </w:rPr>
          <w:tab/>
        </w:r>
        <w:r>
          <w:rPr>
            <w:noProof/>
            <w:webHidden/>
          </w:rPr>
          <w:fldChar w:fldCharType="begin"/>
        </w:r>
        <w:r w:rsidR="00DE7E0D">
          <w:rPr>
            <w:noProof/>
            <w:webHidden/>
          </w:rPr>
          <w:instrText xml:space="preserve"> PAGEREF _Toc291480382 \h </w:instrText>
        </w:r>
        <w:r>
          <w:rPr>
            <w:noProof/>
            <w:webHidden/>
          </w:rPr>
        </w:r>
        <w:r>
          <w:rPr>
            <w:noProof/>
            <w:webHidden/>
          </w:rPr>
          <w:fldChar w:fldCharType="separate"/>
        </w:r>
        <w:r w:rsidR="00DE7E0D">
          <w:rPr>
            <w:noProof/>
            <w:webHidden/>
          </w:rPr>
          <w:t>6</w:t>
        </w:r>
        <w:r>
          <w:rPr>
            <w:noProof/>
            <w:webHidden/>
          </w:rPr>
          <w:fldChar w:fldCharType="end"/>
        </w:r>
      </w:hyperlink>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91480383" w:history="1">
        <w:r w:rsidR="00DE7E0D" w:rsidRPr="007674D0">
          <w:rPr>
            <w:rStyle w:val="Hyperlink"/>
            <w:noProof/>
          </w:rPr>
          <w:t>3</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Input File Format</w:t>
        </w:r>
        <w:r w:rsidR="00DE7E0D">
          <w:rPr>
            <w:noProof/>
            <w:webHidden/>
          </w:rPr>
          <w:tab/>
        </w:r>
        <w:r>
          <w:rPr>
            <w:noProof/>
            <w:webHidden/>
          </w:rPr>
          <w:fldChar w:fldCharType="begin"/>
        </w:r>
        <w:r w:rsidR="00DE7E0D">
          <w:rPr>
            <w:noProof/>
            <w:webHidden/>
          </w:rPr>
          <w:instrText xml:space="preserve"> PAGEREF _Toc291480383 \h </w:instrText>
        </w:r>
        <w:r>
          <w:rPr>
            <w:noProof/>
            <w:webHidden/>
          </w:rPr>
        </w:r>
        <w:r>
          <w:rPr>
            <w:noProof/>
            <w:webHidden/>
          </w:rPr>
          <w:fldChar w:fldCharType="separate"/>
        </w:r>
        <w:r w:rsidR="00DE7E0D">
          <w:rPr>
            <w:noProof/>
            <w:webHidden/>
          </w:rPr>
          <w:t>7</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84" w:history="1">
        <w:r w:rsidR="00DE7E0D" w:rsidRPr="007674D0">
          <w:rPr>
            <w:rStyle w:val="Hyperlink"/>
            <w:noProof/>
            <w:lang w:eastAsia="en-US"/>
          </w:rPr>
          <w:t>3.1</w:t>
        </w:r>
        <w:r w:rsidR="00DE7E0D">
          <w:rPr>
            <w:rFonts w:asciiTheme="minorHAnsi" w:eastAsiaTheme="minorEastAsia" w:hAnsiTheme="minorHAnsi" w:cstheme="minorBidi"/>
            <w:noProof/>
            <w:sz w:val="22"/>
            <w:szCs w:val="22"/>
            <w:lang w:eastAsia="en-US"/>
          </w:rPr>
          <w:tab/>
        </w:r>
        <w:r w:rsidR="00DE7E0D" w:rsidRPr="007674D0">
          <w:rPr>
            <w:rStyle w:val="Hyperlink"/>
            <w:noProof/>
            <w:lang w:eastAsia="en-US"/>
          </w:rPr>
          <w:t>Text Input Files</w:t>
        </w:r>
        <w:r w:rsidR="00DE7E0D">
          <w:rPr>
            <w:noProof/>
            <w:webHidden/>
          </w:rPr>
          <w:tab/>
        </w:r>
        <w:r>
          <w:rPr>
            <w:noProof/>
            <w:webHidden/>
          </w:rPr>
          <w:fldChar w:fldCharType="begin"/>
        </w:r>
        <w:r w:rsidR="00DE7E0D">
          <w:rPr>
            <w:noProof/>
            <w:webHidden/>
          </w:rPr>
          <w:instrText xml:space="preserve"> PAGEREF _Toc291480384 \h </w:instrText>
        </w:r>
        <w:r>
          <w:rPr>
            <w:noProof/>
            <w:webHidden/>
          </w:rPr>
        </w:r>
        <w:r>
          <w:rPr>
            <w:noProof/>
            <w:webHidden/>
          </w:rPr>
          <w:fldChar w:fldCharType="separate"/>
        </w:r>
        <w:r w:rsidR="00DE7E0D">
          <w:rPr>
            <w:noProof/>
            <w:webHidden/>
          </w:rPr>
          <w:t>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5" w:history="1">
        <w:r w:rsidR="00DE7E0D" w:rsidRPr="007674D0">
          <w:rPr>
            <w:rStyle w:val="Hyperlink"/>
            <w:noProof/>
            <w:lang w:eastAsia="en-US"/>
          </w:rPr>
          <w:t>3.1.1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Line Types</w:t>
        </w:r>
        <w:r w:rsidR="00DE7E0D">
          <w:rPr>
            <w:noProof/>
            <w:webHidden/>
          </w:rPr>
          <w:tab/>
        </w:r>
        <w:r>
          <w:rPr>
            <w:noProof/>
            <w:webHidden/>
          </w:rPr>
          <w:fldChar w:fldCharType="begin"/>
        </w:r>
        <w:r w:rsidR="00DE7E0D">
          <w:rPr>
            <w:noProof/>
            <w:webHidden/>
          </w:rPr>
          <w:instrText xml:space="preserve"> PAGEREF _Toc291480385 \h </w:instrText>
        </w:r>
        <w:r>
          <w:rPr>
            <w:noProof/>
            <w:webHidden/>
          </w:rPr>
        </w:r>
        <w:r>
          <w:rPr>
            <w:noProof/>
            <w:webHidden/>
          </w:rPr>
          <w:fldChar w:fldCharType="separate"/>
        </w:r>
        <w:r w:rsidR="00DE7E0D">
          <w:rPr>
            <w:noProof/>
            <w:webHidden/>
          </w:rPr>
          <w:t>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6" w:history="1">
        <w:r w:rsidR="00DE7E0D" w:rsidRPr="007674D0">
          <w:rPr>
            <w:rStyle w:val="Hyperlink"/>
            <w:noProof/>
            <w:lang w:eastAsia="en-US"/>
          </w:rPr>
          <w:t>3.1.2</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End-of-line Comments</w:t>
        </w:r>
        <w:r w:rsidR="00DE7E0D">
          <w:rPr>
            <w:noProof/>
            <w:webHidden/>
          </w:rPr>
          <w:tab/>
        </w:r>
        <w:r>
          <w:rPr>
            <w:noProof/>
            <w:webHidden/>
          </w:rPr>
          <w:fldChar w:fldCharType="begin"/>
        </w:r>
        <w:r w:rsidR="00DE7E0D">
          <w:rPr>
            <w:noProof/>
            <w:webHidden/>
          </w:rPr>
          <w:instrText xml:space="preserve"> PAGEREF _Toc291480386 \h </w:instrText>
        </w:r>
        <w:r>
          <w:rPr>
            <w:noProof/>
            <w:webHidden/>
          </w:rPr>
        </w:r>
        <w:r>
          <w:rPr>
            <w:noProof/>
            <w:webHidden/>
          </w:rPr>
          <w:fldChar w:fldCharType="separate"/>
        </w:r>
        <w:r w:rsidR="00DE7E0D">
          <w:rPr>
            <w:noProof/>
            <w:webHidden/>
          </w:rPr>
          <w:t>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7" w:history="1">
        <w:r w:rsidR="00DE7E0D" w:rsidRPr="007674D0">
          <w:rPr>
            <w:rStyle w:val="Hyperlink"/>
            <w:noProof/>
            <w:lang w:eastAsia="en-US"/>
          </w:rPr>
          <w:t>3.1.3</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Parameter and Table Names</w:t>
        </w:r>
        <w:r w:rsidR="00DE7E0D">
          <w:rPr>
            <w:noProof/>
            <w:webHidden/>
          </w:rPr>
          <w:tab/>
        </w:r>
        <w:r>
          <w:rPr>
            <w:noProof/>
            <w:webHidden/>
          </w:rPr>
          <w:fldChar w:fldCharType="begin"/>
        </w:r>
        <w:r w:rsidR="00DE7E0D">
          <w:rPr>
            <w:noProof/>
            <w:webHidden/>
          </w:rPr>
          <w:instrText xml:space="preserve"> PAGEREF _Toc291480387 \h </w:instrText>
        </w:r>
        <w:r>
          <w:rPr>
            <w:noProof/>
            <w:webHidden/>
          </w:rPr>
        </w:r>
        <w:r>
          <w:rPr>
            <w:noProof/>
            <w:webHidden/>
          </w:rPr>
          <w:fldChar w:fldCharType="separate"/>
        </w:r>
        <w:r w:rsidR="00DE7E0D">
          <w:rPr>
            <w:noProof/>
            <w:webHidden/>
          </w:rPr>
          <w:t>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8" w:history="1">
        <w:r w:rsidR="00DE7E0D" w:rsidRPr="007674D0">
          <w:rPr>
            <w:rStyle w:val="Hyperlink"/>
            <w:noProof/>
            <w:lang w:eastAsia="en-US"/>
          </w:rPr>
          <w:t>3.1.4</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Data Line With Single Parameter</w:t>
        </w:r>
        <w:r w:rsidR="00DE7E0D">
          <w:rPr>
            <w:noProof/>
            <w:webHidden/>
          </w:rPr>
          <w:tab/>
        </w:r>
        <w:r>
          <w:rPr>
            <w:noProof/>
            <w:webHidden/>
          </w:rPr>
          <w:fldChar w:fldCharType="begin"/>
        </w:r>
        <w:r w:rsidR="00DE7E0D">
          <w:rPr>
            <w:noProof/>
            <w:webHidden/>
          </w:rPr>
          <w:instrText xml:space="preserve"> PAGEREF _Toc291480388 \h </w:instrText>
        </w:r>
        <w:r>
          <w:rPr>
            <w:noProof/>
            <w:webHidden/>
          </w:rPr>
        </w:r>
        <w:r>
          <w:rPr>
            <w:noProof/>
            <w:webHidden/>
          </w:rPr>
          <w:fldChar w:fldCharType="separate"/>
        </w:r>
        <w:r w:rsidR="00DE7E0D">
          <w:rPr>
            <w:noProof/>
            <w:webHidden/>
          </w:rPr>
          <w:t>8</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89" w:history="1">
        <w:r w:rsidR="00DE7E0D" w:rsidRPr="007674D0">
          <w:rPr>
            <w:rStyle w:val="Hyperlink"/>
            <w:noProof/>
            <w:lang w:eastAsia="en-US"/>
          </w:rPr>
          <w:t>3.1.5</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Numeric Parameter Values</w:t>
        </w:r>
        <w:r w:rsidR="00DE7E0D">
          <w:rPr>
            <w:noProof/>
            <w:webHidden/>
          </w:rPr>
          <w:tab/>
        </w:r>
        <w:r>
          <w:rPr>
            <w:noProof/>
            <w:webHidden/>
          </w:rPr>
          <w:fldChar w:fldCharType="begin"/>
        </w:r>
        <w:r w:rsidR="00DE7E0D">
          <w:rPr>
            <w:noProof/>
            <w:webHidden/>
          </w:rPr>
          <w:instrText xml:space="preserve"> PAGEREF _Toc291480389 \h </w:instrText>
        </w:r>
        <w:r>
          <w:rPr>
            <w:noProof/>
            <w:webHidden/>
          </w:rPr>
        </w:r>
        <w:r>
          <w:rPr>
            <w:noProof/>
            <w:webHidden/>
          </w:rPr>
          <w:fldChar w:fldCharType="separate"/>
        </w:r>
        <w:r w:rsidR="00DE7E0D">
          <w:rPr>
            <w:noProof/>
            <w:webHidden/>
          </w:rPr>
          <w:t>8</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90" w:history="1">
        <w:r w:rsidR="00DE7E0D" w:rsidRPr="007674D0">
          <w:rPr>
            <w:rStyle w:val="Hyperlink"/>
            <w:noProof/>
            <w:lang w:eastAsia="en-US"/>
          </w:rPr>
          <w:t>3.1.6</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Yes/No Parameter Values</w:t>
        </w:r>
        <w:r w:rsidR="00DE7E0D">
          <w:rPr>
            <w:noProof/>
            <w:webHidden/>
          </w:rPr>
          <w:tab/>
        </w:r>
        <w:r>
          <w:rPr>
            <w:noProof/>
            <w:webHidden/>
          </w:rPr>
          <w:fldChar w:fldCharType="begin"/>
        </w:r>
        <w:r w:rsidR="00DE7E0D">
          <w:rPr>
            <w:noProof/>
            <w:webHidden/>
          </w:rPr>
          <w:instrText xml:space="preserve"> PAGEREF _Toc291480390 \h </w:instrText>
        </w:r>
        <w:r>
          <w:rPr>
            <w:noProof/>
            <w:webHidden/>
          </w:rPr>
        </w:r>
        <w:r>
          <w:rPr>
            <w:noProof/>
            <w:webHidden/>
          </w:rPr>
          <w:fldChar w:fldCharType="separate"/>
        </w:r>
        <w:r w:rsidR="00DE7E0D">
          <w:rPr>
            <w:noProof/>
            <w:webHidden/>
          </w:rPr>
          <w:t>8</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91" w:history="1">
        <w:r w:rsidR="00DE7E0D" w:rsidRPr="007674D0">
          <w:rPr>
            <w:rStyle w:val="Hyperlink"/>
            <w:noProof/>
            <w:lang w:eastAsia="en-US"/>
          </w:rPr>
          <w:t>3.1.7</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Text Parameter Values</w:t>
        </w:r>
        <w:r w:rsidR="00DE7E0D">
          <w:rPr>
            <w:noProof/>
            <w:webHidden/>
          </w:rPr>
          <w:tab/>
        </w:r>
        <w:r>
          <w:rPr>
            <w:noProof/>
            <w:webHidden/>
          </w:rPr>
          <w:fldChar w:fldCharType="begin"/>
        </w:r>
        <w:r w:rsidR="00DE7E0D">
          <w:rPr>
            <w:noProof/>
            <w:webHidden/>
          </w:rPr>
          <w:instrText xml:space="preserve"> PAGEREF _Toc291480391 \h </w:instrText>
        </w:r>
        <w:r>
          <w:rPr>
            <w:noProof/>
            <w:webHidden/>
          </w:rPr>
        </w:r>
        <w:r>
          <w:rPr>
            <w:noProof/>
            <w:webHidden/>
          </w:rPr>
          <w:fldChar w:fldCharType="separate"/>
        </w:r>
        <w:r w:rsidR="00DE7E0D">
          <w:rPr>
            <w:noProof/>
            <w:webHidden/>
          </w:rPr>
          <w:t>8</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92" w:history="1">
        <w:r w:rsidR="00DE7E0D" w:rsidRPr="007674D0">
          <w:rPr>
            <w:rStyle w:val="Hyperlink"/>
            <w:noProof/>
          </w:rPr>
          <w:t>3.1.8</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File Parameter Values</w:t>
        </w:r>
        <w:r w:rsidR="00DE7E0D">
          <w:rPr>
            <w:noProof/>
            <w:webHidden/>
          </w:rPr>
          <w:tab/>
        </w:r>
        <w:r>
          <w:rPr>
            <w:noProof/>
            <w:webHidden/>
          </w:rPr>
          <w:fldChar w:fldCharType="begin"/>
        </w:r>
        <w:r w:rsidR="00DE7E0D">
          <w:rPr>
            <w:noProof/>
            <w:webHidden/>
          </w:rPr>
          <w:instrText xml:space="preserve"> PAGEREF _Toc291480392 \h </w:instrText>
        </w:r>
        <w:r>
          <w:rPr>
            <w:noProof/>
            <w:webHidden/>
          </w:rPr>
        </w:r>
        <w:r>
          <w:rPr>
            <w:noProof/>
            <w:webHidden/>
          </w:rPr>
          <w:fldChar w:fldCharType="separate"/>
        </w:r>
        <w:r w:rsidR="00DE7E0D">
          <w:rPr>
            <w:noProof/>
            <w:webHidden/>
          </w:rPr>
          <w:t>9</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393" w:history="1">
        <w:r w:rsidR="00DE7E0D" w:rsidRPr="007674D0">
          <w:rPr>
            <w:rStyle w:val="Hyperlink"/>
            <w:noProof/>
          </w:rPr>
          <w:t>3.1.9</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Output File Parameters &amp; Non-existent Directories</w:t>
        </w:r>
        <w:r w:rsidR="00DE7E0D">
          <w:rPr>
            <w:noProof/>
            <w:webHidden/>
          </w:rPr>
          <w:tab/>
        </w:r>
        <w:r>
          <w:rPr>
            <w:noProof/>
            <w:webHidden/>
          </w:rPr>
          <w:fldChar w:fldCharType="begin"/>
        </w:r>
        <w:r w:rsidR="00DE7E0D">
          <w:rPr>
            <w:noProof/>
            <w:webHidden/>
          </w:rPr>
          <w:instrText xml:space="preserve"> PAGEREF _Toc291480393 \h </w:instrText>
        </w:r>
        <w:r>
          <w:rPr>
            <w:noProof/>
            <w:webHidden/>
          </w:rPr>
        </w:r>
        <w:r>
          <w:rPr>
            <w:noProof/>
            <w:webHidden/>
          </w:rPr>
          <w:fldChar w:fldCharType="separate"/>
        </w:r>
        <w:r w:rsidR="00DE7E0D">
          <w:rPr>
            <w:noProof/>
            <w:webHidden/>
          </w:rPr>
          <w:t>10</w:t>
        </w:r>
        <w:r>
          <w:rPr>
            <w:noProof/>
            <w:webHidden/>
          </w:rPr>
          <w:fldChar w:fldCharType="end"/>
        </w:r>
      </w:hyperlink>
    </w:p>
    <w:p w:rsidR="00DE7E0D" w:rsidRDefault="00201F8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291480394" w:history="1">
        <w:r w:rsidR="00DE7E0D" w:rsidRPr="007674D0">
          <w:rPr>
            <w:rStyle w:val="Hyperlink"/>
            <w:noProof/>
          </w:rPr>
          <w:t>3.1.10</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Tables of Parameter Values</w:t>
        </w:r>
        <w:r w:rsidR="00DE7E0D">
          <w:rPr>
            <w:noProof/>
            <w:webHidden/>
          </w:rPr>
          <w:tab/>
        </w:r>
        <w:r>
          <w:rPr>
            <w:noProof/>
            <w:webHidden/>
          </w:rPr>
          <w:fldChar w:fldCharType="begin"/>
        </w:r>
        <w:r w:rsidR="00DE7E0D">
          <w:rPr>
            <w:noProof/>
            <w:webHidden/>
          </w:rPr>
          <w:instrText xml:space="preserve"> PAGEREF _Toc291480394 \h </w:instrText>
        </w:r>
        <w:r>
          <w:rPr>
            <w:noProof/>
            <w:webHidden/>
          </w:rPr>
        </w:r>
        <w:r>
          <w:rPr>
            <w:noProof/>
            <w:webHidden/>
          </w:rPr>
          <w:fldChar w:fldCharType="separate"/>
        </w:r>
        <w:r w:rsidR="00DE7E0D">
          <w:rPr>
            <w:noProof/>
            <w:webHidden/>
          </w:rPr>
          <w:t>10</w:t>
        </w:r>
        <w:r>
          <w:rPr>
            <w:noProof/>
            <w:webHidden/>
          </w:rPr>
          <w:fldChar w:fldCharType="end"/>
        </w:r>
      </w:hyperlink>
    </w:p>
    <w:p w:rsidR="00DE7E0D" w:rsidRDefault="00201F8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291480395" w:history="1">
        <w:r w:rsidR="00DE7E0D" w:rsidRPr="007674D0">
          <w:rPr>
            <w:rStyle w:val="Hyperlink"/>
            <w:noProof/>
          </w:rPr>
          <w:t>3.1.11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LandisData Parameter</w:t>
        </w:r>
        <w:r w:rsidR="00DE7E0D">
          <w:rPr>
            <w:noProof/>
            <w:webHidden/>
          </w:rPr>
          <w:tab/>
        </w:r>
        <w:r>
          <w:rPr>
            <w:noProof/>
            <w:webHidden/>
          </w:rPr>
          <w:fldChar w:fldCharType="begin"/>
        </w:r>
        <w:r w:rsidR="00DE7E0D">
          <w:rPr>
            <w:noProof/>
            <w:webHidden/>
          </w:rPr>
          <w:instrText xml:space="preserve"> PAGEREF _Toc291480395 \h </w:instrText>
        </w:r>
        <w:r>
          <w:rPr>
            <w:noProof/>
            <w:webHidden/>
          </w:rPr>
        </w:r>
        <w:r>
          <w:rPr>
            <w:noProof/>
            <w:webHidden/>
          </w:rPr>
          <w:fldChar w:fldCharType="separate"/>
        </w:r>
        <w:r w:rsidR="00DE7E0D">
          <w:rPr>
            <w:noProof/>
            <w:webHidden/>
          </w:rPr>
          <w:t>11</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96" w:history="1">
        <w:r w:rsidR="00DE7E0D" w:rsidRPr="007674D0">
          <w:rPr>
            <w:rStyle w:val="Hyperlink"/>
            <w:noProof/>
          </w:rPr>
          <w:t>3.2</w:t>
        </w:r>
        <w:r w:rsidR="00DE7E0D">
          <w:rPr>
            <w:rFonts w:asciiTheme="minorHAnsi" w:eastAsiaTheme="minorEastAsia" w:hAnsiTheme="minorHAnsi" w:cstheme="minorBidi"/>
            <w:noProof/>
            <w:sz w:val="22"/>
            <w:szCs w:val="22"/>
            <w:lang w:eastAsia="en-US"/>
          </w:rPr>
          <w:tab/>
        </w:r>
        <w:r w:rsidR="00DE7E0D" w:rsidRPr="007674D0">
          <w:rPr>
            <w:rStyle w:val="Hyperlink"/>
            <w:noProof/>
          </w:rPr>
          <w:t>Raster Input Maps</w:t>
        </w:r>
        <w:r w:rsidR="00DE7E0D">
          <w:rPr>
            <w:noProof/>
            <w:webHidden/>
          </w:rPr>
          <w:tab/>
        </w:r>
        <w:r>
          <w:rPr>
            <w:noProof/>
            <w:webHidden/>
          </w:rPr>
          <w:fldChar w:fldCharType="begin"/>
        </w:r>
        <w:r w:rsidR="00DE7E0D">
          <w:rPr>
            <w:noProof/>
            <w:webHidden/>
          </w:rPr>
          <w:instrText xml:space="preserve"> PAGEREF _Toc291480396 \h </w:instrText>
        </w:r>
        <w:r>
          <w:rPr>
            <w:noProof/>
            <w:webHidden/>
          </w:rPr>
        </w:r>
        <w:r>
          <w:rPr>
            <w:noProof/>
            <w:webHidden/>
          </w:rPr>
          <w:fldChar w:fldCharType="separate"/>
        </w:r>
        <w:r w:rsidR="00DE7E0D">
          <w:rPr>
            <w:noProof/>
            <w:webHidden/>
          </w:rPr>
          <w:t>11</w:t>
        </w:r>
        <w:r>
          <w:rPr>
            <w:noProof/>
            <w:webHidden/>
          </w:rPr>
          <w:fldChar w:fldCharType="end"/>
        </w:r>
      </w:hyperlink>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91480397" w:history="1">
        <w:r w:rsidR="00DE7E0D" w:rsidRPr="007674D0">
          <w:rPr>
            <w:rStyle w:val="Hyperlink"/>
            <w:noProof/>
          </w:rPr>
          <w:t>4</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Scenario Input File</w:t>
        </w:r>
        <w:r w:rsidR="00DE7E0D">
          <w:rPr>
            <w:noProof/>
            <w:webHidden/>
          </w:rPr>
          <w:tab/>
        </w:r>
        <w:r>
          <w:rPr>
            <w:noProof/>
            <w:webHidden/>
          </w:rPr>
          <w:fldChar w:fldCharType="begin"/>
        </w:r>
        <w:r w:rsidR="00DE7E0D">
          <w:rPr>
            <w:noProof/>
            <w:webHidden/>
          </w:rPr>
          <w:instrText xml:space="preserve"> PAGEREF _Toc291480397 \h </w:instrText>
        </w:r>
        <w:r>
          <w:rPr>
            <w:noProof/>
            <w:webHidden/>
          </w:rPr>
        </w:r>
        <w:r>
          <w:rPr>
            <w:noProof/>
            <w:webHidden/>
          </w:rPr>
          <w:fldChar w:fldCharType="separate"/>
        </w:r>
        <w:r w:rsidR="00DE7E0D">
          <w:rPr>
            <w:noProof/>
            <w:webHidden/>
          </w:rPr>
          <w:t>12</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98" w:history="1">
        <w:r w:rsidR="00DE7E0D" w:rsidRPr="007674D0">
          <w:rPr>
            <w:rStyle w:val="Hyperlink"/>
            <w:noProof/>
          </w:rPr>
          <w:t>4.1</w:t>
        </w:r>
        <w:r w:rsidR="00DE7E0D">
          <w:rPr>
            <w:rFonts w:asciiTheme="minorHAnsi" w:eastAsiaTheme="minorEastAsia" w:hAnsiTheme="minorHAnsi" w:cstheme="minorBidi"/>
            <w:noProof/>
            <w:sz w:val="22"/>
            <w:szCs w:val="22"/>
            <w:lang w:eastAsia="en-US"/>
          </w:rPr>
          <w:tab/>
        </w:r>
        <w:r w:rsidR="00DE7E0D" w:rsidRPr="007674D0">
          <w:rPr>
            <w:rStyle w:val="Hyperlink"/>
            <w:noProof/>
          </w:rPr>
          <w:t>Example File</w:t>
        </w:r>
        <w:r w:rsidR="00DE7E0D">
          <w:rPr>
            <w:noProof/>
            <w:webHidden/>
          </w:rPr>
          <w:tab/>
        </w:r>
        <w:r>
          <w:rPr>
            <w:noProof/>
            <w:webHidden/>
          </w:rPr>
          <w:fldChar w:fldCharType="begin"/>
        </w:r>
        <w:r w:rsidR="00DE7E0D">
          <w:rPr>
            <w:noProof/>
            <w:webHidden/>
          </w:rPr>
          <w:instrText xml:space="preserve"> PAGEREF _Toc291480398 \h </w:instrText>
        </w:r>
        <w:r>
          <w:rPr>
            <w:noProof/>
            <w:webHidden/>
          </w:rPr>
        </w:r>
        <w:r>
          <w:rPr>
            <w:noProof/>
            <w:webHidden/>
          </w:rPr>
          <w:fldChar w:fldCharType="separate"/>
        </w:r>
        <w:r w:rsidR="00DE7E0D">
          <w:rPr>
            <w:noProof/>
            <w:webHidden/>
          </w:rPr>
          <w:t>12</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399" w:history="1">
        <w:r w:rsidR="00DE7E0D" w:rsidRPr="007674D0">
          <w:rPr>
            <w:rStyle w:val="Hyperlink"/>
            <w:noProof/>
          </w:rPr>
          <w:t>4.2</w:t>
        </w:r>
        <w:r w:rsidR="00DE7E0D">
          <w:rPr>
            <w:rFonts w:asciiTheme="minorHAnsi" w:eastAsiaTheme="minorEastAsia" w:hAnsiTheme="minorHAnsi" w:cstheme="minorBidi"/>
            <w:noProof/>
            <w:sz w:val="22"/>
            <w:szCs w:val="22"/>
            <w:lang w:eastAsia="en-US"/>
          </w:rPr>
          <w:tab/>
        </w:r>
        <w:r w:rsidR="00DE7E0D" w:rsidRPr="007674D0">
          <w:rPr>
            <w:rStyle w:val="Hyperlink"/>
            <w:noProof/>
          </w:rPr>
          <w:t>LandisData</w:t>
        </w:r>
        <w:r w:rsidR="00DE7E0D">
          <w:rPr>
            <w:noProof/>
            <w:webHidden/>
          </w:rPr>
          <w:tab/>
        </w:r>
        <w:r>
          <w:rPr>
            <w:noProof/>
            <w:webHidden/>
          </w:rPr>
          <w:fldChar w:fldCharType="begin"/>
        </w:r>
        <w:r w:rsidR="00DE7E0D">
          <w:rPr>
            <w:noProof/>
            <w:webHidden/>
          </w:rPr>
          <w:instrText xml:space="preserve"> PAGEREF _Toc291480399 \h </w:instrText>
        </w:r>
        <w:r>
          <w:rPr>
            <w:noProof/>
            <w:webHidden/>
          </w:rPr>
        </w:r>
        <w:r>
          <w:rPr>
            <w:noProof/>
            <w:webHidden/>
          </w:rPr>
          <w:fldChar w:fldCharType="separate"/>
        </w:r>
        <w:r w:rsidR="00DE7E0D">
          <w:rPr>
            <w:noProof/>
            <w:webHidden/>
          </w:rPr>
          <w:t>12</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0" w:history="1">
        <w:r w:rsidR="00DE7E0D" w:rsidRPr="007674D0">
          <w:rPr>
            <w:rStyle w:val="Hyperlink"/>
            <w:noProof/>
          </w:rPr>
          <w:t>4.3</w:t>
        </w:r>
        <w:r w:rsidR="00DE7E0D">
          <w:rPr>
            <w:rFonts w:asciiTheme="minorHAnsi" w:eastAsiaTheme="minorEastAsia" w:hAnsiTheme="minorHAnsi" w:cstheme="minorBidi"/>
            <w:noProof/>
            <w:sz w:val="22"/>
            <w:szCs w:val="22"/>
            <w:lang w:eastAsia="en-US"/>
          </w:rPr>
          <w:tab/>
        </w:r>
        <w:r w:rsidR="00DE7E0D" w:rsidRPr="007674D0">
          <w:rPr>
            <w:rStyle w:val="Hyperlink"/>
            <w:noProof/>
          </w:rPr>
          <w:t>Duration</w:t>
        </w:r>
        <w:r w:rsidR="00DE7E0D">
          <w:rPr>
            <w:noProof/>
            <w:webHidden/>
          </w:rPr>
          <w:tab/>
        </w:r>
        <w:r>
          <w:rPr>
            <w:noProof/>
            <w:webHidden/>
          </w:rPr>
          <w:fldChar w:fldCharType="begin"/>
        </w:r>
        <w:r w:rsidR="00DE7E0D">
          <w:rPr>
            <w:noProof/>
            <w:webHidden/>
          </w:rPr>
          <w:instrText xml:space="preserve"> PAGEREF _Toc291480400 \h </w:instrText>
        </w:r>
        <w:r>
          <w:rPr>
            <w:noProof/>
            <w:webHidden/>
          </w:rPr>
        </w:r>
        <w:r>
          <w:rPr>
            <w:noProof/>
            <w:webHidden/>
          </w:rPr>
          <w:fldChar w:fldCharType="separate"/>
        </w:r>
        <w:r w:rsidR="00DE7E0D">
          <w:rPr>
            <w:noProof/>
            <w:webHidden/>
          </w:rPr>
          <w:t>12</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1" w:history="1">
        <w:r w:rsidR="00DE7E0D" w:rsidRPr="007674D0">
          <w:rPr>
            <w:rStyle w:val="Hyperlink"/>
            <w:noProof/>
          </w:rPr>
          <w:t>4.4</w:t>
        </w:r>
        <w:r w:rsidR="00DE7E0D">
          <w:rPr>
            <w:rFonts w:asciiTheme="minorHAnsi" w:eastAsiaTheme="minorEastAsia" w:hAnsiTheme="minorHAnsi" w:cstheme="minorBidi"/>
            <w:noProof/>
            <w:sz w:val="22"/>
            <w:szCs w:val="22"/>
            <w:lang w:eastAsia="en-US"/>
          </w:rPr>
          <w:tab/>
        </w:r>
        <w:r w:rsidR="00DE7E0D" w:rsidRPr="007674D0">
          <w:rPr>
            <w:rStyle w:val="Hyperlink"/>
            <w:noProof/>
          </w:rPr>
          <w:t>Species</w:t>
        </w:r>
        <w:r w:rsidR="00DE7E0D">
          <w:rPr>
            <w:noProof/>
            <w:webHidden/>
          </w:rPr>
          <w:tab/>
        </w:r>
        <w:r>
          <w:rPr>
            <w:noProof/>
            <w:webHidden/>
          </w:rPr>
          <w:fldChar w:fldCharType="begin"/>
        </w:r>
        <w:r w:rsidR="00DE7E0D">
          <w:rPr>
            <w:noProof/>
            <w:webHidden/>
          </w:rPr>
          <w:instrText xml:space="preserve"> PAGEREF _Toc291480401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2" w:history="1">
        <w:r w:rsidR="00DE7E0D" w:rsidRPr="007674D0">
          <w:rPr>
            <w:rStyle w:val="Hyperlink"/>
            <w:noProof/>
          </w:rPr>
          <w:t>4.5</w:t>
        </w:r>
        <w:r w:rsidR="00DE7E0D">
          <w:rPr>
            <w:rFonts w:asciiTheme="minorHAnsi" w:eastAsiaTheme="minorEastAsia" w:hAnsiTheme="minorHAnsi" w:cstheme="minorBidi"/>
            <w:noProof/>
            <w:sz w:val="22"/>
            <w:szCs w:val="22"/>
            <w:lang w:eastAsia="en-US"/>
          </w:rPr>
          <w:tab/>
        </w:r>
        <w:r w:rsidR="00DE7E0D" w:rsidRPr="007674D0">
          <w:rPr>
            <w:rStyle w:val="Hyperlink"/>
            <w:noProof/>
          </w:rPr>
          <w:t>Ecoregions</w:t>
        </w:r>
        <w:r w:rsidR="00DE7E0D">
          <w:rPr>
            <w:noProof/>
            <w:webHidden/>
          </w:rPr>
          <w:tab/>
        </w:r>
        <w:r>
          <w:rPr>
            <w:noProof/>
            <w:webHidden/>
          </w:rPr>
          <w:fldChar w:fldCharType="begin"/>
        </w:r>
        <w:r w:rsidR="00DE7E0D">
          <w:rPr>
            <w:noProof/>
            <w:webHidden/>
          </w:rPr>
          <w:instrText xml:space="preserve"> PAGEREF _Toc291480402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3" w:history="1">
        <w:r w:rsidR="00DE7E0D" w:rsidRPr="007674D0">
          <w:rPr>
            <w:rStyle w:val="Hyperlink"/>
            <w:noProof/>
          </w:rPr>
          <w:t>4.6</w:t>
        </w:r>
        <w:r w:rsidR="00DE7E0D">
          <w:rPr>
            <w:rFonts w:asciiTheme="minorHAnsi" w:eastAsiaTheme="minorEastAsia" w:hAnsiTheme="minorHAnsi" w:cstheme="minorBidi"/>
            <w:noProof/>
            <w:sz w:val="22"/>
            <w:szCs w:val="22"/>
            <w:lang w:eastAsia="en-US"/>
          </w:rPr>
          <w:tab/>
        </w:r>
        <w:r w:rsidR="00DE7E0D" w:rsidRPr="007674D0">
          <w:rPr>
            <w:rStyle w:val="Hyperlink"/>
            <w:noProof/>
          </w:rPr>
          <w:t>EcoregionsMap</w:t>
        </w:r>
        <w:r w:rsidR="00DE7E0D">
          <w:rPr>
            <w:noProof/>
            <w:webHidden/>
          </w:rPr>
          <w:tab/>
        </w:r>
        <w:r>
          <w:rPr>
            <w:noProof/>
            <w:webHidden/>
          </w:rPr>
          <w:fldChar w:fldCharType="begin"/>
        </w:r>
        <w:r w:rsidR="00DE7E0D">
          <w:rPr>
            <w:noProof/>
            <w:webHidden/>
          </w:rPr>
          <w:instrText xml:space="preserve"> PAGEREF _Toc291480403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4" w:history="1">
        <w:r w:rsidR="00DE7E0D" w:rsidRPr="007674D0">
          <w:rPr>
            <w:rStyle w:val="Hyperlink"/>
            <w:noProof/>
          </w:rPr>
          <w:t>4.7</w:t>
        </w:r>
        <w:r w:rsidR="00DE7E0D">
          <w:rPr>
            <w:rFonts w:asciiTheme="minorHAnsi" w:eastAsiaTheme="minorEastAsia" w:hAnsiTheme="minorHAnsi" w:cstheme="minorBidi"/>
            <w:noProof/>
            <w:sz w:val="22"/>
            <w:szCs w:val="22"/>
            <w:lang w:eastAsia="en-US"/>
          </w:rPr>
          <w:tab/>
        </w:r>
        <w:r w:rsidR="00DE7E0D" w:rsidRPr="007674D0">
          <w:rPr>
            <w:rStyle w:val="Hyperlink"/>
            <w:noProof/>
          </w:rPr>
          <w:t>CellLength</w:t>
        </w:r>
        <w:r w:rsidR="00DE7E0D">
          <w:rPr>
            <w:noProof/>
            <w:webHidden/>
          </w:rPr>
          <w:tab/>
        </w:r>
        <w:r>
          <w:rPr>
            <w:noProof/>
            <w:webHidden/>
          </w:rPr>
          <w:fldChar w:fldCharType="begin"/>
        </w:r>
        <w:r w:rsidR="00DE7E0D">
          <w:rPr>
            <w:noProof/>
            <w:webHidden/>
          </w:rPr>
          <w:instrText xml:space="preserve"> PAGEREF _Toc291480404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05" w:history="1">
        <w:r w:rsidR="00DE7E0D" w:rsidRPr="007674D0">
          <w:rPr>
            <w:rStyle w:val="Hyperlink"/>
            <w:noProof/>
          </w:rPr>
          <w:t>4.8</w:t>
        </w:r>
        <w:r w:rsidR="00DE7E0D">
          <w:rPr>
            <w:rFonts w:asciiTheme="minorHAnsi" w:eastAsiaTheme="minorEastAsia" w:hAnsiTheme="minorHAnsi" w:cstheme="minorBidi"/>
            <w:noProof/>
            <w:sz w:val="22"/>
            <w:szCs w:val="22"/>
            <w:lang w:eastAsia="en-US"/>
          </w:rPr>
          <w:tab/>
        </w:r>
        <w:r w:rsidR="00DE7E0D" w:rsidRPr="007674D0">
          <w:rPr>
            <w:rStyle w:val="Hyperlink"/>
            <w:noProof/>
          </w:rPr>
          <w:t>Extensions Table</w:t>
        </w:r>
        <w:r w:rsidR="00DE7E0D">
          <w:rPr>
            <w:noProof/>
            <w:webHidden/>
          </w:rPr>
          <w:tab/>
        </w:r>
        <w:r>
          <w:rPr>
            <w:noProof/>
            <w:webHidden/>
          </w:rPr>
          <w:fldChar w:fldCharType="begin"/>
        </w:r>
        <w:r w:rsidR="00DE7E0D">
          <w:rPr>
            <w:noProof/>
            <w:webHidden/>
          </w:rPr>
          <w:instrText xml:space="preserve"> PAGEREF _Toc291480405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06" w:history="1">
        <w:r w:rsidR="00DE7E0D" w:rsidRPr="007674D0">
          <w:rPr>
            <w:rStyle w:val="Hyperlink"/>
            <w:noProof/>
          </w:rPr>
          <w:t>4.8.1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Extension (Plug-in) Column</w:t>
        </w:r>
        <w:r w:rsidR="00DE7E0D">
          <w:rPr>
            <w:noProof/>
            <w:webHidden/>
          </w:rPr>
          <w:tab/>
        </w:r>
        <w:r>
          <w:rPr>
            <w:noProof/>
            <w:webHidden/>
          </w:rPr>
          <w:fldChar w:fldCharType="begin"/>
        </w:r>
        <w:r w:rsidR="00DE7E0D">
          <w:rPr>
            <w:noProof/>
            <w:webHidden/>
          </w:rPr>
          <w:instrText xml:space="preserve"> PAGEREF _Toc291480406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07" w:history="1">
        <w:r w:rsidR="00DE7E0D" w:rsidRPr="007674D0">
          <w:rPr>
            <w:rStyle w:val="Hyperlink"/>
            <w:noProof/>
          </w:rPr>
          <w:t>4.8.2</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Initialization File Column</w:t>
        </w:r>
        <w:r w:rsidR="00DE7E0D">
          <w:rPr>
            <w:noProof/>
            <w:webHidden/>
          </w:rPr>
          <w:tab/>
        </w:r>
        <w:r>
          <w:rPr>
            <w:noProof/>
            <w:webHidden/>
          </w:rPr>
          <w:fldChar w:fldCharType="begin"/>
        </w:r>
        <w:r w:rsidR="00DE7E0D">
          <w:rPr>
            <w:noProof/>
            <w:webHidden/>
          </w:rPr>
          <w:instrText xml:space="preserve"> PAGEREF _Toc291480407 \h </w:instrText>
        </w:r>
        <w:r>
          <w:rPr>
            <w:noProof/>
            <w:webHidden/>
          </w:rPr>
        </w:r>
        <w:r>
          <w:rPr>
            <w:noProof/>
            <w:webHidden/>
          </w:rPr>
          <w:fldChar w:fldCharType="separate"/>
        </w:r>
        <w:r w:rsidR="00DE7E0D">
          <w:rPr>
            <w:noProof/>
            <w:webHidden/>
          </w:rPr>
          <w:t>13</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08" w:history="1">
        <w:r w:rsidR="00DE7E0D" w:rsidRPr="007674D0">
          <w:rPr>
            <w:rStyle w:val="Hyperlink"/>
            <w:noProof/>
          </w:rPr>
          <w:t>4.8.3</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Succession Extension</w:t>
        </w:r>
        <w:r w:rsidR="00DE7E0D">
          <w:rPr>
            <w:noProof/>
            <w:webHidden/>
          </w:rPr>
          <w:tab/>
        </w:r>
        <w:r>
          <w:rPr>
            <w:noProof/>
            <w:webHidden/>
          </w:rPr>
          <w:fldChar w:fldCharType="begin"/>
        </w:r>
        <w:r w:rsidR="00DE7E0D">
          <w:rPr>
            <w:noProof/>
            <w:webHidden/>
          </w:rPr>
          <w:instrText xml:space="preserve"> PAGEREF _Toc291480408 \h </w:instrText>
        </w:r>
        <w:r>
          <w:rPr>
            <w:noProof/>
            <w:webHidden/>
          </w:rPr>
        </w:r>
        <w:r>
          <w:rPr>
            <w:noProof/>
            <w:webHidden/>
          </w:rPr>
          <w:fldChar w:fldCharType="separate"/>
        </w:r>
        <w:r w:rsidR="00DE7E0D">
          <w:rPr>
            <w:noProof/>
            <w:webHidden/>
          </w:rPr>
          <w:t>14</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09" w:history="1">
        <w:r w:rsidR="00DE7E0D" w:rsidRPr="007674D0">
          <w:rPr>
            <w:rStyle w:val="Hyperlink"/>
            <w:noProof/>
          </w:rPr>
          <w:t>4.8.4</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Disturbance Extensions</w:t>
        </w:r>
        <w:r w:rsidR="00DE7E0D">
          <w:rPr>
            <w:noProof/>
            <w:webHidden/>
          </w:rPr>
          <w:tab/>
        </w:r>
        <w:r>
          <w:rPr>
            <w:noProof/>
            <w:webHidden/>
          </w:rPr>
          <w:fldChar w:fldCharType="begin"/>
        </w:r>
        <w:r w:rsidR="00DE7E0D">
          <w:rPr>
            <w:noProof/>
            <w:webHidden/>
          </w:rPr>
          <w:instrText xml:space="preserve"> PAGEREF _Toc291480409 \h </w:instrText>
        </w:r>
        <w:r>
          <w:rPr>
            <w:noProof/>
            <w:webHidden/>
          </w:rPr>
        </w:r>
        <w:r>
          <w:rPr>
            <w:noProof/>
            <w:webHidden/>
          </w:rPr>
          <w:fldChar w:fldCharType="separate"/>
        </w:r>
        <w:r w:rsidR="00DE7E0D">
          <w:rPr>
            <w:noProof/>
            <w:webHidden/>
          </w:rPr>
          <w:t>14</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10" w:history="1">
        <w:r w:rsidR="00DE7E0D" w:rsidRPr="007674D0">
          <w:rPr>
            <w:rStyle w:val="Hyperlink"/>
            <w:noProof/>
          </w:rPr>
          <w:t>4.8.5</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DisturbanceRandomOrder</w:t>
        </w:r>
        <w:r w:rsidR="00DE7E0D">
          <w:rPr>
            <w:noProof/>
            <w:webHidden/>
          </w:rPr>
          <w:tab/>
        </w:r>
        <w:r>
          <w:rPr>
            <w:noProof/>
            <w:webHidden/>
          </w:rPr>
          <w:fldChar w:fldCharType="begin"/>
        </w:r>
        <w:r w:rsidR="00DE7E0D">
          <w:rPr>
            <w:noProof/>
            <w:webHidden/>
          </w:rPr>
          <w:instrText xml:space="preserve"> PAGEREF _Toc291480410 \h </w:instrText>
        </w:r>
        <w:r>
          <w:rPr>
            <w:noProof/>
            <w:webHidden/>
          </w:rPr>
        </w:r>
        <w:r>
          <w:rPr>
            <w:noProof/>
            <w:webHidden/>
          </w:rPr>
          <w:fldChar w:fldCharType="separate"/>
        </w:r>
        <w:r w:rsidR="00DE7E0D">
          <w:rPr>
            <w:noProof/>
            <w:webHidden/>
          </w:rPr>
          <w:t>14</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11" w:history="1">
        <w:r w:rsidR="00DE7E0D" w:rsidRPr="007674D0">
          <w:rPr>
            <w:rStyle w:val="Hyperlink"/>
            <w:noProof/>
          </w:rPr>
          <w:t>4.8.6</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Other Extensions</w:t>
        </w:r>
        <w:r w:rsidR="00DE7E0D">
          <w:rPr>
            <w:noProof/>
            <w:webHidden/>
          </w:rPr>
          <w:tab/>
        </w:r>
        <w:r>
          <w:rPr>
            <w:noProof/>
            <w:webHidden/>
          </w:rPr>
          <w:fldChar w:fldCharType="begin"/>
        </w:r>
        <w:r w:rsidR="00DE7E0D">
          <w:rPr>
            <w:noProof/>
            <w:webHidden/>
          </w:rPr>
          <w:instrText xml:space="preserve"> PAGEREF _Toc291480411 \h </w:instrText>
        </w:r>
        <w:r>
          <w:rPr>
            <w:noProof/>
            <w:webHidden/>
          </w:rPr>
        </w:r>
        <w:r>
          <w:rPr>
            <w:noProof/>
            <w:webHidden/>
          </w:rPr>
          <w:fldChar w:fldCharType="separate"/>
        </w:r>
        <w:r w:rsidR="00DE7E0D">
          <w:rPr>
            <w:noProof/>
            <w:webHidden/>
          </w:rPr>
          <w:t>14</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12" w:history="1">
        <w:r w:rsidR="00DE7E0D" w:rsidRPr="007674D0">
          <w:rPr>
            <w:rStyle w:val="Hyperlink"/>
            <w:noProof/>
          </w:rPr>
          <w:t>4.9</w:t>
        </w:r>
        <w:r w:rsidR="00DE7E0D">
          <w:rPr>
            <w:rFonts w:asciiTheme="minorHAnsi" w:eastAsiaTheme="minorEastAsia" w:hAnsiTheme="minorHAnsi" w:cstheme="minorBidi"/>
            <w:noProof/>
            <w:sz w:val="22"/>
            <w:szCs w:val="22"/>
            <w:lang w:eastAsia="en-US"/>
          </w:rPr>
          <w:tab/>
        </w:r>
        <w:r w:rsidR="00DE7E0D" w:rsidRPr="007674D0">
          <w:rPr>
            <w:rStyle w:val="Hyperlink"/>
            <w:noProof/>
          </w:rPr>
          <w:t>RandomNumberSeed</w:t>
        </w:r>
        <w:r w:rsidR="00DE7E0D">
          <w:rPr>
            <w:noProof/>
            <w:webHidden/>
          </w:rPr>
          <w:tab/>
        </w:r>
        <w:r>
          <w:rPr>
            <w:noProof/>
            <w:webHidden/>
          </w:rPr>
          <w:fldChar w:fldCharType="begin"/>
        </w:r>
        <w:r w:rsidR="00DE7E0D">
          <w:rPr>
            <w:noProof/>
            <w:webHidden/>
          </w:rPr>
          <w:instrText xml:space="preserve"> PAGEREF _Toc291480412 \h </w:instrText>
        </w:r>
        <w:r>
          <w:rPr>
            <w:noProof/>
            <w:webHidden/>
          </w:rPr>
        </w:r>
        <w:r>
          <w:rPr>
            <w:noProof/>
            <w:webHidden/>
          </w:rPr>
          <w:fldChar w:fldCharType="separate"/>
        </w:r>
        <w:r w:rsidR="00DE7E0D">
          <w:rPr>
            <w:noProof/>
            <w:webHidden/>
          </w:rPr>
          <w:t>14</w:t>
        </w:r>
        <w:r>
          <w:rPr>
            <w:noProof/>
            <w:webHidden/>
          </w:rPr>
          <w:fldChar w:fldCharType="end"/>
        </w:r>
      </w:hyperlink>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91480413" w:history="1">
        <w:r w:rsidR="00DE7E0D" w:rsidRPr="007674D0">
          <w:rPr>
            <w:rStyle w:val="Hyperlink"/>
            <w:noProof/>
          </w:rPr>
          <w:t>5</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Species Input File</w:t>
        </w:r>
        <w:r w:rsidR="00DE7E0D">
          <w:rPr>
            <w:noProof/>
            <w:webHidden/>
          </w:rPr>
          <w:tab/>
        </w:r>
        <w:r>
          <w:rPr>
            <w:noProof/>
            <w:webHidden/>
          </w:rPr>
          <w:fldChar w:fldCharType="begin"/>
        </w:r>
        <w:r w:rsidR="00DE7E0D">
          <w:rPr>
            <w:noProof/>
            <w:webHidden/>
          </w:rPr>
          <w:instrText xml:space="preserve"> PAGEREF _Toc291480413 \h </w:instrText>
        </w:r>
        <w:r>
          <w:rPr>
            <w:noProof/>
            <w:webHidden/>
          </w:rPr>
        </w:r>
        <w:r>
          <w:rPr>
            <w:noProof/>
            <w:webHidden/>
          </w:rPr>
          <w:fldChar w:fldCharType="separate"/>
        </w:r>
        <w:r w:rsidR="00DE7E0D">
          <w:rPr>
            <w:noProof/>
            <w:webHidden/>
          </w:rPr>
          <w:t>15</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14" w:history="1">
        <w:r w:rsidR="00DE7E0D" w:rsidRPr="007674D0">
          <w:rPr>
            <w:rStyle w:val="Hyperlink"/>
            <w:noProof/>
          </w:rPr>
          <w:t>5.1</w:t>
        </w:r>
        <w:r w:rsidR="00DE7E0D">
          <w:rPr>
            <w:rFonts w:asciiTheme="minorHAnsi" w:eastAsiaTheme="minorEastAsia" w:hAnsiTheme="minorHAnsi" w:cstheme="minorBidi"/>
            <w:noProof/>
            <w:sz w:val="22"/>
            <w:szCs w:val="22"/>
            <w:lang w:eastAsia="en-US"/>
          </w:rPr>
          <w:tab/>
        </w:r>
        <w:r w:rsidR="00DE7E0D" w:rsidRPr="007674D0">
          <w:rPr>
            <w:rStyle w:val="Hyperlink"/>
            <w:noProof/>
          </w:rPr>
          <w:t>Example File</w:t>
        </w:r>
        <w:r w:rsidR="00DE7E0D">
          <w:rPr>
            <w:noProof/>
            <w:webHidden/>
          </w:rPr>
          <w:tab/>
        </w:r>
        <w:r>
          <w:rPr>
            <w:noProof/>
            <w:webHidden/>
          </w:rPr>
          <w:fldChar w:fldCharType="begin"/>
        </w:r>
        <w:r w:rsidR="00DE7E0D">
          <w:rPr>
            <w:noProof/>
            <w:webHidden/>
          </w:rPr>
          <w:instrText xml:space="preserve"> PAGEREF _Toc291480414 \h </w:instrText>
        </w:r>
        <w:r>
          <w:rPr>
            <w:noProof/>
            <w:webHidden/>
          </w:rPr>
        </w:r>
        <w:r>
          <w:rPr>
            <w:noProof/>
            <w:webHidden/>
          </w:rPr>
          <w:fldChar w:fldCharType="separate"/>
        </w:r>
        <w:r w:rsidR="00DE7E0D">
          <w:rPr>
            <w:noProof/>
            <w:webHidden/>
          </w:rPr>
          <w:t>15</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15" w:history="1">
        <w:r w:rsidR="00DE7E0D" w:rsidRPr="007674D0">
          <w:rPr>
            <w:rStyle w:val="Hyperlink"/>
            <w:noProof/>
          </w:rPr>
          <w:t>5.2</w:t>
        </w:r>
        <w:r w:rsidR="00DE7E0D">
          <w:rPr>
            <w:rFonts w:asciiTheme="minorHAnsi" w:eastAsiaTheme="minorEastAsia" w:hAnsiTheme="minorHAnsi" w:cstheme="minorBidi"/>
            <w:noProof/>
            <w:sz w:val="22"/>
            <w:szCs w:val="22"/>
            <w:lang w:eastAsia="en-US"/>
          </w:rPr>
          <w:tab/>
        </w:r>
        <w:r w:rsidR="00DE7E0D" w:rsidRPr="007674D0">
          <w:rPr>
            <w:rStyle w:val="Hyperlink"/>
            <w:noProof/>
          </w:rPr>
          <w:t>LandisData</w:t>
        </w:r>
        <w:r w:rsidR="00DE7E0D">
          <w:rPr>
            <w:noProof/>
            <w:webHidden/>
          </w:rPr>
          <w:tab/>
        </w:r>
        <w:r>
          <w:rPr>
            <w:noProof/>
            <w:webHidden/>
          </w:rPr>
          <w:fldChar w:fldCharType="begin"/>
        </w:r>
        <w:r w:rsidR="00DE7E0D">
          <w:rPr>
            <w:noProof/>
            <w:webHidden/>
          </w:rPr>
          <w:instrText xml:space="preserve"> PAGEREF _Toc291480415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16" w:history="1">
        <w:r w:rsidR="00DE7E0D" w:rsidRPr="007674D0">
          <w:rPr>
            <w:rStyle w:val="Hyperlink"/>
            <w:noProof/>
            <w:lang w:eastAsia="en-US"/>
          </w:rPr>
          <w:t>5.3</w:t>
        </w:r>
        <w:r w:rsidR="00DE7E0D">
          <w:rPr>
            <w:rFonts w:asciiTheme="minorHAnsi" w:eastAsiaTheme="minorEastAsia" w:hAnsiTheme="minorHAnsi" w:cstheme="minorBidi"/>
            <w:noProof/>
            <w:sz w:val="22"/>
            <w:szCs w:val="22"/>
            <w:lang w:eastAsia="en-US"/>
          </w:rPr>
          <w:tab/>
        </w:r>
        <w:r w:rsidR="00DE7E0D" w:rsidRPr="007674D0">
          <w:rPr>
            <w:rStyle w:val="Hyperlink"/>
            <w:noProof/>
            <w:lang w:eastAsia="en-US"/>
          </w:rPr>
          <w:t>Table Fields</w:t>
        </w:r>
        <w:r w:rsidR="00DE7E0D">
          <w:rPr>
            <w:noProof/>
            <w:webHidden/>
          </w:rPr>
          <w:tab/>
        </w:r>
        <w:r>
          <w:rPr>
            <w:noProof/>
            <w:webHidden/>
          </w:rPr>
          <w:fldChar w:fldCharType="begin"/>
        </w:r>
        <w:r w:rsidR="00DE7E0D">
          <w:rPr>
            <w:noProof/>
            <w:webHidden/>
          </w:rPr>
          <w:instrText xml:space="preserve"> PAGEREF _Toc291480416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17" w:history="1">
        <w:r w:rsidR="00DE7E0D" w:rsidRPr="007674D0">
          <w:rPr>
            <w:rStyle w:val="Hyperlink"/>
            <w:noProof/>
            <w:lang w:eastAsia="en-US"/>
          </w:rPr>
          <w:t>5.3.1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Species name</w:t>
        </w:r>
        <w:r w:rsidR="00DE7E0D">
          <w:rPr>
            <w:noProof/>
            <w:webHidden/>
          </w:rPr>
          <w:tab/>
        </w:r>
        <w:r>
          <w:rPr>
            <w:noProof/>
            <w:webHidden/>
          </w:rPr>
          <w:fldChar w:fldCharType="begin"/>
        </w:r>
        <w:r w:rsidR="00DE7E0D">
          <w:rPr>
            <w:noProof/>
            <w:webHidden/>
          </w:rPr>
          <w:instrText xml:space="preserve"> PAGEREF _Toc291480417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18" w:history="1">
        <w:r w:rsidR="00DE7E0D" w:rsidRPr="007674D0">
          <w:rPr>
            <w:rStyle w:val="Hyperlink"/>
            <w:noProof/>
            <w:lang w:eastAsia="en-US"/>
          </w:rPr>
          <w:t>5.3.2</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Longevity</w:t>
        </w:r>
        <w:r w:rsidR="00DE7E0D">
          <w:rPr>
            <w:noProof/>
            <w:webHidden/>
          </w:rPr>
          <w:tab/>
        </w:r>
        <w:r>
          <w:rPr>
            <w:noProof/>
            <w:webHidden/>
          </w:rPr>
          <w:fldChar w:fldCharType="begin"/>
        </w:r>
        <w:r w:rsidR="00DE7E0D">
          <w:rPr>
            <w:noProof/>
            <w:webHidden/>
          </w:rPr>
          <w:instrText xml:space="preserve"> PAGEREF _Toc291480418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19" w:history="1">
        <w:r w:rsidR="00DE7E0D" w:rsidRPr="007674D0">
          <w:rPr>
            <w:rStyle w:val="Hyperlink"/>
            <w:noProof/>
            <w:lang w:eastAsia="en-US"/>
          </w:rPr>
          <w:t>5.3.3</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Sexual maturity</w:t>
        </w:r>
        <w:r w:rsidR="00DE7E0D">
          <w:rPr>
            <w:noProof/>
            <w:webHidden/>
          </w:rPr>
          <w:tab/>
        </w:r>
        <w:r>
          <w:rPr>
            <w:noProof/>
            <w:webHidden/>
          </w:rPr>
          <w:fldChar w:fldCharType="begin"/>
        </w:r>
        <w:r w:rsidR="00DE7E0D">
          <w:rPr>
            <w:noProof/>
            <w:webHidden/>
          </w:rPr>
          <w:instrText xml:space="preserve"> PAGEREF _Toc291480419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0" w:history="1">
        <w:r w:rsidR="00DE7E0D" w:rsidRPr="007674D0">
          <w:rPr>
            <w:rStyle w:val="Hyperlink"/>
            <w:noProof/>
            <w:lang w:eastAsia="en-US"/>
          </w:rPr>
          <w:t>5.3.4</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Shade tolerance</w:t>
        </w:r>
        <w:r w:rsidR="00DE7E0D">
          <w:rPr>
            <w:noProof/>
            <w:webHidden/>
          </w:rPr>
          <w:tab/>
        </w:r>
        <w:r>
          <w:rPr>
            <w:noProof/>
            <w:webHidden/>
          </w:rPr>
          <w:fldChar w:fldCharType="begin"/>
        </w:r>
        <w:r w:rsidR="00DE7E0D">
          <w:rPr>
            <w:noProof/>
            <w:webHidden/>
          </w:rPr>
          <w:instrText xml:space="preserve"> PAGEREF _Toc291480420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1" w:history="1">
        <w:r w:rsidR="00DE7E0D" w:rsidRPr="007674D0">
          <w:rPr>
            <w:rStyle w:val="Hyperlink"/>
            <w:noProof/>
            <w:lang w:eastAsia="en-US"/>
          </w:rPr>
          <w:t>5.3.5</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Fire tolerance</w:t>
        </w:r>
        <w:r w:rsidR="00DE7E0D">
          <w:rPr>
            <w:noProof/>
            <w:webHidden/>
          </w:rPr>
          <w:tab/>
        </w:r>
        <w:r>
          <w:rPr>
            <w:noProof/>
            <w:webHidden/>
          </w:rPr>
          <w:fldChar w:fldCharType="begin"/>
        </w:r>
        <w:r w:rsidR="00DE7E0D">
          <w:rPr>
            <w:noProof/>
            <w:webHidden/>
          </w:rPr>
          <w:instrText xml:space="preserve"> PAGEREF _Toc291480421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2" w:history="1">
        <w:r w:rsidR="00DE7E0D" w:rsidRPr="007674D0">
          <w:rPr>
            <w:rStyle w:val="Hyperlink"/>
            <w:noProof/>
            <w:lang w:eastAsia="en-US"/>
          </w:rPr>
          <w:t>5.3.6</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Effective seeding distance</w:t>
        </w:r>
        <w:r w:rsidR="00DE7E0D">
          <w:rPr>
            <w:noProof/>
            <w:webHidden/>
          </w:rPr>
          <w:tab/>
        </w:r>
        <w:r>
          <w:rPr>
            <w:noProof/>
            <w:webHidden/>
          </w:rPr>
          <w:fldChar w:fldCharType="begin"/>
        </w:r>
        <w:r w:rsidR="00DE7E0D">
          <w:rPr>
            <w:noProof/>
            <w:webHidden/>
          </w:rPr>
          <w:instrText xml:space="preserve"> PAGEREF _Toc291480422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3" w:history="1">
        <w:r w:rsidR="00DE7E0D" w:rsidRPr="007674D0">
          <w:rPr>
            <w:rStyle w:val="Hyperlink"/>
            <w:noProof/>
            <w:lang w:eastAsia="en-US"/>
          </w:rPr>
          <w:t>5.3.7</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Maximum seeding distance</w:t>
        </w:r>
        <w:r w:rsidR="00DE7E0D">
          <w:rPr>
            <w:noProof/>
            <w:webHidden/>
          </w:rPr>
          <w:tab/>
        </w:r>
        <w:r>
          <w:rPr>
            <w:noProof/>
            <w:webHidden/>
          </w:rPr>
          <w:fldChar w:fldCharType="begin"/>
        </w:r>
        <w:r w:rsidR="00DE7E0D">
          <w:rPr>
            <w:noProof/>
            <w:webHidden/>
          </w:rPr>
          <w:instrText xml:space="preserve"> PAGEREF _Toc291480423 \h </w:instrText>
        </w:r>
        <w:r>
          <w:rPr>
            <w:noProof/>
            <w:webHidden/>
          </w:rPr>
        </w:r>
        <w:r>
          <w:rPr>
            <w:noProof/>
            <w:webHidden/>
          </w:rPr>
          <w:fldChar w:fldCharType="separate"/>
        </w:r>
        <w:r w:rsidR="00DE7E0D">
          <w:rPr>
            <w:noProof/>
            <w:webHidden/>
          </w:rPr>
          <w:t>17</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4" w:history="1">
        <w:r w:rsidR="00DE7E0D" w:rsidRPr="007674D0">
          <w:rPr>
            <w:rStyle w:val="Hyperlink"/>
            <w:noProof/>
            <w:lang w:eastAsia="en-US"/>
          </w:rPr>
          <w:t>5.3.8</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Vegetative reproduction probability</w:t>
        </w:r>
        <w:r w:rsidR="00DE7E0D">
          <w:rPr>
            <w:noProof/>
            <w:webHidden/>
          </w:rPr>
          <w:tab/>
        </w:r>
        <w:r>
          <w:rPr>
            <w:noProof/>
            <w:webHidden/>
          </w:rPr>
          <w:fldChar w:fldCharType="begin"/>
        </w:r>
        <w:r w:rsidR="00DE7E0D">
          <w:rPr>
            <w:noProof/>
            <w:webHidden/>
          </w:rPr>
          <w:instrText xml:space="preserve"> PAGEREF _Toc291480424 \h </w:instrText>
        </w:r>
        <w:r>
          <w:rPr>
            <w:noProof/>
            <w:webHidden/>
          </w:rPr>
        </w:r>
        <w:r>
          <w:rPr>
            <w:noProof/>
            <w:webHidden/>
          </w:rPr>
          <w:fldChar w:fldCharType="separate"/>
        </w:r>
        <w:r w:rsidR="00DE7E0D">
          <w:rPr>
            <w:noProof/>
            <w:webHidden/>
          </w:rPr>
          <w:t>18</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25" w:history="1">
        <w:r w:rsidR="00DE7E0D" w:rsidRPr="007674D0">
          <w:rPr>
            <w:rStyle w:val="Hyperlink"/>
            <w:noProof/>
            <w:lang w:eastAsia="en-US"/>
          </w:rPr>
          <w:t>5.3.9</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Minimum resprouting age</w:t>
        </w:r>
        <w:r w:rsidR="00DE7E0D">
          <w:rPr>
            <w:noProof/>
            <w:webHidden/>
          </w:rPr>
          <w:tab/>
        </w:r>
        <w:r>
          <w:rPr>
            <w:noProof/>
            <w:webHidden/>
          </w:rPr>
          <w:fldChar w:fldCharType="begin"/>
        </w:r>
        <w:r w:rsidR="00DE7E0D">
          <w:rPr>
            <w:noProof/>
            <w:webHidden/>
          </w:rPr>
          <w:instrText xml:space="preserve"> PAGEREF _Toc291480425 \h </w:instrText>
        </w:r>
        <w:r>
          <w:rPr>
            <w:noProof/>
            <w:webHidden/>
          </w:rPr>
        </w:r>
        <w:r>
          <w:rPr>
            <w:noProof/>
            <w:webHidden/>
          </w:rPr>
          <w:fldChar w:fldCharType="separate"/>
        </w:r>
        <w:r w:rsidR="00DE7E0D">
          <w:rPr>
            <w:noProof/>
            <w:webHidden/>
          </w:rPr>
          <w:t>18</w:t>
        </w:r>
        <w:r>
          <w:rPr>
            <w:noProof/>
            <w:webHidden/>
          </w:rPr>
          <w:fldChar w:fldCharType="end"/>
        </w:r>
      </w:hyperlink>
    </w:p>
    <w:p w:rsidR="00DE7E0D" w:rsidRDefault="00201F8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291480426" w:history="1">
        <w:r w:rsidR="00DE7E0D" w:rsidRPr="007674D0">
          <w:rPr>
            <w:rStyle w:val="Hyperlink"/>
            <w:noProof/>
            <w:lang w:eastAsia="en-US"/>
          </w:rPr>
          <w:t>5.3.10</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Maximum resprouting age</w:t>
        </w:r>
        <w:r w:rsidR="00DE7E0D">
          <w:rPr>
            <w:noProof/>
            <w:webHidden/>
          </w:rPr>
          <w:tab/>
        </w:r>
        <w:r>
          <w:rPr>
            <w:noProof/>
            <w:webHidden/>
          </w:rPr>
          <w:fldChar w:fldCharType="begin"/>
        </w:r>
        <w:r w:rsidR="00DE7E0D">
          <w:rPr>
            <w:noProof/>
            <w:webHidden/>
          </w:rPr>
          <w:instrText xml:space="preserve"> PAGEREF _Toc291480426 \h </w:instrText>
        </w:r>
        <w:r>
          <w:rPr>
            <w:noProof/>
            <w:webHidden/>
          </w:rPr>
        </w:r>
        <w:r>
          <w:rPr>
            <w:noProof/>
            <w:webHidden/>
          </w:rPr>
          <w:fldChar w:fldCharType="separate"/>
        </w:r>
        <w:r w:rsidR="00DE7E0D">
          <w:rPr>
            <w:noProof/>
            <w:webHidden/>
          </w:rPr>
          <w:t>18</w:t>
        </w:r>
        <w:r>
          <w:rPr>
            <w:noProof/>
            <w:webHidden/>
          </w:rPr>
          <w:fldChar w:fldCharType="end"/>
        </w:r>
      </w:hyperlink>
    </w:p>
    <w:p w:rsidR="00DE7E0D" w:rsidRDefault="00201F8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291480427" w:history="1">
        <w:r w:rsidR="00DE7E0D" w:rsidRPr="007674D0">
          <w:rPr>
            <w:rStyle w:val="Hyperlink"/>
            <w:noProof/>
            <w:lang w:eastAsia="en-US"/>
          </w:rPr>
          <w:t>5.3.11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lang w:eastAsia="en-US"/>
          </w:rPr>
          <w:t>Post-fire regeneration</w:t>
        </w:r>
        <w:r w:rsidR="00DE7E0D">
          <w:rPr>
            <w:noProof/>
            <w:webHidden/>
          </w:rPr>
          <w:tab/>
        </w:r>
        <w:r>
          <w:rPr>
            <w:noProof/>
            <w:webHidden/>
          </w:rPr>
          <w:fldChar w:fldCharType="begin"/>
        </w:r>
        <w:r w:rsidR="00DE7E0D">
          <w:rPr>
            <w:noProof/>
            <w:webHidden/>
          </w:rPr>
          <w:instrText xml:space="preserve"> PAGEREF _Toc291480427 \h </w:instrText>
        </w:r>
        <w:r>
          <w:rPr>
            <w:noProof/>
            <w:webHidden/>
          </w:rPr>
        </w:r>
        <w:r>
          <w:rPr>
            <w:noProof/>
            <w:webHidden/>
          </w:rPr>
          <w:fldChar w:fldCharType="separate"/>
        </w:r>
        <w:r w:rsidR="00DE7E0D">
          <w:rPr>
            <w:noProof/>
            <w:webHidden/>
          </w:rPr>
          <w:t>18</w:t>
        </w:r>
        <w:r>
          <w:rPr>
            <w:noProof/>
            <w:webHidden/>
          </w:rPr>
          <w:fldChar w:fldCharType="end"/>
        </w:r>
      </w:hyperlink>
    </w:p>
    <w:p w:rsidR="00DE7E0D"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91480428" w:history="1">
        <w:r w:rsidR="00DE7E0D" w:rsidRPr="007674D0">
          <w:rPr>
            <w:rStyle w:val="Hyperlink"/>
            <w:noProof/>
          </w:rPr>
          <w:t>6</w:t>
        </w:r>
        <w:r w:rsidR="00DE7E0D">
          <w:rPr>
            <w:rFonts w:asciiTheme="minorHAnsi" w:eastAsiaTheme="minorEastAsia" w:hAnsiTheme="minorHAnsi" w:cstheme="minorBidi"/>
            <w:b w:val="0"/>
            <w:bCs w:val="0"/>
            <w:caps w:val="0"/>
            <w:noProof/>
            <w:sz w:val="22"/>
            <w:szCs w:val="22"/>
            <w:lang w:eastAsia="en-US"/>
          </w:rPr>
          <w:tab/>
        </w:r>
        <w:r w:rsidR="00DE7E0D" w:rsidRPr="007674D0">
          <w:rPr>
            <w:rStyle w:val="Hyperlink"/>
            <w:noProof/>
          </w:rPr>
          <w:t>Ecoregions Input File</w:t>
        </w:r>
        <w:r w:rsidR="00DE7E0D">
          <w:rPr>
            <w:noProof/>
            <w:webHidden/>
          </w:rPr>
          <w:tab/>
        </w:r>
        <w:r>
          <w:rPr>
            <w:noProof/>
            <w:webHidden/>
          </w:rPr>
          <w:fldChar w:fldCharType="begin"/>
        </w:r>
        <w:r w:rsidR="00DE7E0D">
          <w:rPr>
            <w:noProof/>
            <w:webHidden/>
          </w:rPr>
          <w:instrText xml:space="preserve"> PAGEREF _Toc291480428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29" w:history="1">
        <w:r w:rsidR="00DE7E0D" w:rsidRPr="007674D0">
          <w:rPr>
            <w:rStyle w:val="Hyperlink"/>
            <w:noProof/>
          </w:rPr>
          <w:t>6.1</w:t>
        </w:r>
        <w:r w:rsidR="00DE7E0D">
          <w:rPr>
            <w:rFonts w:asciiTheme="minorHAnsi" w:eastAsiaTheme="minorEastAsia" w:hAnsiTheme="minorHAnsi" w:cstheme="minorBidi"/>
            <w:noProof/>
            <w:sz w:val="22"/>
            <w:szCs w:val="22"/>
            <w:lang w:eastAsia="en-US"/>
          </w:rPr>
          <w:tab/>
        </w:r>
        <w:r w:rsidR="00DE7E0D" w:rsidRPr="007674D0">
          <w:rPr>
            <w:rStyle w:val="Hyperlink"/>
            <w:noProof/>
          </w:rPr>
          <w:t>Example File</w:t>
        </w:r>
        <w:r w:rsidR="00DE7E0D">
          <w:rPr>
            <w:noProof/>
            <w:webHidden/>
          </w:rPr>
          <w:tab/>
        </w:r>
        <w:r>
          <w:rPr>
            <w:noProof/>
            <w:webHidden/>
          </w:rPr>
          <w:fldChar w:fldCharType="begin"/>
        </w:r>
        <w:r w:rsidR="00DE7E0D">
          <w:rPr>
            <w:noProof/>
            <w:webHidden/>
          </w:rPr>
          <w:instrText xml:space="preserve"> PAGEREF _Toc291480429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30" w:history="1">
        <w:r w:rsidR="00DE7E0D" w:rsidRPr="007674D0">
          <w:rPr>
            <w:rStyle w:val="Hyperlink"/>
            <w:noProof/>
          </w:rPr>
          <w:t>6.2</w:t>
        </w:r>
        <w:r w:rsidR="00DE7E0D">
          <w:rPr>
            <w:rFonts w:asciiTheme="minorHAnsi" w:eastAsiaTheme="minorEastAsia" w:hAnsiTheme="minorHAnsi" w:cstheme="minorBidi"/>
            <w:noProof/>
            <w:sz w:val="22"/>
            <w:szCs w:val="22"/>
            <w:lang w:eastAsia="en-US"/>
          </w:rPr>
          <w:tab/>
        </w:r>
        <w:r w:rsidR="00DE7E0D" w:rsidRPr="007674D0">
          <w:rPr>
            <w:rStyle w:val="Hyperlink"/>
            <w:noProof/>
          </w:rPr>
          <w:t>LandisData</w:t>
        </w:r>
        <w:r w:rsidR="00DE7E0D">
          <w:rPr>
            <w:noProof/>
            <w:webHidden/>
          </w:rPr>
          <w:tab/>
        </w:r>
        <w:r>
          <w:rPr>
            <w:noProof/>
            <w:webHidden/>
          </w:rPr>
          <w:fldChar w:fldCharType="begin"/>
        </w:r>
        <w:r w:rsidR="00DE7E0D">
          <w:rPr>
            <w:noProof/>
            <w:webHidden/>
          </w:rPr>
          <w:instrText xml:space="preserve"> PAGEREF _Toc291480430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291480431" w:history="1">
        <w:r w:rsidR="00DE7E0D" w:rsidRPr="007674D0">
          <w:rPr>
            <w:rStyle w:val="Hyperlink"/>
            <w:noProof/>
          </w:rPr>
          <w:t>6.3</w:t>
        </w:r>
        <w:r w:rsidR="00DE7E0D">
          <w:rPr>
            <w:rFonts w:asciiTheme="minorHAnsi" w:eastAsiaTheme="minorEastAsia" w:hAnsiTheme="minorHAnsi" w:cstheme="minorBidi"/>
            <w:noProof/>
            <w:sz w:val="22"/>
            <w:szCs w:val="22"/>
            <w:lang w:eastAsia="en-US"/>
          </w:rPr>
          <w:tab/>
        </w:r>
        <w:r w:rsidR="00DE7E0D" w:rsidRPr="007674D0">
          <w:rPr>
            <w:rStyle w:val="Hyperlink"/>
            <w:noProof/>
          </w:rPr>
          <w:t>Table Fields</w:t>
        </w:r>
        <w:r w:rsidR="00DE7E0D">
          <w:rPr>
            <w:noProof/>
            <w:webHidden/>
          </w:rPr>
          <w:tab/>
        </w:r>
        <w:r>
          <w:rPr>
            <w:noProof/>
            <w:webHidden/>
          </w:rPr>
          <w:fldChar w:fldCharType="begin"/>
        </w:r>
        <w:r w:rsidR="00DE7E0D">
          <w:rPr>
            <w:noProof/>
            <w:webHidden/>
          </w:rPr>
          <w:instrText xml:space="preserve"> PAGEREF _Toc291480431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32" w:history="1">
        <w:r w:rsidR="00DE7E0D" w:rsidRPr="007674D0">
          <w:rPr>
            <w:rStyle w:val="Hyperlink"/>
            <w:noProof/>
          </w:rPr>
          <w:t>6.3.1</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Active</w:t>
        </w:r>
        <w:r w:rsidR="00DE7E0D">
          <w:rPr>
            <w:noProof/>
            <w:webHidden/>
          </w:rPr>
          <w:tab/>
        </w:r>
        <w:r>
          <w:rPr>
            <w:noProof/>
            <w:webHidden/>
          </w:rPr>
          <w:fldChar w:fldCharType="begin"/>
        </w:r>
        <w:r w:rsidR="00DE7E0D">
          <w:rPr>
            <w:noProof/>
            <w:webHidden/>
          </w:rPr>
          <w:instrText xml:space="preserve"> PAGEREF _Toc291480432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33" w:history="1">
        <w:r w:rsidR="00DE7E0D" w:rsidRPr="007674D0">
          <w:rPr>
            <w:rStyle w:val="Hyperlink"/>
            <w:noProof/>
          </w:rPr>
          <w:t>6.3.2</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Map Code</w:t>
        </w:r>
        <w:r w:rsidR="00DE7E0D">
          <w:rPr>
            <w:noProof/>
            <w:webHidden/>
          </w:rPr>
          <w:tab/>
        </w:r>
        <w:r>
          <w:rPr>
            <w:noProof/>
            <w:webHidden/>
          </w:rPr>
          <w:fldChar w:fldCharType="begin"/>
        </w:r>
        <w:r w:rsidR="00DE7E0D">
          <w:rPr>
            <w:noProof/>
            <w:webHidden/>
          </w:rPr>
          <w:instrText xml:space="preserve"> PAGEREF _Toc291480433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34" w:history="1">
        <w:r w:rsidR="00DE7E0D" w:rsidRPr="007674D0">
          <w:rPr>
            <w:rStyle w:val="Hyperlink"/>
            <w:noProof/>
          </w:rPr>
          <w:t>6.3.3</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Ecoregion Name</w:t>
        </w:r>
        <w:r w:rsidR="00DE7E0D">
          <w:rPr>
            <w:noProof/>
            <w:webHidden/>
          </w:rPr>
          <w:tab/>
        </w:r>
        <w:r>
          <w:rPr>
            <w:noProof/>
            <w:webHidden/>
          </w:rPr>
          <w:fldChar w:fldCharType="begin"/>
        </w:r>
        <w:r w:rsidR="00DE7E0D">
          <w:rPr>
            <w:noProof/>
            <w:webHidden/>
          </w:rPr>
          <w:instrText xml:space="preserve"> PAGEREF _Toc291480434 \h </w:instrText>
        </w:r>
        <w:r>
          <w:rPr>
            <w:noProof/>
            <w:webHidden/>
          </w:rPr>
        </w:r>
        <w:r>
          <w:rPr>
            <w:noProof/>
            <w:webHidden/>
          </w:rPr>
          <w:fldChar w:fldCharType="separate"/>
        </w:r>
        <w:r w:rsidR="00DE7E0D">
          <w:rPr>
            <w:noProof/>
            <w:webHidden/>
          </w:rPr>
          <w:t>19</w:t>
        </w:r>
        <w:r>
          <w:rPr>
            <w:noProof/>
            <w:webHidden/>
          </w:rPr>
          <w:fldChar w:fldCharType="end"/>
        </w:r>
      </w:hyperlink>
    </w:p>
    <w:p w:rsidR="00DE7E0D" w:rsidRDefault="00201F8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91480435" w:history="1">
        <w:r w:rsidR="00DE7E0D" w:rsidRPr="007674D0">
          <w:rPr>
            <w:rStyle w:val="Hyperlink"/>
            <w:noProof/>
          </w:rPr>
          <w:t>6.3.4</w:t>
        </w:r>
        <w:r w:rsidR="00DE7E0D">
          <w:rPr>
            <w:rFonts w:asciiTheme="minorHAnsi" w:eastAsiaTheme="minorEastAsia" w:hAnsiTheme="minorHAnsi" w:cstheme="minorBidi"/>
            <w:i w:val="0"/>
            <w:iCs w:val="0"/>
            <w:noProof/>
            <w:sz w:val="22"/>
            <w:szCs w:val="22"/>
            <w:lang w:eastAsia="en-US"/>
          </w:rPr>
          <w:tab/>
        </w:r>
        <w:r w:rsidR="00DE7E0D" w:rsidRPr="007674D0">
          <w:rPr>
            <w:rStyle w:val="Hyperlink"/>
            <w:noProof/>
          </w:rPr>
          <w:t>Ecoregion Description</w:t>
        </w:r>
        <w:r w:rsidR="00DE7E0D">
          <w:rPr>
            <w:noProof/>
            <w:webHidden/>
          </w:rPr>
          <w:tab/>
        </w:r>
        <w:r>
          <w:rPr>
            <w:noProof/>
            <w:webHidden/>
          </w:rPr>
          <w:fldChar w:fldCharType="begin"/>
        </w:r>
        <w:r w:rsidR="00DE7E0D">
          <w:rPr>
            <w:noProof/>
            <w:webHidden/>
          </w:rPr>
          <w:instrText xml:space="preserve"> PAGEREF _Toc291480435 \h </w:instrText>
        </w:r>
        <w:r>
          <w:rPr>
            <w:noProof/>
            <w:webHidden/>
          </w:rPr>
        </w:r>
        <w:r>
          <w:rPr>
            <w:noProof/>
            <w:webHidden/>
          </w:rPr>
          <w:fldChar w:fldCharType="separate"/>
        </w:r>
        <w:r w:rsidR="00DE7E0D">
          <w:rPr>
            <w:noProof/>
            <w:webHidden/>
          </w:rPr>
          <w:t>20</w:t>
        </w:r>
        <w:r>
          <w:rPr>
            <w:noProof/>
            <w:webHidden/>
          </w:rPr>
          <w:fldChar w:fldCharType="end"/>
        </w:r>
      </w:hyperlink>
    </w:p>
    <w:p w:rsidR="00366635" w:rsidRDefault="00201F86">
      <w:pPr>
        <w:pStyle w:val="textbody"/>
      </w:pPr>
      <w:r>
        <w:rPr>
          <w:b/>
          <w:bCs/>
          <w:caps/>
        </w:rPr>
        <w:fldChar w:fldCharType="end"/>
      </w:r>
    </w:p>
    <w:p w:rsidR="00366635" w:rsidRDefault="00366635">
      <w:pPr>
        <w:pStyle w:val="Heading1"/>
      </w:pPr>
      <w:bookmarkStart w:id="0" w:name="_Toc291480375"/>
      <w:r>
        <w:lastRenderedPageBreak/>
        <w:t>Introduction</w:t>
      </w:r>
      <w:bookmarkEnd w:id="0"/>
    </w:p>
    <w:p w:rsidR="00366635" w:rsidRDefault="00366635">
      <w:pPr>
        <w:pStyle w:val="textbody"/>
      </w:pPr>
      <w:r>
        <w:t>This document is a member of the set of documents that describes how to use the LANDIS-II model.  This document describes:</w:t>
      </w:r>
    </w:p>
    <w:p w:rsidR="00366635" w:rsidRDefault="00366635" w:rsidP="00E07530">
      <w:pPr>
        <w:pStyle w:val="textbody"/>
        <w:numPr>
          <w:ilvl w:val="0"/>
          <w:numId w:val="2"/>
        </w:numPr>
      </w:pPr>
      <w:r>
        <w:t>how the user runs a scenario with the model,</w:t>
      </w:r>
    </w:p>
    <w:p w:rsidR="00366635" w:rsidRDefault="00366635" w:rsidP="00E07530">
      <w:pPr>
        <w:pStyle w:val="textbody"/>
        <w:numPr>
          <w:ilvl w:val="0"/>
          <w:numId w:val="2"/>
        </w:numPr>
      </w:pPr>
      <w:r>
        <w:t>general formatting rules that apply to every input file, and</w:t>
      </w:r>
    </w:p>
    <w:p w:rsidR="00366635" w:rsidRDefault="00366635" w:rsidP="00E07530">
      <w:pPr>
        <w:pStyle w:val="textbody"/>
        <w:numPr>
          <w:ilvl w:val="0"/>
          <w:numId w:val="2"/>
        </w:numPr>
      </w:pPr>
      <w:r>
        <w:t>the input files which are common to all scenarios.</w:t>
      </w:r>
    </w:p>
    <w:p w:rsidR="00366635" w:rsidRDefault="00366635">
      <w:pPr>
        <w:pStyle w:val="textbody"/>
      </w:pPr>
      <w:r>
        <w:t>Other user guides in the documentation set describe the extensions that are available for LANDIS-II.  The user guide for a LANDIS-II extension describes what the extension does as well as the format of its input files.</w:t>
      </w:r>
    </w:p>
    <w:p w:rsidR="00366635" w:rsidRDefault="00366635">
      <w:pPr>
        <w:pStyle w:val="textbody"/>
      </w:pPr>
      <w:r>
        <w:t xml:space="preserve">This document assumes that the typical user is an </w:t>
      </w:r>
      <w:r>
        <w:rPr>
          <w:b/>
          <w:bCs/>
        </w:rPr>
        <w:t>ecologist</w:t>
      </w:r>
      <w:r>
        <w:t xml:space="preserve">.  Because this document focuses on how to run the model and the format of input data, the reader should consult the document </w:t>
      </w:r>
      <w:r>
        <w:rPr>
          <w:i/>
          <w:iCs/>
        </w:rPr>
        <w:t xml:space="preserve">LANDIS-II </w:t>
      </w:r>
      <w:r w:rsidR="00AE5A10">
        <w:rPr>
          <w:i/>
          <w:iCs/>
        </w:rPr>
        <w:t xml:space="preserve">Conceptual </w:t>
      </w:r>
      <w:r>
        <w:rPr>
          <w:i/>
          <w:iCs/>
        </w:rPr>
        <w:t xml:space="preserve">Model Description </w:t>
      </w:r>
      <w:r>
        <w:t>for a conceptual description of the model.</w:t>
      </w:r>
    </w:p>
    <w:p w:rsidR="002A4C01" w:rsidRDefault="002A4C01">
      <w:pPr>
        <w:pStyle w:val="Heading2"/>
      </w:pPr>
      <w:bookmarkStart w:id="1" w:name="_Toc291480376"/>
      <w:bookmarkStart w:id="2" w:name="_Toc113769710"/>
      <w:r>
        <w:t>What’s new in Version 6.0</w:t>
      </w:r>
      <w:bookmarkEnd w:id="1"/>
    </w:p>
    <w:p w:rsidR="002A4C01" w:rsidRDefault="002A4C01" w:rsidP="002A4C01">
      <w:pPr>
        <w:pStyle w:val="textbody"/>
      </w:pPr>
      <w:r>
        <w:t>LANDIS-II v6.0 represents a major restructuring of model architecture, with substantial improvements for usability.  The differences between this version and the previous version (5.1) include:</w:t>
      </w:r>
    </w:p>
    <w:p w:rsidR="002A4C01" w:rsidRDefault="00122048" w:rsidP="002A4C01">
      <w:pPr>
        <w:pStyle w:val="textbody"/>
        <w:numPr>
          <w:ilvl w:val="0"/>
          <w:numId w:val="4"/>
        </w:numPr>
      </w:pPr>
      <w:r>
        <w:t>We have incorporated the Geospatial Data Abstraction Library (GDAL) and therefore u</w:t>
      </w:r>
      <w:r w:rsidR="002A4C01">
        <w:t xml:space="preserve">sers can now </w:t>
      </w:r>
      <w:r>
        <w:t xml:space="preserve">input and </w:t>
      </w:r>
      <w:r w:rsidR="002A4C01">
        <w:t xml:space="preserve">output maps </w:t>
      </w:r>
      <w:r>
        <w:t xml:space="preserve">from </w:t>
      </w:r>
      <w:r w:rsidR="002A4C01">
        <w:t>many more raster file formats</w:t>
      </w:r>
      <w:r>
        <w:t xml:space="preserve">.  </w:t>
      </w:r>
      <w:r w:rsidR="00C77025">
        <w:t>C</w:t>
      </w:r>
      <w:r>
        <w:t>urrently available formats</w:t>
      </w:r>
      <w:r w:rsidR="00C77025">
        <w:t xml:space="preserve"> include ENVI (*.bin), bitmap (*.bmp), ERDAS 7.4 or LAN (*.gis), IMAGINE (*.img), and GeoTIFF (*.tif).</w:t>
      </w:r>
    </w:p>
    <w:p w:rsidR="002A4C01" w:rsidRDefault="002A4C01" w:rsidP="002A4C01">
      <w:pPr>
        <w:pStyle w:val="textbody"/>
        <w:numPr>
          <w:ilvl w:val="0"/>
          <w:numId w:val="4"/>
        </w:numPr>
      </w:pPr>
      <w:r>
        <w:t>The initial community files have moved to the individual succession extension.  This allows more flexibility for developing future input files that could contain more information in addition to species and ages.</w:t>
      </w:r>
    </w:p>
    <w:p w:rsidR="00122048" w:rsidRPr="002A4C01" w:rsidRDefault="00122048" w:rsidP="002A4C01">
      <w:pPr>
        <w:pStyle w:val="textbody"/>
        <w:numPr>
          <w:ilvl w:val="0"/>
          <w:numId w:val="4"/>
        </w:numPr>
      </w:pPr>
      <w:r>
        <w:t>All extensions are provided with a complete example scenario.</w:t>
      </w:r>
    </w:p>
    <w:p w:rsidR="00366635" w:rsidRDefault="00366635">
      <w:pPr>
        <w:pStyle w:val="Heading2"/>
      </w:pPr>
      <w:bookmarkStart w:id="3" w:name="_Toc291480377"/>
      <w:r>
        <w:t>What’s new in Version 5.1</w:t>
      </w:r>
      <w:bookmarkEnd w:id="3"/>
    </w:p>
    <w:p w:rsidR="00366635" w:rsidRDefault="00366635" w:rsidP="00366635">
      <w:pPr>
        <w:pStyle w:val="textbody"/>
      </w:pPr>
      <w:r>
        <w:t>The differences between this version and the previous version (5.0) include:</w:t>
      </w:r>
    </w:p>
    <w:p w:rsidR="00366635" w:rsidRDefault="00AE5A10" w:rsidP="00E07530">
      <w:pPr>
        <w:pStyle w:val="textbody"/>
        <w:numPr>
          <w:ilvl w:val="0"/>
          <w:numId w:val="2"/>
        </w:numPr>
      </w:pPr>
      <w:r>
        <w:lastRenderedPageBreak/>
        <w:t>The addition of the LANDIS_VERSION environment variable (</w:t>
      </w:r>
      <w:r w:rsidR="00F61F9B">
        <w:t xml:space="preserve">see </w:t>
      </w:r>
      <w:r>
        <w:t>section</w:t>
      </w:r>
      <w:r w:rsidR="00F61F9B">
        <w:t xml:space="preserve"> </w:t>
      </w:r>
      <w:r w:rsidR="00201F86">
        <w:fldChar w:fldCharType="begin"/>
      </w:r>
      <w:r w:rsidR="00F61F9B">
        <w:instrText xml:space="preserve"> REF _Ref133338128 \r \h </w:instrText>
      </w:r>
      <w:r w:rsidR="00201F86">
        <w:fldChar w:fldCharType="separate"/>
      </w:r>
      <w:r w:rsidR="00DE7E0D">
        <w:t>2.1.1</w:t>
      </w:r>
      <w:r w:rsidR="00201F86">
        <w:fldChar w:fldCharType="end"/>
      </w:r>
      <w:r>
        <w:t>).</w:t>
      </w:r>
    </w:p>
    <w:p w:rsidR="00366635" w:rsidRDefault="00C36596" w:rsidP="00E07530">
      <w:pPr>
        <w:pStyle w:val="textbody"/>
        <w:numPr>
          <w:ilvl w:val="0"/>
          <w:numId w:val="2"/>
        </w:numPr>
      </w:pPr>
      <w:r>
        <w:t>A change to</w:t>
      </w:r>
      <w:r w:rsidR="00AE5A10">
        <w:t xml:space="preserve"> the 3</w:t>
      </w:r>
      <w:r w:rsidR="00AE5A10" w:rsidRPr="00AE5A10">
        <w:rPr>
          <w:vertAlign w:val="superscript"/>
        </w:rPr>
        <w:t>rd</w:t>
      </w:r>
      <w:r w:rsidR="00AE5A10">
        <w:t xml:space="preserve"> section of the extensions table in the scenario file</w:t>
      </w:r>
      <w:r>
        <w:t xml:space="preserve"> (see section </w:t>
      </w:r>
      <w:r w:rsidR="00201F86">
        <w:fldChar w:fldCharType="begin"/>
      </w:r>
      <w:r>
        <w:instrText xml:space="preserve"> REF _Ref133338382 \r \h </w:instrText>
      </w:r>
      <w:r w:rsidR="00201F86">
        <w:fldChar w:fldCharType="separate"/>
      </w:r>
      <w:r w:rsidR="00DE7E0D">
        <w:t>4.8.6</w:t>
      </w:r>
      <w:r w:rsidR="00201F86">
        <w:fldChar w:fldCharType="end"/>
      </w:r>
      <w:r>
        <w:t xml:space="preserve"> </w:t>
      </w:r>
      <w:fldSimple w:instr=" REF _Ref133338412 \h  \* MERGEFORMAT ">
        <w:r w:rsidR="00DE7E0D" w:rsidRPr="00DE7E0D">
          <w:rPr>
            <w:i/>
            <w:iCs/>
          </w:rPr>
          <w:t>Other Extensions</w:t>
        </w:r>
      </w:fldSimple>
      <w:r>
        <w:t>).</w:t>
      </w:r>
      <w:r w:rsidR="00AE5A10">
        <w:t xml:space="preserve"> </w:t>
      </w:r>
      <w:r>
        <w:t xml:space="preserve"> </w:t>
      </w:r>
      <w:r w:rsidR="00AE5A10">
        <w:t xml:space="preserve">Previously, </w:t>
      </w:r>
      <w:r>
        <w:t>only</w:t>
      </w:r>
      <w:r w:rsidR="00AE5A10">
        <w:t xml:space="preserve"> output extensions</w:t>
      </w:r>
      <w:r>
        <w:t xml:space="preserve"> were allowed in this part of the table.</w:t>
      </w:r>
      <w:r w:rsidR="00AE5A10">
        <w:t xml:space="preserve">  It now </w:t>
      </w:r>
      <w:r>
        <w:t>accepts</w:t>
      </w:r>
      <w:r w:rsidR="00AE5A10">
        <w:t xml:space="preserve"> </w:t>
      </w:r>
      <w:r>
        <w:t xml:space="preserve">any </w:t>
      </w:r>
      <w:r w:rsidR="00AE5A10">
        <w:t xml:space="preserve">other </w:t>
      </w:r>
      <w:r>
        <w:t xml:space="preserve">types of </w:t>
      </w:r>
      <w:r w:rsidR="00AE5A10">
        <w:t>extensions besides</w:t>
      </w:r>
      <w:r>
        <w:t xml:space="preserve"> succession and disturbance.  T</w:t>
      </w:r>
      <w:r w:rsidR="00AE5A10">
        <w:t>his change was motivated by work done on a meta-</w:t>
      </w:r>
      <w:r>
        <w:t>population extension for invasive species.</w:t>
      </w:r>
    </w:p>
    <w:p w:rsidR="00366635" w:rsidRDefault="00366635">
      <w:pPr>
        <w:pStyle w:val="Heading2"/>
      </w:pPr>
      <w:bookmarkStart w:id="4" w:name="_Toc291480378"/>
      <w:r>
        <w:t>Acknowledgements</w:t>
      </w:r>
      <w:bookmarkEnd w:id="2"/>
      <w:bookmarkEnd w:id="4"/>
    </w:p>
    <w:p w:rsidR="00366635" w:rsidRDefault="00366635">
      <w:pPr>
        <w:pStyle w:val="textbody"/>
      </w:pPr>
      <w:r>
        <w:t>Funding for the development of LANDIS-II has been provided by the North</w:t>
      </w:r>
      <w:r w:rsidR="002A4C01">
        <w:t>ern</w:t>
      </w:r>
      <w:r>
        <w:t xml:space="preserve"> Research Station (Rhinelander, Wisconsin) of the U.S. Forest Service.  Valuable contributions to the development of the model and extensions were made by Brian R. Sturtevant, Eric J. Gustafson, and David J. Mladenoff.</w:t>
      </w:r>
    </w:p>
    <w:p w:rsidR="00366635" w:rsidRDefault="00366635">
      <w:pPr>
        <w:pStyle w:val="Heading1"/>
      </w:pPr>
      <w:bookmarkStart w:id="5" w:name="_Toc291480379"/>
      <w:r>
        <w:lastRenderedPageBreak/>
        <w:t>Running LANDIS-II</w:t>
      </w:r>
      <w:bookmarkEnd w:id="5"/>
    </w:p>
    <w:p w:rsidR="00366635" w:rsidRDefault="00366635">
      <w:pPr>
        <w:pStyle w:val="textbody"/>
      </w:pPr>
      <w:r>
        <w:t>Currently, only a console interface is available for the LANDIS-II model; therefore, the user must run the model from a command prompt.  To open a command prompt window:</w:t>
      </w:r>
    </w:p>
    <w:p w:rsidR="00366635" w:rsidRDefault="00366635" w:rsidP="00E07530">
      <w:pPr>
        <w:pStyle w:val="textbody"/>
        <w:numPr>
          <w:ilvl w:val="0"/>
          <w:numId w:val="2"/>
        </w:numPr>
      </w:pPr>
      <w:r>
        <w:t>Windows 98/ME:  from Start menu, select Programs</w:t>
      </w:r>
      <w:r>
        <w:rPr>
          <w:sz w:val="20"/>
          <w:szCs w:val="20"/>
        </w:rPr>
        <w:sym w:font="Webdings" w:char="F034"/>
      </w:r>
      <w:r w:rsidR="00307178">
        <w:rPr>
          <w:sz w:val="20"/>
          <w:szCs w:val="20"/>
        </w:rPr>
        <w:t xml:space="preserve"> </w:t>
      </w:r>
      <w:r>
        <w:t>MS</w:t>
      </w:r>
      <w:r w:rsidR="00307178">
        <w:noBreakHyphen/>
      </w:r>
      <w:r>
        <w:t>DOS Prompt.</w:t>
      </w:r>
    </w:p>
    <w:p w:rsidR="00366635" w:rsidRDefault="00366635" w:rsidP="00E07530">
      <w:pPr>
        <w:pStyle w:val="textbody"/>
        <w:numPr>
          <w:ilvl w:val="0"/>
          <w:numId w:val="2"/>
        </w:numPr>
      </w:pPr>
      <w:r>
        <w:t>Windows NT/2000/XP: from Start menu, select Programs</w:t>
      </w:r>
      <w:r>
        <w:rPr>
          <w:sz w:val="20"/>
          <w:szCs w:val="20"/>
        </w:rPr>
        <w:sym w:font="Webdings" w:char="F034"/>
      </w:r>
      <w:r>
        <w:t xml:space="preserve"> Accessories</w:t>
      </w:r>
      <w:r>
        <w:rPr>
          <w:sz w:val="20"/>
          <w:szCs w:val="20"/>
        </w:rPr>
        <w:sym w:font="Webdings" w:char="F034"/>
      </w:r>
      <w:r>
        <w:t>Command Prompt.</w:t>
      </w:r>
    </w:p>
    <w:p w:rsidR="00824BD9" w:rsidRDefault="00824BD9" w:rsidP="00307178">
      <w:pPr>
        <w:pStyle w:val="textbody"/>
      </w:pPr>
      <w:r>
        <w:t xml:space="preserve">To run the model, the user enters the model name followed by the name of the scenario file (see chapter </w:t>
      </w:r>
      <w:r w:rsidR="00201F86">
        <w:fldChar w:fldCharType="begin"/>
      </w:r>
      <w:r>
        <w:instrText xml:space="preserve"> REF _Ref109370407 \r \h </w:instrText>
      </w:r>
      <w:r w:rsidR="00201F86">
        <w:fldChar w:fldCharType="separate"/>
      </w:r>
      <w:r w:rsidR="00DE7E0D">
        <w:t>4</w:t>
      </w:r>
      <w:r w:rsidR="00201F86">
        <w:fldChar w:fldCharType="end"/>
      </w:r>
      <w:r>
        <w:t>):</w:t>
      </w:r>
    </w:p>
    <w:p w:rsidR="00824BD9" w:rsidRDefault="00824BD9" w:rsidP="00824BD9">
      <w:pPr>
        <w:pStyle w:val="commandprompt"/>
        <w:rPr>
          <w:rFonts w:cs="Times New Roman"/>
        </w:rPr>
      </w:pPr>
      <w:r>
        <w:t xml:space="preserve">C:\&gt; landis-ii </w:t>
      </w:r>
      <w:r>
        <w:rPr>
          <w:i/>
          <w:iCs/>
        </w:rPr>
        <w:t>scenario-file</w:t>
      </w:r>
    </w:p>
    <w:p w:rsidR="00824BD9" w:rsidRDefault="00824BD9" w:rsidP="00824BD9">
      <w:pPr>
        <w:pStyle w:val="commandprompt"/>
        <w:rPr>
          <w:rFonts w:cs="Times New Roman"/>
        </w:rPr>
      </w:pPr>
    </w:p>
    <w:p w:rsidR="00824BD9" w:rsidRDefault="00824BD9" w:rsidP="00824BD9">
      <w:pPr>
        <w:pStyle w:val="textbody"/>
      </w:pPr>
      <w:r>
        <w:t>For convenience, the model’s name may be abbreviated:</w:t>
      </w:r>
    </w:p>
    <w:p w:rsidR="00824BD9" w:rsidRDefault="00824BD9" w:rsidP="00824BD9">
      <w:pPr>
        <w:pStyle w:val="commandprompt"/>
        <w:rPr>
          <w:rFonts w:cs="Times New Roman"/>
        </w:rPr>
      </w:pPr>
      <w:r>
        <w:t xml:space="preserve">C:\&gt; landis </w:t>
      </w:r>
      <w:r>
        <w:rPr>
          <w:i/>
          <w:iCs/>
        </w:rPr>
        <w:t>scenario-file</w:t>
      </w:r>
    </w:p>
    <w:p w:rsidR="00824BD9" w:rsidRDefault="00485826" w:rsidP="00824BD9">
      <w:pPr>
        <w:pStyle w:val="Heading2"/>
        <w:rPr>
          <w:rFonts w:cs="Times New Roman"/>
        </w:rPr>
      </w:pPr>
      <w:bookmarkStart w:id="6" w:name="_Toc291480380"/>
      <w:r>
        <w:t>Different</w:t>
      </w:r>
      <w:r w:rsidR="00824BD9">
        <w:t xml:space="preserve"> Versions</w:t>
      </w:r>
      <w:r>
        <w:t xml:space="preserve"> on a Computer</w:t>
      </w:r>
      <w:bookmarkEnd w:id="6"/>
    </w:p>
    <w:p w:rsidR="00824BD9" w:rsidRDefault="00824BD9" w:rsidP="00307178">
      <w:pPr>
        <w:pStyle w:val="textbody"/>
      </w:pPr>
      <w:r>
        <w:t>The LANDIS-II model is designed so that different version</w:t>
      </w:r>
      <w:r w:rsidR="00485826">
        <w:t>s can be installed side-by-side on a computer.  This allows the user to compare the model’s behavior and output between versions.</w:t>
      </w:r>
    </w:p>
    <w:p w:rsidR="00366635" w:rsidRDefault="00824BD9" w:rsidP="00307178">
      <w:pPr>
        <w:pStyle w:val="textbody"/>
      </w:pPr>
      <w:r>
        <w:t>Any</w:t>
      </w:r>
      <w:r w:rsidR="00366635">
        <w:t xml:space="preserve"> version can be specified explicitly at the command prompt</w:t>
      </w:r>
      <w:r w:rsidR="00485826">
        <w:t xml:space="preserve"> by appending the version to the model’s name with a hyphen</w:t>
      </w:r>
      <w:r w:rsidR="00366635">
        <w:t>.  For example, th</w:t>
      </w:r>
      <w:r>
        <w:t xml:space="preserve">e current version </w:t>
      </w:r>
      <w:r w:rsidR="00366635">
        <w:t>can be run as follows:</w:t>
      </w:r>
    </w:p>
    <w:p w:rsidR="00366635" w:rsidRDefault="00366635" w:rsidP="00307178">
      <w:pPr>
        <w:pStyle w:val="commandprompt"/>
        <w:rPr>
          <w:rFonts w:cs="Times New Roman"/>
        </w:rPr>
      </w:pPr>
      <w:r>
        <w:t xml:space="preserve">C:\&gt; landis-5.1 </w:t>
      </w:r>
      <w:r w:rsidR="00824BD9">
        <w:rPr>
          <w:i/>
          <w:iCs/>
        </w:rPr>
        <w:t>scenario-file</w:t>
      </w:r>
    </w:p>
    <w:p w:rsidR="00824BD9" w:rsidRDefault="00824BD9" w:rsidP="00307178">
      <w:pPr>
        <w:pStyle w:val="commandprompt"/>
        <w:rPr>
          <w:rFonts w:cs="Times New Roman"/>
        </w:rPr>
      </w:pPr>
    </w:p>
    <w:p w:rsidR="00485826" w:rsidRDefault="00485826" w:rsidP="00824BD9">
      <w:pPr>
        <w:pStyle w:val="textbody"/>
      </w:pPr>
      <w:r>
        <w:t>Referencing a particular version explicitly is allowed even if it is the only version installed on the computer.</w:t>
      </w:r>
    </w:p>
    <w:p w:rsidR="00824BD9" w:rsidRDefault="009C2E22" w:rsidP="009C2E22">
      <w:pPr>
        <w:pStyle w:val="Heading3"/>
        <w:rPr>
          <w:rFonts w:cs="Times New Roman"/>
        </w:rPr>
      </w:pPr>
      <w:bookmarkStart w:id="7" w:name="_Ref133338128"/>
      <w:bookmarkStart w:id="8" w:name="_Toc291480381"/>
      <w:r>
        <w:t>LANDIS_VERSION Environment Variable</w:t>
      </w:r>
      <w:bookmarkEnd w:id="7"/>
      <w:bookmarkEnd w:id="8"/>
    </w:p>
    <w:p w:rsidR="009C2E22" w:rsidRDefault="009C2E22" w:rsidP="00307178">
      <w:pPr>
        <w:pStyle w:val="textbody"/>
      </w:pPr>
      <w:r>
        <w:t>If two or more versions of the model are installed on a computer, the two commands mentioned above without any version number</w:t>
      </w:r>
      <w:r w:rsidR="00FF2354">
        <w:t xml:space="preserve"> </w:t>
      </w:r>
      <w:r w:rsidR="00FF2354">
        <w:softHyphen/>
        <w:t xml:space="preserve">– </w:t>
      </w:r>
      <w:r w:rsidR="00FF2354" w:rsidRPr="009C2E22">
        <w:rPr>
          <w:rFonts w:ascii="Courier New" w:hAnsi="Courier New" w:cs="Courier New"/>
          <w:sz w:val="20"/>
          <w:szCs w:val="20"/>
        </w:rPr>
        <w:t>landi</w:t>
      </w:r>
      <w:r w:rsidR="00FF2354">
        <w:rPr>
          <w:rFonts w:ascii="Courier New" w:hAnsi="Courier New" w:cs="Courier New"/>
          <w:sz w:val="20"/>
          <w:szCs w:val="20"/>
        </w:rPr>
        <w:t>s-ii</w:t>
      </w:r>
      <w:r w:rsidR="00FF2354">
        <w:t xml:space="preserve"> and </w:t>
      </w:r>
      <w:r w:rsidR="00FF2354" w:rsidRPr="009C2E22">
        <w:rPr>
          <w:rFonts w:ascii="Courier New" w:hAnsi="Courier New" w:cs="Courier New"/>
          <w:sz w:val="20"/>
          <w:szCs w:val="20"/>
        </w:rPr>
        <w:t>landis</w:t>
      </w:r>
      <w:r w:rsidR="00FF2354">
        <w:t xml:space="preserve"> </w:t>
      </w:r>
      <w:r w:rsidR="00FF2354">
        <w:softHyphen/>
        <w:t xml:space="preserve">– </w:t>
      </w:r>
      <w:r>
        <w:t xml:space="preserve"> will run a particular version based upon the existence of the LANDIS_VERSION environment variable.</w:t>
      </w:r>
    </w:p>
    <w:p w:rsidR="009C2E22" w:rsidRDefault="009C2E22" w:rsidP="009C2E22">
      <w:pPr>
        <w:pStyle w:val="textbody"/>
      </w:pPr>
      <w:r>
        <w:t xml:space="preserve">If the LANDIS_VERSION variable is not set, then </w:t>
      </w:r>
      <w:r w:rsidRPr="009C2E22">
        <w:t>those</w:t>
      </w:r>
      <w:r>
        <w:t xml:space="preserve"> two commands will run the newest version.  For example, </w:t>
      </w:r>
      <w:r w:rsidR="00FF2354">
        <w:t xml:space="preserve">if </w:t>
      </w:r>
      <w:r>
        <w:t xml:space="preserve">versions 5.0 and 5.1 are installed, then both the </w:t>
      </w:r>
      <w:r w:rsidRPr="009C2E22">
        <w:rPr>
          <w:rFonts w:ascii="Courier New" w:hAnsi="Courier New" w:cs="Courier New"/>
          <w:sz w:val="20"/>
          <w:szCs w:val="20"/>
        </w:rPr>
        <w:t>landi</w:t>
      </w:r>
      <w:r>
        <w:rPr>
          <w:rFonts w:ascii="Courier New" w:hAnsi="Courier New" w:cs="Courier New"/>
          <w:sz w:val="20"/>
          <w:szCs w:val="20"/>
        </w:rPr>
        <w:t>s-ii</w:t>
      </w:r>
      <w:r>
        <w:t xml:space="preserve"> and </w:t>
      </w:r>
      <w:r w:rsidRPr="009C2E22">
        <w:rPr>
          <w:rFonts w:ascii="Courier New" w:hAnsi="Courier New" w:cs="Courier New"/>
          <w:sz w:val="20"/>
          <w:szCs w:val="20"/>
        </w:rPr>
        <w:t>landis</w:t>
      </w:r>
      <w:r>
        <w:t xml:space="preserve"> commands will run version 5.1.</w:t>
      </w:r>
    </w:p>
    <w:p w:rsidR="005C41D9" w:rsidRDefault="009C2E22" w:rsidP="00307178">
      <w:pPr>
        <w:pStyle w:val="textbody"/>
      </w:pPr>
      <w:r>
        <w:lastRenderedPageBreak/>
        <w:t>If the LANDIS_VERSION variable is set, then those two commands will run the version specified by the variable.</w:t>
      </w:r>
      <w:r w:rsidR="005C41D9">
        <w:t xml:space="preserve">  For example, if versions 5.0 and 5.1 are both installed on a server, but a user wishes to use version 5.0 as the default for her work, she can set the LANDIS_VERSION variable to “5.0”.  Then both </w:t>
      </w:r>
      <w:r w:rsidR="005C41D9" w:rsidRPr="009C2E22">
        <w:rPr>
          <w:rFonts w:ascii="Courier New" w:hAnsi="Courier New" w:cs="Courier New"/>
          <w:sz w:val="20"/>
          <w:szCs w:val="20"/>
        </w:rPr>
        <w:t>landi</w:t>
      </w:r>
      <w:r w:rsidR="005C41D9">
        <w:rPr>
          <w:rFonts w:ascii="Courier New" w:hAnsi="Courier New" w:cs="Courier New"/>
          <w:sz w:val="20"/>
          <w:szCs w:val="20"/>
        </w:rPr>
        <w:t>s-ii</w:t>
      </w:r>
      <w:r w:rsidR="005C41D9">
        <w:t xml:space="preserve"> and </w:t>
      </w:r>
      <w:r w:rsidR="005C41D9" w:rsidRPr="009C2E22">
        <w:rPr>
          <w:rFonts w:ascii="Courier New" w:hAnsi="Courier New" w:cs="Courier New"/>
          <w:sz w:val="20"/>
          <w:szCs w:val="20"/>
        </w:rPr>
        <w:t>landis</w:t>
      </w:r>
      <w:r w:rsidR="005C41D9">
        <w:t xml:space="preserve"> commands will run version 5.0.</w:t>
      </w:r>
    </w:p>
    <w:p w:rsidR="005C41D9" w:rsidRDefault="005C41D9" w:rsidP="00307178">
      <w:pPr>
        <w:pStyle w:val="textbody"/>
      </w:pPr>
      <w:r>
        <w:t>This e</w:t>
      </w:r>
      <w:r w:rsidR="00366635">
        <w:t xml:space="preserve">nvironmental variable can be temporarily set </w:t>
      </w:r>
      <w:r>
        <w:t xml:space="preserve">for a session </w:t>
      </w:r>
      <w:r w:rsidR="00366635">
        <w:t>at the command prompt</w:t>
      </w:r>
      <w:r>
        <w:t>:</w:t>
      </w:r>
    </w:p>
    <w:p w:rsidR="005C41D9" w:rsidRDefault="005C41D9" w:rsidP="005C41D9">
      <w:pPr>
        <w:pStyle w:val="commandprompt"/>
      </w:pPr>
      <w:r>
        <w:t>C:\&gt; set LANDIS_VERSION=5.0</w:t>
      </w:r>
    </w:p>
    <w:p w:rsidR="005C41D9" w:rsidRDefault="005C41D9" w:rsidP="005C41D9">
      <w:pPr>
        <w:pStyle w:val="commandprompt"/>
        <w:rPr>
          <w:rFonts w:cs="Times New Roman"/>
        </w:rPr>
      </w:pPr>
    </w:p>
    <w:p w:rsidR="00FF2354" w:rsidRDefault="005C41D9" w:rsidP="00307178">
      <w:pPr>
        <w:pStyle w:val="textbody"/>
      </w:pPr>
      <w:r>
        <w:t>o</w:t>
      </w:r>
      <w:r w:rsidR="00366635">
        <w:t xml:space="preserve">r </w:t>
      </w:r>
      <w:r>
        <w:t>it</w:t>
      </w:r>
      <w:r w:rsidR="00366635">
        <w:t xml:space="preserve"> can be </w:t>
      </w:r>
      <w:r w:rsidR="00FF2354">
        <w:t>set permanently via the Window’s System Properties:</w:t>
      </w:r>
    </w:p>
    <w:p w:rsidR="00FF2354" w:rsidRDefault="00FF2354" w:rsidP="00E07530">
      <w:pPr>
        <w:pStyle w:val="textbody"/>
        <w:numPr>
          <w:ilvl w:val="0"/>
          <w:numId w:val="2"/>
        </w:numPr>
      </w:pPr>
      <w:r>
        <w:t>Right-click My Computer, and in the context menu, select Properties</w:t>
      </w:r>
      <w:r>
        <w:rPr>
          <w:sz w:val="20"/>
          <w:szCs w:val="20"/>
        </w:rPr>
        <w:sym w:font="Webdings" w:char="F034"/>
      </w:r>
      <w:r>
        <w:t>Advanced tab</w:t>
      </w:r>
      <w:r>
        <w:rPr>
          <w:sz w:val="20"/>
          <w:szCs w:val="20"/>
        </w:rPr>
        <w:sym w:font="Webdings" w:char="F034"/>
      </w:r>
      <w:r>
        <w:t>Environment Variables button.</w:t>
      </w:r>
    </w:p>
    <w:p w:rsidR="00366635" w:rsidRDefault="00366635">
      <w:pPr>
        <w:pStyle w:val="Heading2"/>
      </w:pPr>
      <w:bookmarkStart w:id="9" w:name="_Ref109370938"/>
      <w:bookmarkStart w:id="10" w:name="_Toc291480382"/>
      <w:r>
        <w:t>Working Directory</w:t>
      </w:r>
      <w:bookmarkEnd w:id="9"/>
      <w:bookmarkEnd w:id="10"/>
    </w:p>
    <w:p w:rsidR="00366635" w:rsidRDefault="00366635">
      <w:pPr>
        <w:pStyle w:val="textbody"/>
      </w:pPr>
      <w:r>
        <w:t xml:space="preserve">The directory (folder) where the user runs LANDIS-II is referred to as the </w:t>
      </w:r>
      <w:r>
        <w:rPr>
          <w:b/>
          <w:bCs/>
        </w:rPr>
        <w:t>working directory</w:t>
      </w:r>
      <w:r>
        <w:t xml:space="preserve">.  The user should be aware that LANDIS-II uses the working directory when interpreting input parameters which are relative path names for files (see section </w:t>
      </w:r>
      <w:fldSimple w:instr=" REF _Ref109370626 \r ">
        <w:r w:rsidR="00DE7E0D">
          <w:t>3.1.8</w:t>
        </w:r>
      </w:fldSimple>
      <w:r>
        <w:t xml:space="preserve"> </w:t>
      </w:r>
      <w:fldSimple w:instr=" REF _Ref109370487  \* MERGEFORMAT ">
        <w:r w:rsidR="00DE7E0D" w:rsidRPr="00DE7E0D">
          <w:rPr>
            <w:i/>
            <w:iCs/>
          </w:rPr>
          <w:t>File Parameter Values</w:t>
        </w:r>
      </w:fldSimple>
      <w:r>
        <w:t>).</w:t>
      </w:r>
    </w:p>
    <w:p w:rsidR="00366635" w:rsidRDefault="00366635">
      <w:pPr>
        <w:pStyle w:val="Heading1"/>
      </w:pPr>
      <w:bookmarkStart w:id="11" w:name="_Toc291480383"/>
      <w:r>
        <w:lastRenderedPageBreak/>
        <w:t>Input File Format</w:t>
      </w:r>
      <w:bookmarkEnd w:id="11"/>
    </w:p>
    <w:p w:rsidR="00366635" w:rsidRDefault="00366635">
      <w:pPr>
        <w:pStyle w:val="textbody"/>
        <w:rPr>
          <w:lang w:eastAsia="en-US"/>
        </w:rPr>
      </w:pPr>
      <w:r>
        <w:rPr>
          <w:lang w:eastAsia="en-US"/>
        </w:rPr>
        <w:t>LANDIS-II uses two types of input files: text files and raster maps.</w:t>
      </w:r>
    </w:p>
    <w:p w:rsidR="00366635" w:rsidRDefault="00366635">
      <w:pPr>
        <w:pStyle w:val="Heading2"/>
        <w:rPr>
          <w:lang w:eastAsia="en-US"/>
        </w:rPr>
      </w:pPr>
      <w:bookmarkStart w:id="12" w:name="_Toc291480384"/>
      <w:r>
        <w:rPr>
          <w:lang w:eastAsia="en-US"/>
        </w:rPr>
        <w:t>Text Input Files</w:t>
      </w:r>
      <w:bookmarkEnd w:id="12"/>
    </w:p>
    <w:p w:rsidR="00366635" w:rsidRDefault="00366635">
      <w:pPr>
        <w:pStyle w:val="Heading3"/>
        <w:rPr>
          <w:lang w:eastAsia="en-US"/>
        </w:rPr>
      </w:pPr>
      <w:bookmarkStart w:id="13" w:name="_Toc291480385"/>
      <w:r>
        <w:rPr>
          <w:lang w:eastAsia="en-US"/>
        </w:rPr>
        <w:t>Line Types</w:t>
      </w:r>
      <w:bookmarkEnd w:id="13"/>
    </w:p>
    <w:p w:rsidR="00366635" w:rsidRDefault="00366635">
      <w:pPr>
        <w:pStyle w:val="textbody"/>
        <w:rPr>
          <w:lang w:eastAsia="en-US"/>
        </w:rPr>
      </w:pPr>
      <w:r>
        <w:rPr>
          <w:lang w:eastAsia="en-US"/>
        </w:rPr>
        <w:t>There are three types of lines in a text input file:</w:t>
      </w:r>
    </w:p>
    <w:p w:rsidR="00366635" w:rsidRDefault="00366635" w:rsidP="00E07530">
      <w:pPr>
        <w:pStyle w:val="textbody"/>
        <w:numPr>
          <w:ilvl w:val="0"/>
          <w:numId w:val="2"/>
        </w:numPr>
      </w:pPr>
      <w:r>
        <w:rPr>
          <w:b/>
          <w:bCs/>
          <w:lang w:eastAsia="en-US"/>
        </w:rPr>
        <w:t>Blank line</w:t>
      </w:r>
      <w:r>
        <w:rPr>
          <w:lang w:eastAsia="en-US"/>
        </w:rPr>
        <w:t xml:space="preserve"> – a line with no characters or just whitespace. The program ignores blank lines.</w:t>
      </w:r>
    </w:p>
    <w:p w:rsidR="00366635" w:rsidRDefault="00366635" w:rsidP="00E07530">
      <w:pPr>
        <w:pStyle w:val="textbody"/>
        <w:numPr>
          <w:ilvl w:val="0"/>
          <w:numId w:val="2"/>
        </w:numPr>
      </w:pPr>
      <w:r>
        <w:rPr>
          <w:b/>
          <w:bCs/>
          <w:lang w:eastAsia="en-US"/>
        </w:rPr>
        <w:t>Comment line</w:t>
      </w:r>
      <w:r>
        <w:rPr>
          <w:lang w:eastAsia="en-US"/>
        </w:rPr>
        <w:t xml:space="preserve"> – a line whose first non-whitespace characters are the comment marker "&gt;&gt;" (two adjacent greater-than symbols).  The text of the comment follows this marker, and may contain any characters.  Typically, they are used for section titles and column headings associated with tabular data. Like blank lines, the program ignores comment lines.</w:t>
      </w:r>
    </w:p>
    <w:p w:rsidR="00366635" w:rsidRDefault="00366635" w:rsidP="00F9651F">
      <w:pPr>
        <w:pStyle w:val="textinputfile"/>
        <w:ind w:left="2160"/>
      </w:pPr>
      <w:r>
        <w:t>&gt;&gt; Here is a sample comment line.</w:t>
      </w:r>
    </w:p>
    <w:p w:rsidR="00366635" w:rsidRDefault="00366635" w:rsidP="00F9651F">
      <w:pPr>
        <w:pStyle w:val="textinputfile"/>
        <w:ind w:left="2160"/>
      </w:pPr>
      <w:r>
        <w:t xml:space="preserve">    &gt;&gt;A comment line with spaces before marker</w:t>
      </w:r>
    </w:p>
    <w:p w:rsidR="00F9651F" w:rsidRDefault="00F9651F" w:rsidP="00F9651F">
      <w:pPr>
        <w:pStyle w:val="textinputfile"/>
        <w:ind w:left="2160"/>
        <w:rPr>
          <w:rFonts w:cs="Times New Roman"/>
        </w:rPr>
      </w:pPr>
    </w:p>
    <w:p w:rsidR="00366635" w:rsidRDefault="00366635" w:rsidP="00E07530">
      <w:pPr>
        <w:pStyle w:val="textbody"/>
        <w:numPr>
          <w:ilvl w:val="0"/>
          <w:numId w:val="2"/>
        </w:numPr>
      </w:pPr>
      <w:r>
        <w:rPr>
          <w:b/>
          <w:bCs/>
          <w:lang w:eastAsia="en-US"/>
        </w:rPr>
        <w:t>Data line</w:t>
      </w:r>
      <w:r>
        <w:rPr>
          <w:lang w:eastAsia="en-US"/>
        </w:rPr>
        <w:t xml:space="preserve"> – any line that is not a blank line or a comment line.</w:t>
      </w:r>
    </w:p>
    <w:p w:rsidR="00366635" w:rsidRDefault="00366635">
      <w:pPr>
        <w:pStyle w:val="Heading3"/>
        <w:rPr>
          <w:lang w:eastAsia="en-US"/>
        </w:rPr>
      </w:pPr>
      <w:bookmarkStart w:id="14" w:name="_Toc291480386"/>
      <w:r>
        <w:rPr>
          <w:lang w:eastAsia="en-US"/>
        </w:rPr>
        <w:t>End-of-line Comments</w:t>
      </w:r>
      <w:bookmarkEnd w:id="14"/>
    </w:p>
    <w:p w:rsidR="00366635" w:rsidRDefault="00366635">
      <w:pPr>
        <w:pStyle w:val="textbody"/>
        <w:rPr>
          <w:lang w:eastAsia="en-US"/>
        </w:rPr>
      </w:pPr>
      <w:r>
        <w:rPr>
          <w:lang w:eastAsia="en-US"/>
        </w:rPr>
        <w:t xml:space="preserve">A comment can be placed at the end of any data line in a text input file. An </w:t>
      </w:r>
      <w:r>
        <w:rPr>
          <w:b/>
          <w:bCs/>
          <w:lang w:eastAsia="en-US"/>
        </w:rPr>
        <w:t xml:space="preserve">end-of-line comment </w:t>
      </w:r>
      <w:r>
        <w:rPr>
          <w:lang w:eastAsia="en-US"/>
        </w:rPr>
        <w:t>starts with a marker which is two adjacent "&lt;" symbols (i.e., "&lt;&lt;"), and extends to the end of the current line. The user can use an end-of-line comment to provide additional information about an input parameter, such as its units:</w:t>
      </w:r>
    </w:p>
    <w:p w:rsidR="00366635" w:rsidRDefault="00366635">
      <w:pPr>
        <w:pStyle w:val="textinputfile"/>
        <w:rPr>
          <w:lang w:eastAsia="en-US"/>
        </w:rPr>
      </w:pPr>
      <w:r>
        <w:rPr>
          <w:lang w:eastAsia="en-US"/>
        </w:rPr>
        <w:t>Sample_Parameter 500 &lt;&lt; Units: Mg/ha</w:t>
      </w:r>
    </w:p>
    <w:p w:rsidR="00366635" w:rsidRDefault="00366635">
      <w:pPr>
        <w:pStyle w:val="textinputfile"/>
        <w:rPr>
          <w:rFonts w:cs="Times New Roman"/>
          <w:lang w:eastAsia="en-US"/>
        </w:rPr>
      </w:pPr>
    </w:p>
    <w:p w:rsidR="00366635" w:rsidRDefault="00366635">
      <w:pPr>
        <w:pStyle w:val="textbody"/>
        <w:rPr>
          <w:lang w:eastAsia="en-US"/>
        </w:rPr>
      </w:pPr>
      <w:r>
        <w:rPr>
          <w:lang w:eastAsia="en-US"/>
        </w:rPr>
        <w:t>Like blank lines and comment lines, the program ignores end-of-line comments.</w:t>
      </w:r>
    </w:p>
    <w:p w:rsidR="00366635" w:rsidRDefault="00366635">
      <w:pPr>
        <w:pStyle w:val="Heading3"/>
        <w:rPr>
          <w:lang w:eastAsia="en-US"/>
        </w:rPr>
      </w:pPr>
      <w:bookmarkStart w:id="15" w:name="_Ref109370762"/>
      <w:bookmarkStart w:id="16" w:name="_Toc291480387"/>
      <w:r>
        <w:rPr>
          <w:lang w:eastAsia="en-US"/>
        </w:rPr>
        <w:t>Parameter and Table Names</w:t>
      </w:r>
      <w:bookmarkEnd w:id="15"/>
      <w:bookmarkEnd w:id="16"/>
    </w:p>
    <w:p w:rsidR="00366635" w:rsidRDefault="00366635">
      <w:pPr>
        <w:pStyle w:val="textbody"/>
        <w:rPr>
          <w:rFonts w:ascii="Courier New" w:hAnsi="Courier New" w:cs="Courier New"/>
          <w:sz w:val="20"/>
          <w:szCs w:val="20"/>
        </w:rPr>
      </w:pPr>
      <w:r>
        <w:t>The name of a parameter or a table of parameters is a sequence of one or more non-whitespace characters.  Examples:</w:t>
      </w:r>
    </w:p>
    <w:p w:rsidR="00366635" w:rsidRDefault="00366635">
      <w:pPr>
        <w:pStyle w:val="textinputfile"/>
      </w:pPr>
      <w:r>
        <w:t>SampleParameter</w:t>
      </w:r>
    </w:p>
    <w:p w:rsidR="00366635" w:rsidRDefault="00366635">
      <w:pPr>
        <w:pStyle w:val="textinputfile"/>
      </w:pPr>
      <w:r>
        <w:t>#ofCycles</w:t>
      </w:r>
    </w:p>
    <w:p w:rsidR="00366635" w:rsidRDefault="00366635">
      <w:pPr>
        <w:pStyle w:val="textinputfile"/>
      </w:pPr>
      <w:r>
        <w:t>Table-of-data</w:t>
      </w:r>
    </w:p>
    <w:p w:rsidR="00366635" w:rsidRDefault="00366635">
      <w:pPr>
        <w:pStyle w:val="Heading3"/>
        <w:rPr>
          <w:lang w:eastAsia="en-US"/>
        </w:rPr>
      </w:pPr>
      <w:bookmarkStart w:id="17" w:name="_Toc291480388"/>
      <w:r>
        <w:rPr>
          <w:lang w:eastAsia="en-US"/>
        </w:rPr>
        <w:lastRenderedPageBreak/>
        <w:t>Data Line With Single Parameter</w:t>
      </w:r>
      <w:bookmarkEnd w:id="17"/>
    </w:p>
    <w:p w:rsidR="00366635" w:rsidRDefault="00366635">
      <w:pPr>
        <w:pStyle w:val="textbody"/>
        <w:rPr>
          <w:lang w:eastAsia="en-US"/>
        </w:rPr>
      </w:pPr>
      <w:r>
        <w:rPr>
          <w:lang w:eastAsia="en-US"/>
        </w:rPr>
        <w:t xml:space="preserve">A common format for a data line is a single parameter.  In this format, the parameter’s name (see section </w:t>
      </w:r>
      <w:r w:rsidR="00201F86">
        <w:rPr>
          <w:lang w:eastAsia="en-US"/>
        </w:rPr>
        <w:fldChar w:fldCharType="begin"/>
      </w:r>
      <w:r>
        <w:rPr>
          <w:lang w:eastAsia="en-US"/>
        </w:rPr>
        <w:instrText xml:space="preserve"> REF _Ref109370762 \r </w:instrText>
      </w:r>
      <w:r w:rsidR="00201F86">
        <w:rPr>
          <w:lang w:eastAsia="en-US"/>
        </w:rPr>
        <w:fldChar w:fldCharType="separate"/>
      </w:r>
      <w:r w:rsidR="00DE7E0D">
        <w:rPr>
          <w:lang w:eastAsia="en-US"/>
        </w:rPr>
        <w:t>3.1.3</w:t>
      </w:r>
      <w:r w:rsidR="00201F86">
        <w:rPr>
          <w:lang w:eastAsia="en-US"/>
        </w:rPr>
        <w:fldChar w:fldCharType="end"/>
      </w:r>
      <w:r>
        <w:rPr>
          <w:lang w:eastAsia="en-US"/>
        </w:rPr>
        <w:t>) is first, followed by the parameter’s value.</w:t>
      </w:r>
    </w:p>
    <w:p w:rsidR="00366635" w:rsidRDefault="00366635">
      <w:pPr>
        <w:pStyle w:val="textinputfile"/>
        <w:rPr>
          <w:i/>
          <w:iCs/>
          <w:lang w:eastAsia="en-US"/>
        </w:rPr>
      </w:pPr>
      <w:r>
        <w:rPr>
          <w:i/>
          <w:iCs/>
          <w:lang w:eastAsia="en-US"/>
        </w:rPr>
        <w:t>parameter-name  parameter-value</w:t>
      </w:r>
    </w:p>
    <w:p w:rsidR="00366635" w:rsidRDefault="00366635">
      <w:pPr>
        <w:pStyle w:val="textinputfile"/>
        <w:rPr>
          <w:rFonts w:cs="Times New Roman"/>
          <w:i/>
          <w:iCs/>
          <w:lang w:eastAsia="en-US"/>
        </w:rPr>
      </w:pPr>
    </w:p>
    <w:p w:rsidR="00366635" w:rsidRDefault="00366635">
      <w:pPr>
        <w:pStyle w:val="textbody"/>
        <w:rPr>
          <w:lang w:eastAsia="en-US"/>
        </w:rPr>
      </w:pPr>
      <w:r>
        <w:rPr>
          <w:lang w:eastAsia="en-US"/>
        </w:rPr>
        <w:t>Whitespace is required between the name and value.  Whitespace may precede the name and may follow the value.  Examples:</w:t>
      </w:r>
    </w:p>
    <w:p w:rsidR="00366635" w:rsidRDefault="00366635">
      <w:pPr>
        <w:pStyle w:val="textinputfile"/>
        <w:rPr>
          <w:lang w:eastAsia="en-US"/>
        </w:rPr>
      </w:pPr>
      <w:r>
        <w:rPr>
          <w:lang w:eastAsia="en-US"/>
        </w:rPr>
        <w:t>Timestep   10</w:t>
      </w:r>
    </w:p>
    <w:p w:rsidR="00366635" w:rsidRDefault="00366635">
      <w:pPr>
        <w:pStyle w:val="textinputfile"/>
        <w:rPr>
          <w:lang w:eastAsia="en-US"/>
        </w:rPr>
      </w:pPr>
      <w:r>
        <w:rPr>
          <w:lang w:eastAsia="en-US"/>
        </w:rPr>
        <w:t>CellLength 28.5  &lt;&lt; meters</w:t>
      </w:r>
    </w:p>
    <w:p w:rsidR="00366635" w:rsidRDefault="00366635">
      <w:pPr>
        <w:pStyle w:val="textinputfile"/>
        <w:rPr>
          <w:lang w:eastAsia="en-US"/>
        </w:rPr>
      </w:pPr>
    </w:p>
    <w:p w:rsidR="00366635" w:rsidRDefault="00366635">
      <w:pPr>
        <w:pStyle w:val="textinputfile"/>
        <w:rPr>
          <w:lang w:eastAsia="en-US"/>
        </w:rPr>
      </w:pPr>
      <w:r>
        <w:rPr>
          <w:lang w:eastAsia="en-US"/>
        </w:rPr>
        <w:t xml:space="preserve">   Description  "southeast pine barrens"</w:t>
      </w:r>
    </w:p>
    <w:p w:rsidR="00366635" w:rsidRDefault="00366635">
      <w:pPr>
        <w:pStyle w:val="Heading3"/>
        <w:rPr>
          <w:lang w:eastAsia="en-US"/>
        </w:rPr>
      </w:pPr>
      <w:bookmarkStart w:id="18" w:name="_Toc291480389"/>
      <w:r>
        <w:rPr>
          <w:lang w:eastAsia="en-US"/>
        </w:rPr>
        <w:t>Numeric Parameter Values</w:t>
      </w:r>
      <w:bookmarkEnd w:id="18"/>
    </w:p>
    <w:p w:rsidR="00366635" w:rsidRDefault="00366635">
      <w:pPr>
        <w:pStyle w:val="textbody"/>
      </w:pPr>
      <w:r>
        <w:t>Values for numeric parameters can be specified in integer format, floating-point format, or scientific notation.</w:t>
      </w:r>
    </w:p>
    <w:p w:rsidR="00366635" w:rsidRDefault="00366635">
      <w:pPr>
        <w:pStyle w:val="textinputfile"/>
      </w:pPr>
      <w:r>
        <w:t>CellLength  20</w:t>
      </w:r>
    </w:p>
    <w:p w:rsidR="00366635" w:rsidRDefault="00366635">
      <w:pPr>
        <w:pStyle w:val="textinputfile"/>
      </w:pPr>
      <w:r>
        <w:t>CellLength  20.0</w:t>
      </w:r>
    </w:p>
    <w:p w:rsidR="00366635" w:rsidRDefault="00366635">
      <w:pPr>
        <w:pStyle w:val="textinputfile"/>
      </w:pPr>
      <w:r>
        <w:t>CellLength  2e1   &lt;&lt; scientific notation = 2 * 10^1</w:t>
      </w:r>
    </w:p>
    <w:p w:rsidR="00366635" w:rsidRDefault="00366635">
      <w:pPr>
        <w:pStyle w:val="textinputfile"/>
      </w:pPr>
      <w:r>
        <w:t xml:space="preserve">                  &lt;&lt; = 2 * 10 = 20</w:t>
      </w:r>
    </w:p>
    <w:p w:rsidR="00366635" w:rsidRDefault="00366635">
      <w:pPr>
        <w:pStyle w:val="textinputfile"/>
      </w:pPr>
    </w:p>
    <w:p w:rsidR="00366635" w:rsidRDefault="00366635">
      <w:pPr>
        <w:pStyle w:val="textinputfile"/>
      </w:pPr>
      <w:r>
        <w:t>ParameterX  -.1234</w:t>
      </w:r>
    </w:p>
    <w:p w:rsidR="00366635" w:rsidRDefault="00366635">
      <w:pPr>
        <w:pStyle w:val="textinputfile"/>
      </w:pPr>
      <w:r>
        <w:t>ParameterY  +98.765e-22</w:t>
      </w:r>
    </w:p>
    <w:p w:rsidR="00366635" w:rsidRDefault="00366635">
      <w:pPr>
        <w:pStyle w:val="textinputfile"/>
      </w:pPr>
    </w:p>
    <w:p w:rsidR="00366635" w:rsidRDefault="00366635">
      <w:pPr>
        <w:pStyle w:val="textbody"/>
      </w:pPr>
      <w:r>
        <w:t xml:space="preserve">Some numeric parameters are </w:t>
      </w:r>
      <w:r>
        <w:rPr>
          <w:b/>
          <w:bCs/>
        </w:rPr>
        <w:t>integer parameters</w:t>
      </w:r>
      <w:r>
        <w:t xml:space="preserve"> which means they only accept integer values.</w:t>
      </w:r>
    </w:p>
    <w:p w:rsidR="00366635" w:rsidRDefault="00366635">
      <w:pPr>
        <w:pStyle w:val="textbody"/>
      </w:pPr>
      <w:r>
        <w:t>For user convenience, thousands-separators can be used for large values.</w:t>
      </w:r>
    </w:p>
    <w:p w:rsidR="00366635" w:rsidRDefault="00366635">
      <w:pPr>
        <w:pStyle w:val="textinputfile"/>
      </w:pPr>
      <w:r>
        <w:t>Population  2,000,000</w:t>
      </w:r>
    </w:p>
    <w:p w:rsidR="00366635" w:rsidRDefault="00366635">
      <w:pPr>
        <w:pStyle w:val="Heading3"/>
        <w:rPr>
          <w:lang w:eastAsia="en-US"/>
        </w:rPr>
      </w:pPr>
      <w:bookmarkStart w:id="19" w:name="_Toc291480390"/>
      <w:r>
        <w:rPr>
          <w:lang w:eastAsia="en-US"/>
        </w:rPr>
        <w:t>Yes/No Parameter Values</w:t>
      </w:r>
      <w:bookmarkEnd w:id="19"/>
    </w:p>
    <w:p w:rsidR="00366635" w:rsidRDefault="00366635">
      <w:pPr>
        <w:pStyle w:val="textbody"/>
      </w:pPr>
      <w:r>
        <w:t xml:space="preserve">Yes/no parameters are also known as </w:t>
      </w:r>
      <w:r>
        <w:rPr>
          <w:b/>
          <w:bCs/>
        </w:rPr>
        <w:t>boolean parameters</w:t>
      </w:r>
      <w:r>
        <w:t>.  Acceptable yes values are “</w:t>
      </w:r>
      <w:r>
        <w:rPr>
          <w:rFonts w:ascii="Courier New" w:hAnsi="Courier New" w:cs="Courier New"/>
          <w:sz w:val="20"/>
          <w:szCs w:val="20"/>
        </w:rPr>
        <w:t>yes</w:t>
      </w:r>
      <w:r>
        <w:t>” and “</w:t>
      </w:r>
      <w:r>
        <w:rPr>
          <w:rFonts w:ascii="Courier New" w:hAnsi="Courier New" w:cs="Courier New"/>
          <w:sz w:val="20"/>
          <w:szCs w:val="20"/>
        </w:rPr>
        <w:t>y</w:t>
      </w:r>
      <w:r>
        <w:t>”, while acceptable no values are “no”, “n”, and “</w:t>
      </w:r>
      <w:r>
        <w:rPr>
          <w:rFonts w:ascii="Courier New" w:hAnsi="Courier New" w:cs="Courier New"/>
          <w:sz w:val="20"/>
          <w:szCs w:val="20"/>
        </w:rPr>
        <w:t>-</w:t>
      </w:r>
      <w:r>
        <w:t>” (useful for long columns to make yes values stand out more visually).  These values are case-insensitive, so uppercase letters can be used as well.  For example, “</w:t>
      </w:r>
      <w:r>
        <w:rPr>
          <w:rFonts w:ascii="Courier New" w:hAnsi="Courier New" w:cs="Courier New"/>
          <w:sz w:val="20"/>
          <w:szCs w:val="20"/>
        </w:rPr>
        <w:t>Yes</w:t>
      </w:r>
      <w:r>
        <w:t>”, “</w:t>
      </w:r>
      <w:r>
        <w:rPr>
          <w:rFonts w:ascii="Courier New" w:hAnsi="Courier New" w:cs="Courier New"/>
          <w:sz w:val="20"/>
          <w:szCs w:val="20"/>
        </w:rPr>
        <w:t>YES</w:t>
      </w:r>
      <w:r>
        <w:t>”, and “</w:t>
      </w:r>
      <w:r>
        <w:rPr>
          <w:rFonts w:ascii="Courier New" w:hAnsi="Courier New" w:cs="Courier New"/>
          <w:sz w:val="20"/>
          <w:szCs w:val="20"/>
        </w:rPr>
        <w:t>Y</w:t>
      </w:r>
      <w:r>
        <w:t>” are also valid yes values.</w:t>
      </w:r>
    </w:p>
    <w:p w:rsidR="00366635" w:rsidRDefault="00366635">
      <w:pPr>
        <w:pStyle w:val="Heading3"/>
        <w:rPr>
          <w:lang w:eastAsia="en-US"/>
        </w:rPr>
      </w:pPr>
      <w:bookmarkStart w:id="20" w:name="_Ref109370909"/>
      <w:bookmarkStart w:id="21" w:name="_Ref109371125"/>
      <w:bookmarkStart w:id="22" w:name="_Toc291480391"/>
      <w:r>
        <w:rPr>
          <w:lang w:eastAsia="en-US"/>
        </w:rPr>
        <w:t>Text Parameter Values</w:t>
      </w:r>
      <w:bookmarkEnd w:id="20"/>
      <w:bookmarkEnd w:id="21"/>
      <w:bookmarkEnd w:id="22"/>
    </w:p>
    <w:p w:rsidR="00366635" w:rsidRDefault="00366635">
      <w:pPr>
        <w:pStyle w:val="textbody"/>
      </w:pPr>
      <w:r>
        <w:t xml:space="preserve">Values for text parameters (also known as </w:t>
      </w:r>
      <w:r>
        <w:rPr>
          <w:b/>
          <w:bCs/>
        </w:rPr>
        <w:t>string parameters</w:t>
      </w:r>
      <w:r>
        <w:t>) are specified using two formats.</w:t>
      </w:r>
    </w:p>
    <w:p w:rsidR="00366635" w:rsidRDefault="00366635" w:rsidP="00E07530">
      <w:pPr>
        <w:pStyle w:val="textbody"/>
        <w:numPr>
          <w:ilvl w:val="0"/>
          <w:numId w:val="2"/>
        </w:numPr>
      </w:pPr>
      <w:r>
        <w:rPr>
          <w:b/>
          <w:bCs/>
          <w:lang w:eastAsia="en-US"/>
        </w:rPr>
        <w:lastRenderedPageBreak/>
        <w:t>Unquoted</w:t>
      </w:r>
      <w:r>
        <w:rPr>
          <w:lang w:eastAsia="en-US"/>
        </w:rPr>
        <w:t xml:space="preserve"> – A text value must be a sequence of one or more non-whitespace characters.</w:t>
      </w:r>
    </w:p>
    <w:p w:rsidR="00366635" w:rsidRDefault="00366635" w:rsidP="00F9651F">
      <w:pPr>
        <w:pStyle w:val="textinputfile"/>
        <w:ind w:left="2160"/>
      </w:pPr>
      <w:r w:rsidRPr="00824BD9">
        <w:t>Species</w:t>
      </w:r>
      <w:r>
        <w:t xml:space="preserve">  pinurigi</w:t>
      </w:r>
    </w:p>
    <w:p w:rsidR="00366635" w:rsidRDefault="00366635" w:rsidP="00F9651F">
      <w:pPr>
        <w:pStyle w:val="textinputfile"/>
        <w:ind w:left="2160"/>
      </w:pPr>
      <w:r>
        <w:t>File     C:\dir\sub-dir\input_data.txt</w:t>
      </w:r>
    </w:p>
    <w:p w:rsidR="00F9651F" w:rsidRDefault="00F9651F" w:rsidP="00F9651F">
      <w:pPr>
        <w:pStyle w:val="textinputfile"/>
        <w:ind w:left="2160"/>
        <w:rPr>
          <w:rFonts w:cs="Times New Roman"/>
        </w:rPr>
      </w:pPr>
    </w:p>
    <w:p w:rsidR="00366635" w:rsidRDefault="00366635" w:rsidP="00E07530">
      <w:pPr>
        <w:pStyle w:val="textbody"/>
        <w:numPr>
          <w:ilvl w:val="0"/>
          <w:numId w:val="2"/>
        </w:numPr>
      </w:pPr>
      <w:r>
        <w:rPr>
          <w:b/>
          <w:bCs/>
          <w:lang w:eastAsia="en-US"/>
        </w:rPr>
        <w:t>Quoted</w:t>
      </w:r>
      <w:r>
        <w:rPr>
          <w:lang w:eastAsia="en-US"/>
        </w:rPr>
        <w:t xml:space="preserve"> – The text value is bracketed by a pair of single quotes (</w:t>
      </w:r>
      <w:r>
        <w:rPr>
          <w:rFonts w:ascii="Courier New" w:hAnsi="Courier New" w:cs="Courier New"/>
          <w:sz w:val="20"/>
          <w:szCs w:val="20"/>
          <w:lang w:eastAsia="en-US"/>
        </w:rPr>
        <w:t>'</w:t>
      </w:r>
      <w:r>
        <w:rPr>
          <w:rFonts w:ascii="Courier New" w:hAnsi="Courier New" w:cs="Courier New"/>
          <w:i/>
          <w:iCs/>
          <w:sz w:val="20"/>
          <w:szCs w:val="20"/>
          <w:lang w:eastAsia="en-US"/>
        </w:rPr>
        <w:t>text</w:t>
      </w:r>
      <w:r>
        <w:rPr>
          <w:rFonts w:ascii="Courier New" w:hAnsi="Courier New" w:cs="Courier New"/>
          <w:sz w:val="20"/>
          <w:szCs w:val="20"/>
          <w:lang w:eastAsia="en-US"/>
        </w:rPr>
        <w:t>'</w:t>
      </w:r>
      <w:r>
        <w:rPr>
          <w:lang w:eastAsia="en-US"/>
        </w:rPr>
        <w:t>) or double quotes (</w:t>
      </w:r>
      <w:r>
        <w:rPr>
          <w:rFonts w:ascii="Courier New" w:hAnsi="Courier New" w:cs="Courier New"/>
          <w:sz w:val="20"/>
          <w:szCs w:val="20"/>
          <w:lang w:eastAsia="en-US"/>
        </w:rPr>
        <w:t>"</w:t>
      </w:r>
      <w:r>
        <w:rPr>
          <w:rFonts w:ascii="Courier New" w:hAnsi="Courier New" w:cs="Courier New"/>
          <w:i/>
          <w:iCs/>
          <w:sz w:val="20"/>
          <w:szCs w:val="20"/>
          <w:lang w:eastAsia="en-US"/>
        </w:rPr>
        <w:t>text</w:t>
      </w:r>
      <w:r>
        <w:rPr>
          <w:rFonts w:ascii="Courier New" w:hAnsi="Courier New" w:cs="Courier New"/>
          <w:sz w:val="20"/>
          <w:szCs w:val="20"/>
          <w:lang w:eastAsia="en-US"/>
        </w:rPr>
        <w:t>"</w:t>
      </w:r>
      <w:r>
        <w:rPr>
          <w:lang w:eastAsia="en-US"/>
        </w:rPr>
        <w:t>).  A quoted text value may include whitespace.  It may also have no characters at all (i.e., the value is an empty string) which is represented by a pair of adjacent quotes.</w:t>
      </w:r>
    </w:p>
    <w:p w:rsidR="00366635" w:rsidRDefault="00366635" w:rsidP="00F9651F">
      <w:pPr>
        <w:pStyle w:val="textinputfile"/>
        <w:ind w:left="2160"/>
        <w:rPr>
          <w:lang w:eastAsia="en-US"/>
        </w:rPr>
      </w:pPr>
      <w:r>
        <w:t xml:space="preserve">Species  </w:t>
      </w:r>
      <w:r>
        <w:rPr>
          <w:lang w:eastAsia="en-US"/>
        </w:rPr>
        <w:t>"</w:t>
      </w:r>
      <w:r>
        <w:t>pinurigi</w:t>
      </w:r>
      <w:r>
        <w:rPr>
          <w:lang w:eastAsia="en-US"/>
        </w:rPr>
        <w:t>"</w:t>
      </w:r>
    </w:p>
    <w:p w:rsidR="00366635" w:rsidRDefault="00366635" w:rsidP="00F9651F">
      <w:pPr>
        <w:pStyle w:val="textinputfile"/>
        <w:ind w:left="2160"/>
        <w:rPr>
          <w:lang w:eastAsia="en-US"/>
        </w:rPr>
      </w:pPr>
      <w:r>
        <w:t xml:space="preserve">Description   </w:t>
      </w:r>
      <w:r>
        <w:rPr>
          <w:lang w:eastAsia="en-US"/>
        </w:rPr>
        <w:t>''  &lt;&lt; empty string; 0 characters</w:t>
      </w:r>
    </w:p>
    <w:p w:rsidR="00366635" w:rsidRDefault="00366635" w:rsidP="00F9651F">
      <w:pPr>
        <w:pStyle w:val="textinputfile"/>
        <w:ind w:left="2160"/>
        <w:rPr>
          <w:rFonts w:cs="Times New Roman"/>
        </w:rPr>
      </w:pPr>
      <w:r>
        <w:t xml:space="preserve">File  </w:t>
      </w:r>
      <w:r>
        <w:rPr>
          <w:lang w:eastAsia="en-US"/>
        </w:rPr>
        <w:t>"model runs\scenario XYZ</w:t>
      </w:r>
      <w:r>
        <w:rPr>
          <w:rFonts w:cs="Times New Roman"/>
        </w:rPr>
        <w:t>\</w:t>
      </w:r>
      <w:r>
        <w:t>file.txt</w:t>
      </w:r>
      <w:r>
        <w:rPr>
          <w:lang w:eastAsia="en-US"/>
        </w:rPr>
        <w:t>"</w:t>
      </w:r>
    </w:p>
    <w:p w:rsidR="00366635" w:rsidRDefault="00366635">
      <w:pPr>
        <w:pStyle w:val="Heading3"/>
      </w:pPr>
      <w:bookmarkStart w:id="23" w:name="_Ref109370487"/>
      <w:bookmarkStart w:id="24" w:name="_Ref109370626"/>
      <w:bookmarkStart w:id="25" w:name="_Toc291480392"/>
      <w:r>
        <w:t>File Parameter Values</w:t>
      </w:r>
      <w:bookmarkEnd w:id="23"/>
      <w:bookmarkEnd w:id="24"/>
      <w:bookmarkEnd w:id="25"/>
    </w:p>
    <w:p w:rsidR="00366635" w:rsidRDefault="00366635">
      <w:pPr>
        <w:pStyle w:val="textbody"/>
      </w:pPr>
      <w:r>
        <w:t xml:space="preserve">File parameters accept text values (see section </w:t>
      </w:r>
      <w:fldSimple w:instr=" REF _Ref109370909 \r ">
        <w:r w:rsidR="00DE7E0D">
          <w:t>3.1.7</w:t>
        </w:r>
      </w:fldSimple>
      <w:r>
        <w:t>) which represent valid file names on the user’s computer system.</w:t>
      </w:r>
    </w:p>
    <w:p w:rsidR="00366635" w:rsidRDefault="00366635">
      <w:pPr>
        <w:pStyle w:val="textinputfile"/>
        <w:rPr>
          <w:lang w:eastAsia="en-US"/>
        </w:rPr>
      </w:pPr>
      <w:r>
        <w:rPr>
          <w:lang w:eastAsia="en-US"/>
        </w:rPr>
        <w:t>file.txt</w:t>
      </w:r>
    </w:p>
    <w:p w:rsidR="00366635" w:rsidRDefault="00366635">
      <w:pPr>
        <w:pStyle w:val="textinputfile"/>
        <w:rPr>
          <w:lang w:eastAsia="en-US"/>
        </w:rPr>
      </w:pPr>
      <w:r>
        <w:rPr>
          <w:lang w:eastAsia="en-US"/>
        </w:rPr>
        <w:t>some-dir/SPECIES</w:t>
      </w:r>
    </w:p>
    <w:p w:rsidR="00366635" w:rsidRDefault="00366635">
      <w:pPr>
        <w:pStyle w:val="textinputfile"/>
        <w:rPr>
          <w:lang w:eastAsia="en-US"/>
        </w:rPr>
      </w:pPr>
      <w:r>
        <w:rPr>
          <w:lang w:eastAsia="en-US"/>
        </w:rPr>
        <w:t>C:\landis-ii\my project\ecoregions.txt</w:t>
      </w:r>
    </w:p>
    <w:p w:rsidR="00366635" w:rsidRDefault="00366635">
      <w:pPr>
        <w:pStyle w:val="textinputfile"/>
        <w:rPr>
          <w:lang w:eastAsia="en-US"/>
        </w:rPr>
      </w:pPr>
      <w:r>
        <w:rPr>
          <w:lang w:eastAsia="en-US"/>
        </w:rPr>
        <w:t>../../landis-ii/climate/species.txt</w:t>
      </w:r>
    </w:p>
    <w:p w:rsidR="00366635" w:rsidRDefault="00366635">
      <w:pPr>
        <w:pStyle w:val="textinputfile"/>
        <w:rPr>
          <w:lang w:eastAsia="en-US"/>
        </w:rPr>
      </w:pPr>
      <w:r>
        <w:rPr>
          <w:lang w:eastAsia="en-US"/>
        </w:rPr>
        <w:t>"model runs/scenario XYZ/file.txt"</w:t>
      </w:r>
    </w:p>
    <w:p w:rsidR="00366635" w:rsidRDefault="00366635">
      <w:pPr>
        <w:pStyle w:val="textinputfile"/>
        <w:rPr>
          <w:lang w:eastAsia="en-US"/>
        </w:rPr>
      </w:pPr>
    </w:p>
    <w:p w:rsidR="00366635" w:rsidRDefault="00366635">
      <w:pPr>
        <w:pStyle w:val="textbody"/>
        <w:rPr>
          <w:lang w:eastAsia="en-US"/>
        </w:rPr>
      </w:pPr>
      <w:r>
        <w:rPr>
          <w:lang w:eastAsia="en-US"/>
        </w:rPr>
        <w:t xml:space="preserve">Please note that a </w:t>
      </w:r>
      <w:r>
        <w:rPr>
          <w:b/>
          <w:bCs/>
          <w:lang w:eastAsia="en-US"/>
        </w:rPr>
        <w:t>relative file name</w:t>
      </w:r>
      <w:r>
        <w:rPr>
          <w:lang w:eastAsia="en-US"/>
        </w:rPr>
        <w:t xml:space="preserve">, i.e., one that does not refer to the root directory on one of the system's drives, is interpreted relative to the working directory (see section </w:t>
      </w:r>
      <w:r w:rsidR="00201F86">
        <w:rPr>
          <w:lang w:eastAsia="en-US"/>
        </w:rPr>
        <w:fldChar w:fldCharType="begin"/>
      </w:r>
      <w:r>
        <w:rPr>
          <w:lang w:eastAsia="en-US"/>
        </w:rPr>
        <w:instrText xml:space="preserve"> REF _Ref109370938 \r </w:instrText>
      </w:r>
      <w:r w:rsidR="00201F86">
        <w:rPr>
          <w:lang w:eastAsia="en-US"/>
        </w:rPr>
        <w:fldChar w:fldCharType="separate"/>
      </w:r>
      <w:r w:rsidR="00DE7E0D">
        <w:rPr>
          <w:lang w:eastAsia="en-US"/>
        </w:rPr>
        <w:t>2.2</w:t>
      </w:r>
      <w:r w:rsidR="00201F86">
        <w:rPr>
          <w:lang w:eastAsia="en-US"/>
        </w:rPr>
        <w:fldChar w:fldCharType="end"/>
      </w:r>
      <w:r>
        <w:rPr>
          <w:lang w:eastAsia="en-US"/>
        </w:rPr>
        <w:t>).  It's important that the user keep this point in mind when organizing the data files for the program.</w:t>
      </w:r>
    </w:p>
    <w:p w:rsidR="00366635" w:rsidRDefault="00366635">
      <w:pPr>
        <w:pStyle w:val="textbody"/>
        <w:rPr>
          <w:lang w:eastAsia="en-US"/>
        </w:rPr>
      </w:pPr>
      <w:r>
        <w:rPr>
          <w:lang w:eastAsia="en-US"/>
        </w:rPr>
        <w:t xml:space="preserve">For example, suppose the program is reading an input file </w:t>
      </w:r>
      <w:r>
        <w:rPr>
          <w:rFonts w:ascii="Courier New" w:hAnsi="Courier New" w:cs="Courier New"/>
          <w:sz w:val="20"/>
          <w:szCs w:val="20"/>
          <w:lang w:eastAsia="en-US"/>
        </w:rPr>
        <w:t>"dir/file.txt"</w:t>
      </w:r>
      <w:r>
        <w:rPr>
          <w:lang w:eastAsia="en-US"/>
        </w:rPr>
        <w:t xml:space="preserve">, and encounters a filename parameter whose value is </w:t>
      </w:r>
      <w:r>
        <w:rPr>
          <w:rFonts w:ascii="Courier New" w:hAnsi="Courier New" w:cs="Courier New"/>
          <w:sz w:val="20"/>
          <w:szCs w:val="20"/>
          <w:lang w:eastAsia="en-US"/>
        </w:rPr>
        <w:t>"more.dat"</w:t>
      </w:r>
      <w:r>
        <w:rPr>
          <w:lang w:eastAsia="en-US"/>
        </w:rPr>
        <w:t xml:space="preserve">. The file that's being referenced is in the working directory where the program is being executed, i.e., </w:t>
      </w:r>
      <w:r>
        <w:rPr>
          <w:rFonts w:ascii="Courier New" w:hAnsi="Courier New" w:cs="Courier New"/>
          <w:sz w:val="20"/>
          <w:szCs w:val="20"/>
        </w:rPr>
        <w:t>"./more.dat"</w:t>
      </w:r>
      <w:r>
        <w:rPr>
          <w:lang w:eastAsia="en-US"/>
        </w:rPr>
        <w:t xml:space="preserve">; it's not the file </w:t>
      </w:r>
      <w:r>
        <w:rPr>
          <w:rFonts w:ascii="Courier New" w:hAnsi="Courier New" w:cs="Courier New"/>
          <w:sz w:val="20"/>
          <w:szCs w:val="20"/>
        </w:rPr>
        <w:t>"dir/more.dat"</w:t>
      </w:r>
      <w:r>
        <w:rPr>
          <w:lang w:eastAsia="en-US"/>
        </w:rPr>
        <w:t>.</w:t>
      </w:r>
    </w:p>
    <w:p w:rsidR="002A4C01" w:rsidRPr="006232F9" w:rsidRDefault="002A4C01">
      <w:pPr>
        <w:pStyle w:val="textbody"/>
        <w:rPr>
          <w:i/>
          <w:lang w:eastAsia="en-US"/>
        </w:rPr>
      </w:pPr>
      <w:r w:rsidRPr="006232F9">
        <w:rPr>
          <w:b/>
          <w:i/>
          <w:lang w:eastAsia="en-US"/>
        </w:rPr>
        <w:t>User Tip</w:t>
      </w:r>
      <w:r w:rsidRPr="006232F9">
        <w:rPr>
          <w:i/>
          <w:lang w:eastAsia="en-US"/>
        </w:rPr>
        <w:t xml:space="preserve">:  Beware of file type extensions.  Users often hide their file types in their file explorer.  Sometimes, the result is that a user creates a file with a double </w:t>
      </w:r>
      <w:r w:rsidR="006232F9" w:rsidRPr="006232F9">
        <w:rPr>
          <w:i/>
          <w:lang w:eastAsia="en-US"/>
        </w:rPr>
        <w:t xml:space="preserve">file extension:  </w:t>
      </w:r>
      <w:r w:rsidR="006232F9" w:rsidRPr="006232F9">
        <w:rPr>
          <w:rFonts w:ascii="Courier" w:hAnsi="Courier"/>
          <w:lang w:eastAsia="en-US"/>
        </w:rPr>
        <w:t>species.txt.txt</w:t>
      </w:r>
      <w:r w:rsidR="006232F9" w:rsidRPr="006232F9">
        <w:rPr>
          <w:rFonts w:ascii="Courier" w:hAnsi="Courier"/>
          <w:i/>
          <w:lang w:eastAsia="en-US"/>
        </w:rPr>
        <w:t xml:space="preserve"> </w:t>
      </w:r>
      <w:r w:rsidR="006232F9" w:rsidRPr="006232F9">
        <w:rPr>
          <w:i/>
          <w:lang w:eastAsia="en-US"/>
        </w:rPr>
        <w:t xml:space="preserve">that the model will not recognize.  </w:t>
      </w:r>
    </w:p>
    <w:p w:rsidR="00366635" w:rsidRDefault="00366635">
      <w:pPr>
        <w:pStyle w:val="Heading4"/>
        <w:rPr>
          <w:lang w:eastAsia="en-US"/>
        </w:rPr>
      </w:pPr>
      <w:r>
        <w:rPr>
          <w:lang w:eastAsia="en-US"/>
        </w:rPr>
        <w:t>Variables</w:t>
      </w:r>
    </w:p>
    <w:p w:rsidR="00366635" w:rsidRDefault="00366635">
      <w:pPr>
        <w:pStyle w:val="textbody"/>
      </w:pPr>
      <w:r>
        <w:t xml:space="preserve">Some file parameters allow the use of variables in their values.  A variable is a name enclosed by curly braces: </w:t>
      </w:r>
      <w:r>
        <w:rPr>
          <w:rFonts w:ascii="Courier New" w:hAnsi="Courier New" w:cs="Courier New"/>
          <w:sz w:val="20"/>
          <w:szCs w:val="20"/>
        </w:rPr>
        <w:t>"{</w:t>
      </w:r>
      <w:r>
        <w:rPr>
          <w:rFonts w:ascii="Courier New" w:hAnsi="Courier New" w:cs="Courier New"/>
          <w:i/>
          <w:iCs/>
          <w:sz w:val="20"/>
          <w:szCs w:val="20"/>
        </w:rPr>
        <w:t>name</w:t>
      </w:r>
      <w:r>
        <w:rPr>
          <w:rFonts w:ascii="Courier New" w:hAnsi="Courier New" w:cs="Courier New"/>
          <w:sz w:val="20"/>
          <w:szCs w:val="20"/>
        </w:rPr>
        <w:t>}".</w:t>
      </w:r>
      <w:r>
        <w:t xml:space="preserve">  When the file parameter value is used by the program, the variable’s name and </w:t>
      </w:r>
      <w:r>
        <w:lastRenderedPageBreak/>
        <w:t>braces are replaced with the variable’s value.  The set of variables that can be used varies among file parameters.  The documentation for a file parameter will specify which variables, if any, are permitted.</w:t>
      </w:r>
    </w:p>
    <w:p w:rsidR="00366635" w:rsidRDefault="00366635">
      <w:pPr>
        <w:pStyle w:val="textbody"/>
      </w:pPr>
      <w:r>
        <w:t>As an example, suppose an output extension generates output maps showing shade at the sites on the landscape, one map for each timestep that the extension runs.  The extension’s input file has a file parameter whose value represents the maps’ names.  The extension defines a variable called “timestep” for this file parameter; its value is the current timestep.  The user puts this variable in the parameter value to ensure that each map name is unique.</w:t>
      </w:r>
    </w:p>
    <w:p w:rsidR="00366635" w:rsidRDefault="00366635">
      <w:pPr>
        <w:pStyle w:val="textinputfile"/>
        <w:rPr>
          <w:rFonts w:cs="Times New Roman"/>
        </w:rPr>
      </w:pPr>
      <w:r>
        <w:t xml:space="preserve">MapNames  </w:t>
      </w:r>
      <w:r>
        <w:rPr>
          <w:lang w:eastAsia="en-US"/>
        </w:rPr>
        <w:t>"output/shade-{timestep}.gis"</w:t>
      </w:r>
    </w:p>
    <w:p w:rsidR="00366635" w:rsidRDefault="00366635">
      <w:pPr>
        <w:pStyle w:val="Heading3"/>
      </w:pPr>
      <w:bookmarkStart w:id="26" w:name="_Toc291480393"/>
      <w:r>
        <w:t>Output File Parameters &amp; Non-existent Directories</w:t>
      </w:r>
      <w:bookmarkEnd w:id="26"/>
    </w:p>
    <w:p w:rsidR="00366635" w:rsidRDefault="00366635">
      <w:pPr>
        <w:pStyle w:val="textbody"/>
        <w:rPr>
          <w:lang w:eastAsia="en-US"/>
        </w:rPr>
      </w:pPr>
      <w:r>
        <w:rPr>
          <w:lang w:eastAsia="en-US"/>
        </w:rPr>
        <w:t xml:space="preserve">If the name of an output file contains one or more directories that do not exist, the program will make these directories before writing the output file. For example, suppose an output file name is </w:t>
      </w:r>
      <w:r>
        <w:rPr>
          <w:rFonts w:ascii="Courier New" w:hAnsi="Courier New" w:cs="Courier New"/>
          <w:sz w:val="20"/>
          <w:szCs w:val="20"/>
        </w:rPr>
        <w:t>"dir/sub_dir/file.txt"</w:t>
      </w:r>
      <w:r>
        <w:rPr>
          <w:lang w:eastAsia="en-US"/>
        </w:rPr>
        <w:t xml:space="preserve"> and the directory </w:t>
      </w:r>
      <w:r>
        <w:rPr>
          <w:rFonts w:ascii="Courier New" w:hAnsi="Courier New" w:cs="Courier New"/>
          <w:sz w:val="20"/>
          <w:szCs w:val="20"/>
        </w:rPr>
        <w:t>"dir"</w:t>
      </w:r>
      <w:r>
        <w:rPr>
          <w:lang w:eastAsia="en-US"/>
        </w:rPr>
        <w:t xml:space="preserve"> does not exist. The program will make the directory </w:t>
      </w:r>
      <w:r>
        <w:rPr>
          <w:rFonts w:ascii="Courier New" w:hAnsi="Courier New" w:cs="Courier New"/>
          <w:sz w:val="20"/>
          <w:szCs w:val="20"/>
        </w:rPr>
        <w:t>"dir"</w:t>
      </w:r>
      <w:r>
        <w:rPr>
          <w:lang w:eastAsia="en-US"/>
        </w:rPr>
        <w:t xml:space="preserve"> and its subdirectory </w:t>
      </w:r>
      <w:r>
        <w:rPr>
          <w:rFonts w:ascii="Courier New" w:hAnsi="Courier New" w:cs="Courier New"/>
          <w:sz w:val="20"/>
          <w:szCs w:val="20"/>
        </w:rPr>
        <w:t>"dir/sub_dir"</w:t>
      </w:r>
      <w:r>
        <w:rPr>
          <w:lang w:eastAsia="en-US"/>
        </w:rPr>
        <w:t xml:space="preserve"> before creating the output file </w:t>
      </w:r>
      <w:r>
        <w:rPr>
          <w:rFonts w:ascii="Courier New" w:hAnsi="Courier New" w:cs="Courier New"/>
          <w:sz w:val="20"/>
          <w:szCs w:val="20"/>
        </w:rPr>
        <w:t>"dir/sub_dir/file.txt"</w:t>
      </w:r>
      <w:r>
        <w:rPr>
          <w:lang w:eastAsia="en-US"/>
        </w:rPr>
        <w:t>.</w:t>
      </w:r>
    </w:p>
    <w:p w:rsidR="00366635" w:rsidRDefault="00366635">
      <w:pPr>
        <w:pStyle w:val="Heading3moreindent"/>
      </w:pPr>
      <w:bookmarkStart w:id="27" w:name="_Toc291480394"/>
      <w:r>
        <w:t>Tables of Parameter Values</w:t>
      </w:r>
      <w:bookmarkEnd w:id="27"/>
    </w:p>
    <w:p w:rsidR="00366635" w:rsidRDefault="00366635">
      <w:pPr>
        <w:pStyle w:val="textbody"/>
      </w:pPr>
      <w:r>
        <w:t>A table of parameter values has one or more columns.  Column headings are, by convention, specified on comment lines as an aid to users.</w:t>
      </w:r>
    </w:p>
    <w:p w:rsidR="00366635" w:rsidRDefault="00366635">
      <w:pPr>
        <w:pStyle w:val="textinputfile"/>
      </w:pPr>
      <w:r>
        <w:t>&gt;&gt;         Map</w:t>
      </w:r>
    </w:p>
    <w:p w:rsidR="00366635" w:rsidRDefault="00366635">
      <w:pPr>
        <w:pStyle w:val="textinputfile"/>
      </w:pPr>
      <w:r>
        <w:t>&gt;&gt; Active  Code  Name   Description</w:t>
      </w:r>
    </w:p>
    <w:p w:rsidR="00366635" w:rsidRDefault="00366635">
      <w:pPr>
        <w:pStyle w:val="textinputfile"/>
      </w:pPr>
      <w:r>
        <w:t>&gt;&gt; ------  ----  -----  -----------</w:t>
      </w:r>
    </w:p>
    <w:p w:rsidR="00366635" w:rsidRDefault="00366635">
      <w:pPr>
        <w:pStyle w:val="textinputfile"/>
      </w:pPr>
      <w:r>
        <w:t xml:space="preserve">      yes    1   eco1   "Mesic soils"</w:t>
      </w:r>
    </w:p>
    <w:p w:rsidR="00366635" w:rsidRDefault="00366635">
      <w:pPr>
        <w:pStyle w:val="textinputfile"/>
      </w:pPr>
      <w:r>
        <w:t xml:space="preserve">      yes    2   eco2   "Sandy outwash plain"</w:t>
      </w:r>
    </w:p>
    <w:p w:rsidR="00366635" w:rsidRDefault="00366635">
      <w:pPr>
        <w:pStyle w:val="textinputfile"/>
      </w:pPr>
    </w:p>
    <w:p w:rsidR="00366635" w:rsidRDefault="00366635">
      <w:pPr>
        <w:pStyle w:val="textinputfile"/>
      </w:pPr>
      <w:r>
        <w:t xml:space="preserve">       -   400   water  "lakes, rivers"</w:t>
      </w:r>
    </w:p>
    <w:p w:rsidR="00366635" w:rsidRDefault="00366635">
      <w:pPr>
        <w:pStyle w:val="textinputfile"/>
      </w:pPr>
      <w:r>
        <w:t xml:space="preserve">       -    99   urban  "urban area"</w:t>
      </w:r>
    </w:p>
    <w:p w:rsidR="00366635" w:rsidRDefault="00366635">
      <w:pPr>
        <w:pStyle w:val="textinputfile"/>
      </w:pPr>
    </w:p>
    <w:p w:rsidR="00366635" w:rsidRDefault="00366635">
      <w:pPr>
        <w:pStyle w:val="textbody"/>
        <w:rPr>
          <w:lang w:eastAsia="en-US"/>
        </w:rPr>
      </w:pPr>
      <w:r>
        <w:rPr>
          <w:lang w:eastAsia="en-US"/>
        </w:rPr>
        <w:t>Each row of parameter values is a data line.  Blank lines and comment lines may be interspersed among the table’s rows.</w:t>
      </w:r>
    </w:p>
    <w:p w:rsidR="00366635" w:rsidRDefault="00366635">
      <w:pPr>
        <w:pStyle w:val="textbody"/>
        <w:rPr>
          <w:lang w:eastAsia="en-US"/>
        </w:rPr>
      </w:pPr>
      <w:r>
        <w:rPr>
          <w:lang w:eastAsia="en-US"/>
        </w:rPr>
        <w:t>If a table requires a name, the name appears on a separate data line before the table’s rows.  Table names are usually not required when an input file contains only one table.  If an input file has two consecutive parameter tables, the name of the second table will be required to denote where the first table has ended and the second table begins.</w:t>
      </w:r>
    </w:p>
    <w:p w:rsidR="00366635" w:rsidRDefault="00366635">
      <w:pPr>
        <w:pStyle w:val="Heading3moreindent"/>
      </w:pPr>
      <w:bookmarkStart w:id="28" w:name="_Toc291480395"/>
      <w:r>
        <w:lastRenderedPageBreak/>
        <w:t>LandisData Parameter</w:t>
      </w:r>
      <w:bookmarkEnd w:id="28"/>
    </w:p>
    <w:p w:rsidR="00366635" w:rsidRDefault="00366635">
      <w:pPr>
        <w:pStyle w:val="textbody"/>
        <w:rPr>
          <w:rFonts w:eastAsia="Times New Roman"/>
          <w:lang w:eastAsia="en-US"/>
        </w:rPr>
      </w:pPr>
      <w:r>
        <w:rPr>
          <w:rFonts w:eastAsia="Times New Roman"/>
          <w:lang w:eastAsia="en-US"/>
        </w:rPr>
        <w:t xml:space="preserve">The first parameter in a LANDIS-II text input file is the LandisData parameter.  This parameter requires a text value (see section </w:t>
      </w:r>
      <w:r w:rsidR="00201F86">
        <w:rPr>
          <w:rFonts w:eastAsia="Times New Roman"/>
          <w:lang w:eastAsia="en-US"/>
        </w:rPr>
        <w:fldChar w:fldCharType="begin"/>
      </w:r>
      <w:r>
        <w:rPr>
          <w:rFonts w:eastAsia="Times New Roman"/>
          <w:lang w:eastAsia="en-US"/>
        </w:rPr>
        <w:instrText xml:space="preserve"> REF _Ref109371125 \r </w:instrText>
      </w:r>
      <w:r w:rsidR="00201F86">
        <w:rPr>
          <w:rFonts w:eastAsia="Times New Roman"/>
          <w:lang w:eastAsia="en-US"/>
        </w:rPr>
        <w:fldChar w:fldCharType="separate"/>
      </w:r>
      <w:r w:rsidR="00DE7E0D">
        <w:rPr>
          <w:rFonts w:eastAsia="Times New Roman"/>
          <w:lang w:eastAsia="en-US"/>
        </w:rPr>
        <w:t>3.1.7</w:t>
      </w:r>
      <w:r w:rsidR="00201F86">
        <w:rPr>
          <w:rFonts w:eastAsia="Times New Roman"/>
          <w:lang w:eastAsia="en-US"/>
        </w:rPr>
        <w:fldChar w:fldCharType="end"/>
      </w:r>
      <w:r>
        <w:rPr>
          <w:rFonts w:eastAsia="Times New Roman"/>
          <w:lang w:eastAsia="en-US"/>
        </w:rPr>
        <w:t>) which uniquely identifies the type of data in the file.  Examples:</w:t>
      </w:r>
    </w:p>
    <w:p w:rsidR="00366635" w:rsidRDefault="00366635">
      <w:pPr>
        <w:pStyle w:val="textinputfile"/>
        <w:rPr>
          <w:lang w:eastAsia="en-US"/>
        </w:rPr>
      </w:pPr>
      <w:r>
        <w:rPr>
          <w:lang w:eastAsia="en-US"/>
        </w:rPr>
        <w:t>LandisData  Species</w:t>
      </w:r>
    </w:p>
    <w:p w:rsidR="00366635" w:rsidRDefault="00366635">
      <w:pPr>
        <w:pStyle w:val="textinputfile"/>
        <w:rPr>
          <w:rFonts w:cs="Times New Roman"/>
          <w:lang w:eastAsia="en-US"/>
        </w:rPr>
      </w:pPr>
    </w:p>
    <w:p w:rsidR="00366635" w:rsidRDefault="00366635">
      <w:pPr>
        <w:pStyle w:val="textinputfile"/>
        <w:rPr>
          <w:lang w:eastAsia="en-US"/>
        </w:rPr>
      </w:pPr>
      <w:r>
        <w:rPr>
          <w:lang w:eastAsia="en-US"/>
        </w:rPr>
        <w:t>LandisData  "Initial Communities"</w:t>
      </w:r>
    </w:p>
    <w:p w:rsidR="00366635" w:rsidRDefault="00366635">
      <w:pPr>
        <w:pStyle w:val="textinputfile"/>
        <w:rPr>
          <w:lang w:eastAsia="en-US"/>
        </w:rPr>
      </w:pPr>
    </w:p>
    <w:p w:rsidR="00366635" w:rsidRDefault="00366635">
      <w:pPr>
        <w:pStyle w:val="textbody"/>
      </w:pPr>
      <w:r>
        <w:rPr>
          <w:rFonts w:eastAsia="Times New Roman"/>
          <w:lang w:eastAsia="en-US"/>
        </w:rPr>
        <w:t>This parameters helps the program as it starts reading a text input file to quickly detect if the user has provided the wrong type of input data.</w:t>
      </w:r>
    </w:p>
    <w:p w:rsidR="00366635" w:rsidRDefault="00366635">
      <w:pPr>
        <w:pStyle w:val="Heading2"/>
      </w:pPr>
      <w:bookmarkStart w:id="29" w:name="_Toc291480396"/>
      <w:r>
        <w:t>Raster Input Maps</w:t>
      </w:r>
      <w:bookmarkEnd w:id="29"/>
    </w:p>
    <w:p w:rsidR="00366635" w:rsidRDefault="00366635" w:rsidP="00CF320D">
      <w:pPr>
        <w:pStyle w:val="textbody"/>
      </w:pPr>
      <w:r>
        <w:t xml:space="preserve">An input map is a raster data file.  LANDIS-II uses the extension in the file’s name to determine the file’s format.  </w:t>
      </w:r>
    </w:p>
    <w:p w:rsidR="00366635" w:rsidRDefault="00CF320D">
      <w:pPr>
        <w:pStyle w:val="textbody"/>
      </w:pPr>
      <w:r>
        <w:t xml:space="preserve">We have incorporated the Geospatial Data Abstraction Library (GDAL) and therefore users can now input maps from many more raster file formats.  For a list of currently available formats, visit </w:t>
      </w:r>
      <w:hyperlink r:id="rId9" w:history="1">
        <w:r w:rsidRPr="00FD397D">
          <w:rPr>
            <w:rStyle w:val="Hyperlink"/>
          </w:rPr>
          <w:t>http://www.gdal.org/formats_list.html</w:t>
        </w:r>
      </w:hyperlink>
    </w:p>
    <w:p w:rsidR="00CF320D" w:rsidRPr="00CF320D" w:rsidRDefault="00CF320D">
      <w:pPr>
        <w:pStyle w:val="textbody"/>
        <w:rPr>
          <w:i/>
        </w:rPr>
      </w:pPr>
      <w:r w:rsidRPr="00CF320D">
        <w:rPr>
          <w:b/>
          <w:i/>
        </w:rPr>
        <w:t>Note</w:t>
      </w:r>
      <w:r w:rsidRPr="00CF320D">
        <w:rPr>
          <w:i/>
        </w:rPr>
        <w:t xml:space="preserve">:  </w:t>
      </w:r>
      <w:r w:rsidR="00B672FD">
        <w:rPr>
          <w:i/>
        </w:rPr>
        <w:t xml:space="preserve">Legacy *.gis files often contain negative numbers if they were created via </w:t>
      </w:r>
      <w:r w:rsidRPr="00CF320D">
        <w:rPr>
          <w:i/>
        </w:rPr>
        <w:t>ArcGIS.</w:t>
      </w:r>
      <w:r w:rsidR="00B672FD">
        <w:rPr>
          <w:i/>
        </w:rPr>
        <w:t xml:space="preserve">  In ArcGIS, use you can the raster calculator to add the number of the lowest number to all values.  For example, if -30 is the minimum, add 30 to all values.  </w:t>
      </w:r>
      <w:r w:rsidR="00B672FD" w:rsidRPr="00B672FD">
        <w:rPr>
          <w:b/>
          <w:i/>
        </w:rPr>
        <w:t>Caution:</w:t>
      </w:r>
      <w:r w:rsidR="00B672FD">
        <w:rPr>
          <w:i/>
        </w:rPr>
        <w:t xml:space="preserve">  This only works for values that are not explicitly tied to any other input data</w:t>
      </w:r>
      <w:r w:rsidR="00121088">
        <w:rPr>
          <w:i/>
        </w:rPr>
        <w:t>, such as the initial community map</w:t>
      </w:r>
      <w:r w:rsidR="00B672FD">
        <w:rPr>
          <w:i/>
        </w:rPr>
        <w:t>.</w:t>
      </w:r>
    </w:p>
    <w:p w:rsidR="00EA05CF" w:rsidRDefault="00EA05CF">
      <w:pPr>
        <w:pStyle w:val="Heading1"/>
      </w:pPr>
      <w:bookmarkStart w:id="30" w:name="_Ref109370407"/>
      <w:bookmarkStart w:id="31" w:name="_Toc291480397"/>
      <w:r>
        <w:lastRenderedPageBreak/>
        <w:t>Output Map Formats</w:t>
      </w:r>
    </w:p>
    <w:p w:rsidR="00EA05CF" w:rsidRDefault="00EA05CF" w:rsidP="00EA05CF">
      <w:pPr>
        <w:pStyle w:val="textbody"/>
      </w:pPr>
      <w:r>
        <w:t xml:space="preserve">Beginning with LANDIS-II v6.0, users can output maps in many different formats.  These formats are derived from the Geospatial Data Abstraction Library, from which the LANDIS Spatial </w:t>
      </w:r>
      <w:r w:rsidR="00B672FD">
        <w:t xml:space="preserve">Modeling </w:t>
      </w:r>
      <w:r>
        <w:t xml:space="preserve">Library is derived.  </w:t>
      </w:r>
    </w:p>
    <w:p w:rsidR="00B672FD" w:rsidRDefault="00B672FD" w:rsidP="00EA05CF">
      <w:pPr>
        <w:pStyle w:val="textbody"/>
      </w:pPr>
      <w:r>
        <w:t>The following extensions and file types are currently supported:</w:t>
      </w:r>
    </w:p>
    <w:p w:rsidR="00B672FD" w:rsidRDefault="00B672FD" w:rsidP="00EA05CF">
      <w:pPr>
        <w:pStyle w:val="textbody"/>
      </w:pPr>
      <w:r>
        <w:t>.bin</w:t>
      </w:r>
      <w:r>
        <w:tab/>
        <w:t xml:space="preserve">ENVI .hdr-Labelled Raster </w:t>
      </w:r>
    </w:p>
    <w:p w:rsidR="00B672FD" w:rsidRDefault="00B672FD" w:rsidP="008D1734">
      <w:pPr>
        <w:pStyle w:val="textbody"/>
        <w:ind w:left="2160" w:hanging="1008"/>
      </w:pPr>
      <w:r>
        <w:t xml:space="preserve">.bmp </w:t>
      </w:r>
      <w:r>
        <w:tab/>
        <w:t xml:space="preserve">Windows Bitmap </w:t>
      </w:r>
      <w:r w:rsidR="008D1734">
        <w:t>(</w:t>
      </w:r>
      <w:r w:rsidR="008D1734" w:rsidRPr="008D1734">
        <w:rPr>
          <w:b/>
        </w:rPr>
        <w:t>Note</w:t>
      </w:r>
      <w:r w:rsidR="008D1734">
        <w:t>:  bmp is a very ‘shallow’ format that will only work with output data &lt; 255).</w:t>
      </w:r>
    </w:p>
    <w:p w:rsidR="00B672FD" w:rsidRDefault="00B672FD" w:rsidP="00EA05CF">
      <w:pPr>
        <w:pStyle w:val="textbody"/>
      </w:pPr>
      <w:r>
        <w:t xml:space="preserve">.img </w:t>
      </w:r>
      <w:r>
        <w:tab/>
        <w:t xml:space="preserve">Erdas Imagine </w:t>
      </w:r>
    </w:p>
    <w:p w:rsidR="0063308E" w:rsidRDefault="00B672FD" w:rsidP="00EA05CF">
      <w:pPr>
        <w:pStyle w:val="textbody"/>
      </w:pPr>
      <w:r>
        <w:t xml:space="preserve">.tif </w:t>
      </w:r>
      <w:r>
        <w:tab/>
        <w:t>GeoTIFF</w:t>
      </w:r>
    </w:p>
    <w:p w:rsidR="00C77025" w:rsidRDefault="00C77025" w:rsidP="00EA05CF">
      <w:pPr>
        <w:pStyle w:val="textbody"/>
      </w:pPr>
      <w:r>
        <w:t>.gis</w:t>
      </w:r>
      <w:r>
        <w:tab/>
        <w:t>ERDAS 7.4 or LAN</w:t>
      </w:r>
    </w:p>
    <w:p w:rsidR="00B672FD" w:rsidRDefault="00B672FD" w:rsidP="00EA05CF">
      <w:pPr>
        <w:pStyle w:val="textbody"/>
      </w:pPr>
      <w:r>
        <w:t>.vrt</w:t>
      </w:r>
      <w:r>
        <w:tab/>
        <w:t>Virtual Raster</w:t>
      </w:r>
    </w:p>
    <w:p w:rsidR="00B672FD" w:rsidRPr="00EA05CF" w:rsidRDefault="00B672FD" w:rsidP="00EA05CF">
      <w:pPr>
        <w:pStyle w:val="textbody"/>
      </w:pPr>
      <w:r>
        <w:t>.ingr</w:t>
      </w:r>
      <w:r>
        <w:tab/>
        <w:t>Intergraph Raster</w:t>
      </w:r>
    </w:p>
    <w:p w:rsidR="00366635" w:rsidRDefault="00366635">
      <w:pPr>
        <w:pStyle w:val="Heading1"/>
      </w:pPr>
      <w:r>
        <w:lastRenderedPageBreak/>
        <w:t>Scenario Input File</w:t>
      </w:r>
      <w:bookmarkEnd w:id="30"/>
      <w:bookmarkEnd w:id="31"/>
    </w:p>
    <w:p w:rsidR="00366635" w:rsidRDefault="00366635">
      <w:pPr>
        <w:pStyle w:val="textbody"/>
      </w:pPr>
      <w:r>
        <w:t>This file describes a single model scenario.</w:t>
      </w:r>
    </w:p>
    <w:p w:rsidR="00366635" w:rsidRDefault="00366635">
      <w:pPr>
        <w:pStyle w:val="Heading2"/>
      </w:pPr>
      <w:bookmarkStart w:id="32" w:name="_Toc291480398"/>
      <w:r>
        <w:t>Example File</w:t>
      </w:r>
      <w:bookmarkEnd w:id="32"/>
    </w:p>
    <w:p w:rsidR="00366635" w:rsidRDefault="00366635">
      <w:pPr>
        <w:pStyle w:val="textinputfile"/>
      </w:pPr>
      <w:r>
        <w:t>LandisData  Scenario</w:t>
      </w:r>
    </w:p>
    <w:p w:rsidR="00366635" w:rsidRDefault="00366635">
      <w:pPr>
        <w:pStyle w:val="textinputfile"/>
        <w:rPr>
          <w:rFonts w:cs="Times New Roman"/>
        </w:rPr>
      </w:pPr>
    </w:p>
    <w:p w:rsidR="00366635" w:rsidRDefault="00366635">
      <w:pPr>
        <w:pStyle w:val="textinputfile"/>
      </w:pPr>
      <w:r>
        <w:t>Duration  300</w:t>
      </w:r>
    </w:p>
    <w:p w:rsidR="00366635" w:rsidRDefault="00366635">
      <w:pPr>
        <w:pStyle w:val="textinputfile"/>
      </w:pPr>
    </w:p>
    <w:p w:rsidR="00366635" w:rsidRDefault="00366635">
      <w:pPr>
        <w:pStyle w:val="textinputfile"/>
      </w:pPr>
      <w:r>
        <w:t>Species   species.txt</w:t>
      </w:r>
    </w:p>
    <w:p w:rsidR="00366635" w:rsidRDefault="00366635">
      <w:pPr>
        <w:pStyle w:val="textinputfile"/>
      </w:pPr>
    </w:p>
    <w:p w:rsidR="00366635" w:rsidRDefault="00366635">
      <w:pPr>
        <w:pStyle w:val="textinputfile"/>
      </w:pPr>
      <w:r>
        <w:t>Ecoregions      ./ecoregions.txt</w:t>
      </w:r>
    </w:p>
    <w:p w:rsidR="00366635" w:rsidRDefault="00366635">
      <w:pPr>
        <w:pStyle w:val="textinputfile"/>
      </w:pPr>
      <w:r>
        <w:t>EcoregionsMap   ./ecoregions.gis</w:t>
      </w:r>
    </w:p>
    <w:p w:rsidR="00366635" w:rsidRDefault="00366635">
      <w:pPr>
        <w:pStyle w:val="textinputfile"/>
      </w:pPr>
    </w:p>
    <w:p w:rsidR="00366635" w:rsidRDefault="00366635">
      <w:pPr>
        <w:pStyle w:val="textinputfile"/>
      </w:pPr>
      <w:r>
        <w:t>CellLength  100 &lt;&lt; meters, so cell area = 1 ha</w:t>
      </w:r>
    </w:p>
    <w:p w:rsidR="00366635" w:rsidRDefault="00366635">
      <w:pPr>
        <w:pStyle w:val="textinputfile"/>
      </w:pPr>
    </w:p>
    <w:p w:rsidR="00366635" w:rsidRDefault="00366635">
      <w:pPr>
        <w:pStyle w:val="textinputfile"/>
      </w:pPr>
      <w:r>
        <w:t>&gt;&gt; Succession Extension     Initialization File</w:t>
      </w:r>
    </w:p>
    <w:p w:rsidR="00366635" w:rsidRDefault="00366635">
      <w:pPr>
        <w:pStyle w:val="textinputfile"/>
      </w:pPr>
      <w:r>
        <w:t>&gt;&gt; --------------------     -------------------</w:t>
      </w:r>
    </w:p>
    <w:p w:rsidR="00366635" w:rsidRDefault="00366635">
      <w:pPr>
        <w:pStyle w:val="textinputfile"/>
      </w:pPr>
      <w:r>
        <w:t xml:space="preserve">   "Age-only Succession"    succession.txt</w:t>
      </w:r>
    </w:p>
    <w:p w:rsidR="00366635" w:rsidRDefault="00366635">
      <w:pPr>
        <w:pStyle w:val="textinputfile"/>
      </w:pPr>
    </w:p>
    <w:p w:rsidR="00366635" w:rsidRDefault="00366635">
      <w:pPr>
        <w:pStyle w:val="textinputfile"/>
      </w:pPr>
    </w:p>
    <w:p w:rsidR="00366635" w:rsidRDefault="00366635">
      <w:pPr>
        <w:pStyle w:val="textinputfile"/>
      </w:pPr>
      <w:r>
        <w:t>&gt;&gt; Disturbance Extensions   Initialization File</w:t>
      </w:r>
    </w:p>
    <w:p w:rsidR="00366635" w:rsidRDefault="00366635">
      <w:pPr>
        <w:pStyle w:val="textinputfile"/>
      </w:pPr>
      <w:r>
        <w:t>&gt;&gt; ----------------------   -------------------</w:t>
      </w:r>
    </w:p>
    <w:p w:rsidR="00366635" w:rsidRDefault="00366635">
      <w:pPr>
        <w:pStyle w:val="textinputfile"/>
      </w:pPr>
      <w:r>
        <w:t xml:space="preserve">   "Base Wind"</w:t>
      </w:r>
      <w:r>
        <w:tab/>
      </w:r>
      <w:r>
        <w:tab/>
        <w:t xml:space="preserve">     wind.txt</w:t>
      </w:r>
    </w:p>
    <w:p w:rsidR="00366635" w:rsidRDefault="00366635">
      <w:pPr>
        <w:pStyle w:val="textinputfile"/>
      </w:pPr>
      <w:r>
        <w:t xml:space="preserve">   "Base Fire"</w:t>
      </w:r>
      <w:r>
        <w:tab/>
      </w:r>
      <w:r>
        <w:tab/>
        <w:t xml:space="preserve">     fire.txt</w:t>
      </w:r>
    </w:p>
    <w:p w:rsidR="00366635" w:rsidRDefault="00366635">
      <w:pPr>
        <w:pStyle w:val="textinputfile"/>
      </w:pPr>
    </w:p>
    <w:p w:rsidR="00366635" w:rsidRDefault="00366635">
      <w:pPr>
        <w:pStyle w:val="textinputfile"/>
      </w:pPr>
      <w:r>
        <w:t xml:space="preserve">   DisturbancesRandomOrder  yes</w:t>
      </w:r>
    </w:p>
    <w:p w:rsidR="00366635" w:rsidRDefault="00366635">
      <w:pPr>
        <w:pStyle w:val="textinputfile"/>
      </w:pPr>
    </w:p>
    <w:p w:rsidR="00366635" w:rsidRDefault="00366635">
      <w:pPr>
        <w:pStyle w:val="textinputfile"/>
      </w:pPr>
    </w:p>
    <w:p w:rsidR="00366635" w:rsidRDefault="00366635">
      <w:pPr>
        <w:pStyle w:val="textinputfile"/>
      </w:pPr>
      <w:r>
        <w:t>&gt;&gt; Output Extensions        Initialization File</w:t>
      </w:r>
    </w:p>
    <w:p w:rsidR="00366635" w:rsidRDefault="00366635">
      <w:pPr>
        <w:pStyle w:val="textinputfile"/>
      </w:pPr>
      <w:r>
        <w:t>&gt;&gt; -----------------        -------------------</w:t>
      </w:r>
    </w:p>
    <w:p w:rsidR="00366635" w:rsidRDefault="00366635">
      <w:pPr>
        <w:pStyle w:val="textinputfile"/>
      </w:pPr>
      <w:r>
        <w:t xml:space="preserve">   "Max Species Age"        max-spp-age.output.txt</w:t>
      </w:r>
    </w:p>
    <w:p w:rsidR="00366635" w:rsidRDefault="00366635">
      <w:pPr>
        <w:pStyle w:val="textinputfile"/>
      </w:pPr>
      <w:r>
        <w:t xml:space="preserve">   Reclass                  reclass.output.txt</w:t>
      </w:r>
    </w:p>
    <w:p w:rsidR="00366635" w:rsidRDefault="00366635">
      <w:pPr>
        <w:pStyle w:val="textinputfile"/>
      </w:pPr>
    </w:p>
    <w:p w:rsidR="00366635" w:rsidRDefault="00366635">
      <w:pPr>
        <w:pStyle w:val="textinputfile"/>
      </w:pPr>
    </w:p>
    <w:p w:rsidR="00366635" w:rsidRDefault="00366635">
      <w:pPr>
        <w:pStyle w:val="textinputfile"/>
      </w:pPr>
      <w:r>
        <w:t>RandomNumberSeed  4,357</w:t>
      </w:r>
    </w:p>
    <w:p w:rsidR="00366635" w:rsidRDefault="00366635">
      <w:pPr>
        <w:pStyle w:val="Heading2"/>
      </w:pPr>
      <w:bookmarkStart w:id="33" w:name="_Toc291480399"/>
      <w:r>
        <w:t>LandisData</w:t>
      </w:r>
      <w:bookmarkEnd w:id="33"/>
    </w:p>
    <w:p w:rsidR="00366635" w:rsidRDefault="00366635">
      <w:pPr>
        <w:pStyle w:val="textbody"/>
      </w:pPr>
      <w:r>
        <w:t xml:space="preserve">This parameter’s value must be </w:t>
      </w:r>
      <w:r>
        <w:rPr>
          <w:rFonts w:ascii="Courier New" w:hAnsi="Courier New" w:cs="Courier New"/>
          <w:sz w:val="20"/>
          <w:szCs w:val="20"/>
        </w:rPr>
        <w:t>"Scenario"</w:t>
      </w:r>
      <w:r>
        <w:t>.</w:t>
      </w:r>
    </w:p>
    <w:p w:rsidR="00366635" w:rsidRDefault="00366635">
      <w:pPr>
        <w:pStyle w:val="Heading2"/>
      </w:pPr>
      <w:bookmarkStart w:id="34" w:name="_Toc291480400"/>
      <w:r>
        <w:t>Duration</w:t>
      </w:r>
      <w:bookmarkEnd w:id="34"/>
    </w:p>
    <w:p w:rsidR="00366635" w:rsidRDefault="00366635">
      <w:pPr>
        <w:pStyle w:val="textbody"/>
      </w:pPr>
      <w:r>
        <w:t>This parameter represents how long the scenario lasts.  Value: integer &gt; 0.  Units: years.</w:t>
      </w:r>
    </w:p>
    <w:p w:rsidR="00366635" w:rsidRDefault="00366635">
      <w:pPr>
        <w:pStyle w:val="Heading2"/>
      </w:pPr>
      <w:bookmarkStart w:id="35" w:name="_Toc291480401"/>
      <w:r>
        <w:lastRenderedPageBreak/>
        <w:t>Species</w:t>
      </w:r>
      <w:bookmarkEnd w:id="35"/>
    </w:p>
    <w:p w:rsidR="00366635" w:rsidRDefault="00366635">
      <w:pPr>
        <w:pStyle w:val="textbody"/>
      </w:pPr>
      <w:r>
        <w:t xml:space="preserve">This parameter is the file which contains the species’ parameters (see chapter </w:t>
      </w:r>
      <w:fldSimple w:instr=" REF _Ref75942678 \r ">
        <w:r w:rsidR="00DE7E0D">
          <w:t>5</w:t>
        </w:r>
      </w:fldSimple>
      <w:r>
        <w:t>).</w:t>
      </w:r>
    </w:p>
    <w:p w:rsidR="00366635" w:rsidRDefault="00366635">
      <w:pPr>
        <w:pStyle w:val="Heading2"/>
      </w:pPr>
      <w:bookmarkStart w:id="36" w:name="_Toc291480402"/>
      <w:r>
        <w:t>Ecoregions</w:t>
      </w:r>
      <w:bookmarkEnd w:id="36"/>
    </w:p>
    <w:p w:rsidR="00366635" w:rsidRDefault="00366635">
      <w:pPr>
        <w:pStyle w:val="textbody"/>
      </w:pPr>
      <w:r>
        <w:t xml:space="preserve">This parameter is the file which contains the definitions of the ecoregions on the landscape (see chapter </w:t>
      </w:r>
      <w:fldSimple w:instr=" REF _Ref109371236 \r ">
        <w:r w:rsidR="00DE7E0D">
          <w:t>6</w:t>
        </w:r>
      </w:fldSimple>
      <w:r>
        <w:t>).</w:t>
      </w:r>
    </w:p>
    <w:p w:rsidR="00366635" w:rsidRDefault="00366635">
      <w:pPr>
        <w:pStyle w:val="Heading2"/>
      </w:pPr>
      <w:bookmarkStart w:id="37" w:name="_Ref109371303"/>
      <w:bookmarkStart w:id="38" w:name="_Ref109371818"/>
      <w:bookmarkStart w:id="39" w:name="_Toc291480403"/>
      <w:r>
        <w:t>EcoregionsMap</w:t>
      </w:r>
      <w:bookmarkEnd w:id="37"/>
      <w:bookmarkEnd w:id="38"/>
      <w:bookmarkEnd w:id="39"/>
    </w:p>
    <w:p w:rsidR="00366635" w:rsidRDefault="00366635">
      <w:pPr>
        <w:pStyle w:val="textbody"/>
      </w:pPr>
      <w:r>
        <w:t xml:space="preserve">This parameter is the input map showing where the ecoregions are located on the landscape.  Each cell value must be one of the map codes listed in the ecoregions input file (see chapter </w:t>
      </w:r>
      <w:fldSimple w:instr=" REF _Ref109371236 \r ">
        <w:r w:rsidR="00DE7E0D">
          <w:t>6</w:t>
        </w:r>
      </w:fldSimple>
      <w:r>
        <w:t>).</w:t>
      </w:r>
    </w:p>
    <w:p w:rsidR="00366635" w:rsidRDefault="00366635">
      <w:pPr>
        <w:pStyle w:val="Heading2"/>
      </w:pPr>
      <w:bookmarkStart w:id="40" w:name="_Toc291480404"/>
      <w:r>
        <w:t>CellLength</w:t>
      </w:r>
      <w:bookmarkEnd w:id="40"/>
    </w:p>
    <w:p w:rsidR="00366635" w:rsidRDefault="00366635">
      <w:pPr>
        <w:pStyle w:val="textbody"/>
      </w:pPr>
      <w:r>
        <w:t xml:space="preserve">This parameter is the length of a cell’s edge in the ecoregions map (see section </w:t>
      </w:r>
      <w:fldSimple w:instr=" REF _Ref109371303 \r ">
        <w:r w:rsidR="00DE7E0D">
          <w:t>4.6</w:t>
        </w:r>
      </w:fldSimple>
      <w:r>
        <w:t xml:space="preserve">).  Value: number &gt; 0.  Units: meter.  The cells are assumed to be square.  If the ecoregions map has a cell length in its metadata, that cell length is compared with this parameter.  The program reports the result of the comparison.  </w:t>
      </w:r>
      <w:r>
        <w:rPr>
          <w:b/>
          <w:bCs/>
        </w:rPr>
        <w:t>If they differ, the program uses the value specified by this parameter</w:t>
      </w:r>
      <w:r>
        <w:t>.  In other words, this parameter overrides the cell length in the map’s metadata.</w:t>
      </w:r>
    </w:p>
    <w:p w:rsidR="00366635" w:rsidRDefault="00366635">
      <w:pPr>
        <w:pStyle w:val="textbody"/>
      </w:pPr>
      <w:r>
        <w:t>This parameter is optional.  If it is not present in the file, then the ecoregions map must have a cell length.</w:t>
      </w:r>
    </w:p>
    <w:p w:rsidR="00366635" w:rsidRDefault="00366635">
      <w:pPr>
        <w:pStyle w:val="Heading2"/>
      </w:pPr>
      <w:bookmarkStart w:id="41" w:name="_Toc291480405"/>
      <w:r>
        <w:t>Extensions Table</w:t>
      </w:r>
      <w:bookmarkEnd w:id="41"/>
    </w:p>
    <w:p w:rsidR="00366635" w:rsidRDefault="00366635">
      <w:pPr>
        <w:pStyle w:val="textbody"/>
      </w:pPr>
      <w:r>
        <w:t>This table lists the extensions (plug-ins) used in the scenario.  Each row in the table specifies one extension.  Extensions must be in the table in an order based on their type: succession first, then disturbance, and finally output.  The table has two columns.</w:t>
      </w:r>
    </w:p>
    <w:p w:rsidR="00366635" w:rsidRDefault="00366635">
      <w:pPr>
        <w:pStyle w:val="Heading3"/>
      </w:pPr>
      <w:bookmarkStart w:id="42" w:name="_Toc291480406"/>
      <w:r>
        <w:t>Extension (Plug-in) Column</w:t>
      </w:r>
      <w:bookmarkEnd w:id="42"/>
    </w:p>
    <w:p w:rsidR="00366635" w:rsidRDefault="00366635">
      <w:pPr>
        <w:pStyle w:val="textbody"/>
      </w:pPr>
      <w:r>
        <w:t xml:space="preserve">This column is the extension’s name.  The user can view a list of </w:t>
      </w:r>
      <w:r w:rsidR="00C36596">
        <w:t>extensions</w:t>
      </w:r>
      <w:r>
        <w:t xml:space="preserve"> installed on her computer by </w:t>
      </w:r>
      <w:r w:rsidR="00F432A9">
        <w:t>looking at the on-line LANDIS-II documentation page (Start</w:t>
      </w:r>
      <w:r w:rsidR="00F432A9">
        <w:rPr>
          <w:sz w:val="20"/>
          <w:szCs w:val="20"/>
        </w:rPr>
        <w:sym w:font="Webdings" w:char="F034"/>
      </w:r>
      <w:r w:rsidR="00F432A9">
        <w:t>All Programs</w:t>
      </w:r>
      <w:r w:rsidR="00F432A9">
        <w:rPr>
          <w:sz w:val="20"/>
          <w:szCs w:val="20"/>
        </w:rPr>
        <w:sym w:font="Webdings" w:char="F034"/>
      </w:r>
      <w:r w:rsidR="00F432A9">
        <w:t>Landis-II</w:t>
      </w:r>
      <w:r w:rsidR="00F432A9">
        <w:rPr>
          <w:sz w:val="20"/>
          <w:szCs w:val="20"/>
        </w:rPr>
        <w:sym w:font="Webdings" w:char="F034"/>
      </w:r>
      <w:r w:rsidR="00F432A9">
        <w:t xml:space="preserve"> Documentation)</w:t>
      </w:r>
      <w:r>
        <w:t>.</w:t>
      </w:r>
    </w:p>
    <w:p w:rsidR="00366635" w:rsidRDefault="00366635">
      <w:pPr>
        <w:pStyle w:val="Heading3"/>
      </w:pPr>
      <w:bookmarkStart w:id="43" w:name="_Toc291480407"/>
      <w:r>
        <w:t>Initialization File Column</w:t>
      </w:r>
      <w:bookmarkEnd w:id="43"/>
    </w:p>
    <w:p w:rsidR="00366635" w:rsidRDefault="00366635">
      <w:pPr>
        <w:pStyle w:val="textbody"/>
      </w:pPr>
      <w:r>
        <w:t>This column is the file with the input parameters used by the extension.  The extension’s user guide describes the format of that file.</w:t>
      </w:r>
    </w:p>
    <w:p w:rsidR="00366635" w:rsidRDefault="00366635">
      <w:pPr>
        <w:pStyle w:val="Heading3"/>
      </w:pPr>
      <w:bookmarkStart w:id="44" w:name="_Toc291480408"/>
      <w:r>
        <w:lastRenderedPageBreak/>
        <w:t>Succession Extension</w:t>
      </w:r>
      <w:bookmarkEnd w:id="44"/>
    </w:p>
    <w:p w:rsidR="00366635" w:rsidRDefault="00366635">
      <w:pPr>
        <w:pStyle w:val="textbody"/>
      </w:pPr>
      <w:r>
        <w:t>The first extension in the table must be a succession extension.  The table must have just one succession extension.</w:t>
      </w:r>
    </w:p>
    <w:p w:rsidR="00366635" w:rsidRDefault="00366635">
      <w:pPr>
        <w:pStyle w:val="Heading3"/>
      </w:pPr>
      <w:bookmarkStart w:id="45" w:name="_Toc291480409"/>
      <w:r>
        <w:t>Disturbance Extensions</w:t>
      </w:r>
      <w:bookmarkEnd w:id="45"/>
    </w:p>
    <w:p w:rsidR="00366635" w:rsidRDefault="00366635">
      <w:pPr>
        <w:pStyle w:val="textbody"/>
      </w:pPr>
      <w:r>
        <w:t>A scenario may have zero or more disturbance extensions.</w:t>
      </w:r>
    </w:p>
    <w:p w:rsidR="00366635" w:rsidRDefault="00366635">
      <w:pPr>
        <w:pStyle w:val="Heading3"/>
      </w:pPr>
      <w:bookmarkStart w:id="46" w:name="_Toc291480410"/>
      <w:r>
        <w:t>DisturbanceRandomOrder</w:t>
      </w:r>
      <w:bookmarkEnd w:id="46"/>
    </w:p>
    <w:p w:rsidR="00366635" w:rsidRDefault="00366635">
      <w:pPr>
        <w:pStyle w:val="textbody"/>
      </w:pPr>
      <w:r>
        <w:t>This yes/no parameter determines if the disturbances occur in random order (see section 5.3.1 in the model’s conceptual description).  A yes value directs LANDIS-II to run any disturbance extensions that occur at the same timestep in a random order.  A no value directs the model to run disturbance extensions in the order that they appear in the table.</w:t>
      </w:r>
    </w:p>
    <w:p w:rsidR="00366635" w:rsidRDefault="00366635">
      <w:pPr>
        <w:pStyle w:val="textbody"/>
      </w:pPr>
      <w:r>
        <w:t>The parameter is optional.  If it is not in the table, then the default value is no (LANDIS-II runs disturbance extensions in the order that they appear in the table).</w:t>
      </w:r>
    </w:p>
    <w:p w:rsidR="00366635" w:rsidRDefault="00366635">
      <w:pPr>
        <w:pStyle w:val="Heading3"/>
      </w:pPr>
      <w:bookmarkStart w:id="47" w:name="_Ref133338382"/>
      <w:bookmarkStart w:id="48" w:name="_Ref133338412"/>
      <w:bookmarkStart w:id="49" w:name="_Toc291480411"/>
      <w:r>
        <w:t>O</w:t>
      </w:r>
      <w:r w:rsidR="00F432A9">
        <w:t>ther</w:t>
      </w:r>
      <w:r>
        <w:t xml:space="preserve"> Extensions</w:t>
      </w:r>
      <w:bookmarkEnd w:id="47"/>
      <w:bookmarkEnd w:id="48"/>
      <w:bookmarkEnd w:id="49"/>
    </w:p>
    <w:p w:rsidR="00366635" w:rsidRDefault="00366635">
      <w:pPr>
        <w:pStyle w:val="textbody"/>
      </w:pPr>
      <w:r>
        <w:t xml:space="preserve">The table </w:t>
      </w:r>
      <w:r w:rsidR="00F432A9">
        <w:t>may</w:t>
      </w:r>
      <w:r>
        <w:t xml:space="preserve"> have one or more ot</w:t>
      </w:r>
      <w:r w:rsidR="00F432A9">
        <w:t>her extensions whose types are not succession or disturbance, for example, an output extension or a meta-population extension.</w:t>
      </w:r>
    </w:p>
    <w:p w:rsidR="00366635" w:rsidRDefault="00366635">
      <w:pPr>
        <w:pStyle w:val="Heading2"/>
      </w:pPr>
      <w:bookmarkStart w:id="50" w:name="_Toc291480412"/>
      <w:r>
        <w:t>RandomNumberSeed</w:t>
      </w:r>
      <w:bookmarkEnd w:id="50"/>
    </w:p>
    <w:p w:rsidR="00366635" w:rsidRDefault="00366635">
      <w:pPr>
        <w:pStyle w:val="textbody"/>
      </w:pPr>
      <w:r>
        <w:t>This parameter is the integer value that the program uses to initialize its internal random-number generator.  Value: integer ≠ 0.  This parameter allows the user to reproduce the same output for a scenario; very useful when working with a stochastic model like LANDIS-II.</w:t>
      </w:r>
    </w:p>
    <w:p w:rsidR="00366635" w:rsidRDefault="00366635">
      <w:pPr>
        <w:pStyle w:val="textbody"/>
      </w:pPr>
      <w:r>
        <w:t>The parameter is optional.  If it is not present in the file, the program uses a random value based on the current system time to initialize the generator.  The program displays this initialization value so that it can be used to reproduce the scenario’s output if need be.</w:t>
      </w:r>
    </w:p>
    <w:p w:rsidR="00366635" w:rsidRDefault="00366635">
      <w:pPr>
        <w:pStyle w:val="textbody"/>
      </w:pPr>
    </w:p>
    <w:p w:rsidR="00366635" w:rsidRDefault="00366635">
      <w:pPr>
        <w:pStyle w:val="Heading1"/>
      </w:pPr>
      <w:bookmarkStart w:id="51" w:name="_Ref75942678"/>
      <w:bookmarkStart w:id="52" w:name="_Toc75951514"/>
      <w:bookmarkStart w:id="53" w:name="_Toc291480413"/>
      <w:bookmarkStart w:id="54" w:name="_Ref75570557"/>
      <w:r>
        <w:lastRenderedPageBreak/>
        <w:t>Species Input File</w:t>
      </w:r>
      <w:bookmarkEnd w:id="51"/>
      <w:bookmarkEnd w:id="52"/>
      <w:bookmarkEnd w:id="53"/>
    </w:p>
    <w:p w:rsidR="00366635" w:rsidRDefault="00366635">
      <w:pPr>
        <w:pStyle w:val="textbody"/>
      </w:pPr>
      <w:r>
        <w:t>This file contains a table of basic parameters for tree species.  Each row in the table has the parameters for one species.</w:t>
      </w:r>
    </w:p>
    <w:p w:rsidR="00366635" w:rsidRDefault="00366635">
      <w:pPr>
        <w:pStyle w:val="textbody"/>
      </w:pPr>
      <w:r>
        <w:t>Extensions may require additional species-specific parameters, for example, reclassification map coefficient, leaf longevity, foliage combustibility.  These additional parameters are specified in the initialization files for those extensions.</w:t>
      </w:r>
    </w:p>
    <w:p w:rsidR="00366635" w:rsidRDefault="00366635">
      <w:pPr>
        <w:pStyle w:val="Heading2"/>
      </w:pPr>
      <w:bookmarkStart w:id="55" w:name="_Toc291480414"/>
      <w:r>
        <w:t>Example File</w:t>
      </w:r>
      <w:bookmarkEnd w:id="55"/>
    </w:p>
    <w:p w:rsidR="00366635" w:rsidRDefault="00366635">
      <w:pPr>
        <w:pStyle w:val="textbody"/>
      </w:pPr>
      <w:r>
        <w:t>See Figure 1.</w:t>
      </w:r>
    </w:p>
    <w:p w:rsidR="00366635" w:rsidRDefault="00366635">
      <w:pPr>
        <w:pStyle w:val="textbody"/>
        <w:ind w:left="561"/>
        <w:sectPr w:rsidR="00366635">
          <w:headerReference w:type="default" r:id="rId10"/>
          <w:footerReference w:type="default" r:id="rId11"/>
          <w:pgSz w:w="12240" w:h="15840" w:code="1"/>
          <w:pgMar w:top="1627" w:right="1627" w:bottom="2707" w:left="1627" w:header="935" w:footer="720" w:gutter="0"/>
          <w:pgNumType w:start="1"/>
          <w:cols w:space="720"/>
          <w:docGrid w:linePitch="360"/>
        </w:sectPr>
      </w:pPr>
    </w:p>
    <w:p w:rsidR="00366635" w:rsidRDefault="00366635">
      <w:pPr>
        <w:pStyle w:val="textbody"/>
        <w:ind w:left="0"/>
      </w:pPr>
      <w:r>
        <w:lastRenderedPageBreak/>
        <w:t>Figure 1 – Example of species input file.</w:t>
      </w:r>
    </w:p>
    <w:p w:rsidR="00366635" w:rsidRDefault="00366635">
      <w:pPr>
        <w:pStyle w:val="textinputfile"/>
        <w:rPr>
          <w:rFonts w:cs="Times New Roman"/>
        </w:rPr>
      </w:pP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LandisData  Species</w:t>
      </w:r>
    </w:p>
    <w:p w:rsidR="00366635" w:rsidRDefault="00366635">
      <w:pPr>
        <w:autoSpaceDE w:val="0"/>
        <w:autoSpaceDN w:val="0"/>
        <w:adjustRightInd w:val="0"/>
        <w:ind w:left="374"/>
        <w:rPr>
          <w:rFonts w:ascii="Courier New" w:eastAsia="Times New Roman" w:hAnsi="Courier New"/>
          <w:sz w:val="18"/>
          <w:szCs w:val="18"/>
          <w:lang w:eastAsia="en-US"/>
        </w:rPr>
      </w:pP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&gt;&gt;                      Sexual    Shade  Fire  Seed Disperal Dist  Vegetative   Sprout Age  Post-Fire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&gt;&gt; Name      Longevity  Maturity  Tol.   Tol.  Effective  Maximum  Reprod Prob  Min   Max   Regen</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&gt;&gt; ----      ---------  --------  -----  ----  ---------  -------  -----------  ----------  --------</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abiebals    200        25        5     1       130        160       0.0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acerrubr    150        10        4     1       100        200       0.5        0   100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acersacc    300        40        5     1       100        200       0.1       10    60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betualle    300        40        4     2       100        400       0.1       10   180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betupapy    100        30        2     2       200      5,000       0.5       10    70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piceglau    300        25        3     2        30        200       0.0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pinubank    100        15        1     3        30        100       0          0     0   serotiny</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pinuresi    200        35        2     4        30        275       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pinustro    400        40        3     3        60        210       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poputrem    100        20        1     1     1,000      5,000       0.9       10   100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querelli    300        35        2     2        30      3,000       0.75      30   280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quermacr    300        30        2     5        30      1,000       0.9       10   300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querrubr    250        25        3     2        30      3,000       0.75      20   200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tiliamer    250        30        4     2        30        120       0.1       10   200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tsugcana    450        30        5     2        30        100       0          0     0   none</w:t>
      </w:r>
    </w:p>
    <w:p w:rsidR="00366635" w:rsidRDefault="00366635">
      <w:pPr>
        <w:pStyle w:val="textinputfile"/>
        <w:ind w:left="374" w:right="99"/>
        <w:rPr>
          <w:rFonts w:cs="Times New Roman"/>
          <w:sz w:val="18"/>
          <w:szCs w:val="18"/>
        </w:rPr>
        <w:sectPr w:rsidR="00366635">
          <w:pgSz w:w="15840" w:h="12240" w:orient="landscape" w:code="1"/>
          <w:pgMar w:top="1627" w:right="1627" w:bottom="1627" w:left="2707" w:header="936" w:footer="720" w:gutter="0"/>
          <w:cols w:space="720"/>
          <w:docGrid w:linePitch="360"/>
        </w:sectPr>
      </w:pPr>
    </w:p>
    <w:p w:rsidR="00366635" w:rsidRDefault="00366635">
      <w:pPr>
        <w:pStyle w:val="Heading2"/>
      </w:pPr>
      <w:bookmarkStart w:id="56" w:name="_Toc291480415"/>
      <w:r>
        <w:lastRenderedPageBreak/>
        <w:t>LandisData</w:t>
      </w:r>
      <w:bookmarkEnd w:id="56"/>
    </w:p>
    <w:p w:rsidR="00366635" w:rsidRDefault="00366635">
      <w:pPr>
        <w:pStyle w:val="textbody"/>
      </w:pPr>
      <w:r>
        <w:t xml:space="preserve">This parameter’s value must be </w:t>
      </w:r>
      <w:r>
        <w:rPr>
          <w:rFonts w:ascii="Courier New" w:hAnsi="Courier New" w:cs="Courier New"/>
          <w:sz w:val="20"/>
          <w:szCs w:val="20"/>
        </w:rPr>
        <w:t>"Species"</w:t>
      </w:r>
      <w:r>
        <w:t>.</w:t>
      </w:r>
    </w:p>
    <w:p w:rsidR="00366635" w:rsidRDefault="00366635">
      <w:pPr>
        <w:pStyle w:val="Heading2"/>
        <w:rPr>
          <w:lang w:eastAsia="en-US"/>
        </w:rPr>
      </w:pPr>
      <w:bookmarkStart w:id="57" w:name="_Toc291480416"/>
      <w:r>
        <w:rPr>
          <w:lang w:eastAsia="en-US"/>
        </w:rPr>
        <w:t>Table Fields</w:t>
      </w:r>
      <w:bookmarkEnd w:id="57"/>
    </w:p>
    <w:p w:rsidR="00366635" w:rsidRDefault="00366635">
      <w:pPr>
        <w:pStyle w:val="Heading3"/>
        <w:rPr>
          <w:lang w:eastAsia="en-US"/>
        </w:rPr>
      </w:pPr>
      <w:bookmarkStart w:id="58" w:name="_Toc291480417"/>
      <w:r>
        <w:rPr>
          <w:lang w:eastAsia="en-US"/>
        </w:rPr>
        <w:t>Species name</w:t>
      </w:r>
      <w:bookmarkEnd w:id="58"/>
    </w:p>
    <w:p w:rsidR="00366635" w:rsidRDefault="00366635">
      <w:pPr>
        <w:pStyle w:val="textbody"/>
      </w:pPr>
      <w:r>
        <w:t>This text parameter is the species’ name.  Each name must appear only once in the table.  The names can appear in any order in the table.</w:t>
      </w:r>
    </w:p>
    <w:p w:rsidR="00366635" w:rsidRDefault="00366635">
      <w:pPr>
        <w:pStyle w:val="Heading3"/>
        <w:rPr>
          <w:lang w:eastAsia="en-US"/>
        </w:rPr>
      </w:pPr>
      <w:bookmarkStart w:id="59" w:name="_Ref109371896"/>
      <w:bookmarkStart w:id="60" w:name="_Toc291480418"/>
      <w:r>
        <w:rPr>
          <w:lang w:eastAsia="en-US"/>
        </w:rPr>
        <w:t>Longevity</w:t>
      </w:r>
      <w:bookmarkEnd w:id="59"/>
      <w:bookmarkEnd w:id="60"/>
    </w:p>
    <w:p w:rsidR="00366635" w:rsidRDefault="00366635">
      <w:pPr>
        <w:pStyle w:val="textbody"/>
      </w:pPr>
      <w:r>
        <w:t>This parameter is the species’ maximum age.  Value: integer &gt; 0.  Units: years.</w:t>
      </w:r>
    </w:p>
    <w:p w:rsidR="00366635" w:rsidRDefault="00366635">
      <w:pPr>
        <w:pStyle w:val="Heading3"/>
        <w:rPr>
          <w:lang w:eastAsia="en-US"/>
        </w:rPr>
      </w:pPr>
      <w:bookmarkStart w:id="61" w:name="_Toc291480419"/>
      <w:r>
        <w:rPr>
          <w:lang w:eastAsia="en-US"/>
        </w:rPr>
        <w:t>Sexual maturity</w:t>
      </w:r>
      <w:bookmarkEnd w:id="61"/>
    </w:p>
    <w:p w:rsidR="00366635" w:rsidRDefault="00366635">
      <w:pPr>
        <w:pStyle w:val="textbody"/>
      </w:pPr>
      <w:r>
        <w:t>This parameter is the age at which the species matures sexually.  Value: 0 &lt; integer ≤ Longevity.  Units: years.</w:t>
      </w:r>
    </w:p>
    <w:p w:rsidR="00366635" w:rsidRDefault="00366635">
      <w:pPr>
        <w:pStyle w:val="Heading3"/>
        <w:rPr>
          <w:lang w:eastAsia="en-US"/>
        </w:rPr>
      </w:pPr>
      <w:bookmarkStart w:id="62" w:name="_Toc291480420"/>
      <w:r>
        <w:rPr>
          <w:lang w:eastAsia="en-US"/>
        </w:rPr>
        <w:t>Shade tolerance</w:t>
      </w:r>
      <w:bookmarkEnd w:id="62"/>
    </w:p>
    <w:p w:rsidR="00366635" w:rsidRDefault="00366635">
      <w:pPr>
        <w:pStyle w:val="textbody"/>
      </w:pPr>
      <w:r>
        <w:t>This parameter represents the species’ tolerance to shade.  Value: integer between 1 (lowest tolerance) and 5 (highest tolerance).</w:t>
      </w:r>
    </w:p>
    <w:p w:rsidR="00366635" w:rsidRDefault="00366635">
      <w:pPr>
        <w:pStyle w:val="Heading3"/>
        <w:rPr>
          <w:lang w:eastAsia="en-US"/>
        </w:rPr>
      </w:pPr>
      <w:bookmarkStart w:id="63" w:name="_Toc291480421"/>
      <w:r>
        <w:rPr>
          <w:lang w:eastAsia="en-US"/>
        </w:rPr>
        <w:t>Fire tolerance</w:t>
      </w:r>
      <w:bookmarkEnd w:id="63"/>
    </w:p>
    <w:p w:rsidR="00366635" w:rsidRDefault="00366635">
      <w:pPr>
        <w:pStyle w:val="textbody"/>
      </w:pPr>
      <w:r>
        <w:t>This parameter represents the species’ tolerance to fire.  Value: integer between 1 (lowest tolerance) and 5 (highest tolerance).</w:t>
      </w:r>
    </w:p>
    <w:p w:rsidR="00366635" w:rsidRDefault="00366635">
      <w:pPr>
        <w:pStyle w:val="Heading3"/>
        <w:rPr>
          <w:lang w:eastAsia="en-US"/>
        </w:rPr>
      </w:pPr>
      <w:bookmarkStart w:id="64" w:name="_Toc291480422"/>
      <w:r>
        <w:rPr>
          <w:lang w:eastAsia="en-US"/>
        </w:rPr>
        <w:t>Effective seeding distance</w:t>
      </w:r>
      <w:bookmarkEnd w:id="64"/>
    </w:p>
    <w:p w:rsidR="00366635" w:rsidRDefault="00366635">
      <w:pPr>
        <w:pStyle w:val="textbody"/>
      </w:pPr>
      <w:r>
        <w:t>This parameter is the species’ effective distance for dispersing seeds.  Value: 0 &lt; integer ≤ Max Seed Dist.  Units: meters.</w:t>
      </w:r>
    </w:p>
    <w:p w:rsidR="00366635" w:rsidRDefault="00366635">
      <w:pPr>
        <w:pStyle w:val="textbody"/>
        <w:rPr>
          <w:b/>
          <w:bCs/>
        </w:rPr>
      </w:pPr>
      <w:r>
        <w:rPr>
          <w:b/>
          <w:bCs/>
        </w:rPr>
        <w:t>Optional Universal Dispersal:</w:t>
      </w:r>
    </w:p>
    <w:p w:rsidR="00366635" w:rsidRDefault="00366635">
      <w:pPr>
        <w:pStyle w:val="textbody"/>
      </w:pPr>
      <w:r>
        <w:t xml:space="preserve">The User may enter –1 or “uni” for the effective seed distance, indicating that this species has seeds that are universally distributed, i.e., there are seed source limitations to the availability of seeds.  Such may be the case if a species, such as aspen, has a long-lived seed bank.  </w:t>
      </w:r>
    </w:p>
    <w:p w:rsidR="00366635" w:rsidRDefault="00366635">
      <w:pPr>
        <w:pStyle w:val="Heading3"/>
        <w:rPr>
          <w:lang w:eastAsia="en-US"/>
        </w:rPr>
      </w:pPr>
      <w:bookmarkStart w:id="65" w:name="_Toc291480423"/>
      <w:r>
        <w:rPr>
          <w:lang w:eastAsia="en-US"/>
        </w:rPr>
        <w:t>Maximum seeding distance</w:t>
      </w:r>
      <w:bookmarkEnd w:id="65"/>
    </w:p>
    <w:p w:rsidR="00366635" w:rsidRDefault="00366635">
      <w:pPr>
        <w:pStyle w:val="textbody"/>
      </w:pPr>
      <w:r>
        <w:t>This parameter is the species’ maximum distance for dispersing seeds.  Value: integer &gt; 0.  Units: meters.</w:t>
      </w:r>
    </w:p>
    <w:p w:rsidR="00366635" w:rsidRDefault="00366635">
      <w:pPr>
        <w:pStyle w:val="Heading3"/>
        <w:rPr>
          <w:lang w:eastAsia="en-US"/>
        </w:rPr>
      </w:pPr>
      <w:bookmarkStart w:id="66" w:name="_Toc291480424"/>
      <w:r>
        <w:rPr>
          <w:lang w:eastAsia="en-US"/>
        </w:rPr>
        <w:lastRenderedPageBreak/>
        <w:t>Vegetative reproduction probability</w:t>
      </w:r>
      <w:bookmarkEnd w:id="66"/>
    </w:p>
    <w:p w:rsidR="00366635" w:rsidRDefault="00366635">
      <w:pPr>
        <w:pStyle w:val="textbody"/>
      </w:pPr>
      <w:r>
        <w:t>This parameter is the probability that the species resprouts (vegetation reproduction).  Value: 0.0 ≤ number ≤ 1.0</w:t>
      </w:r>
    </w:p>
    <w:p w:rsidR="00366635" w:rsidRDefault="00366635">
      <w:pPr>
        <w:pStyle w:val="Heading3"/>
        <w:rPr>
          <w:lang w:eastAsia="en-US"/>
        </w:rPr>
      </w:pPr>
      <w:bookmarkStart w:id="67" w:name="_Toc291480425"/>
      <w:r>
        <w:rPr>
          <w:lang w:eastAsia="en-US"/>
        </w:rPr>
        <w:t>Minimum resprouting age</w:t>
      </w:r>
      <w:bookmarkEnd w:id="67"/>
    </w:p>
    <w:p w:rsidR="00366635" w:rsidRDefault="00366635">
      <w:pPr>
        <w:pStyle w:val="textbody"/>
      </w:pPr>
      <w:r>
        <w:t>This parameter is the minimum age required for the species to resprout.  Value: 0 &lt; integer ≤ Longevity.  Units: years.</w:t>
      </w:r>
    </w:p>
    <w:p w:rsidR="00366635" w:rsidRDefault="00366635">
      <w:pPr>
        <w:pStyle w:val="Heading3"/>
        <w:rPr>
          <w:lang w:eastAsia="en-US"/>
        </w:rPr>
      </w:pPr>
      <w:bookmarkStart w:id="68" w:name="_Toc291480426"/>
      <w:r>
        <w:rPr>
          <w:lang w:eastAsia="en-US"/>
        </w:rPr>
        <w:t>Maximum resprouting age</w:t>
      </w:r>
      <w:bookmarkEnd w:id="68"/>
    </w:p>
    <w:p w:rsidR="00366635" w:rsidRDefault="00366635">
      <w:pPr>
        <w:pStyle w:val="textbody"/>
      </w:pPr>
      <w:r>
        <w:t>This parameter is the maximum age required for the species to resprout.  Value: Min Sprout Age ≤ integer ≤ Longevity.  Units: years.</w:t>
      </w:r>
    </w:p>
    <w:p w:rsidR="00366635" w:rsidRDefault="00366635">
      <w:pPr>
        <w:pStyle w:val="Heading3"/>
        <w:rPr>
          <w:lang w:eastAsia="en-US"/>
        </w:rPr>
      </w:pPr>
      <w:bookmarkStart w:id="69" w:name="_Toc291480427"/>
      <w:r>
        <w:rPr>
          <w:lang w:eastAsia="en-US"/>
        </w:rPr>
        <w:t>Post-fire regeneration</w:t>
      </w:r>
      <w:bookmarkEnd w:id="69"/>
    </w:p>
    <w:p w:rsidR="00366635" w:rsidRDefault="00366635">
      <w:pPr>
        <w:pStyle w:val="textbody"/>
      </w:pPr>
      <w:r>
        <w:t xml:space="preserve">This parameter describes the form of reproduction (regeneration) that the species does after fire events.  Valid values are </w:t>
      </w:r>
      <w:r>
        <w:rPr>
          <w:rFonts w:ascii="Courier New" w:hAnsi="Courier New" w:cs="Courier New"/>
          <w:sz w:val="20"/>
          <w:szCs w:val="20"/>
        </w:rPr>
        <w:t>"none"</w:t>
      </w:r>
      <w:r>
        <w:t xml:space="preserve">, </w:t>
      </w:r>
      <w:r>
        <w:rPr>
          <w:rFonts w:ascii="Courier New" w:hAnsi="Courier New" w:cs="Courier New"/>
          <w:sz w:val="20"/>
          <w:szCs w:val="20"/>
        </w:rPr>
        <w:t>"serotiny"</w:t>
      </w:r>
      <w:r>
        <w:t xml:space="preserve"> or </w:t>
      </w:r>
      <w:r>
        <w:rPr>
          <w:rFonts w:ascii="Courier New" w:hAnsi="Courier New" w:cs="Courier New"/>
          <w:sz w:val="20"/>
          <w:szCs w:val="20"/>
        </w:rPr>
        <w:t>"</w:t>
      </w:r>
      <w:r>
        <w:t>resprout</w:t>
      </w:r>
      <w:r>
        <w:rPr>
          <w:rFonts w:ascii="Courier New" w:hAnsi="Courier New" w:cs="Courier New"/>
          <w:sz w:val="20"/>
          <w:szCs w:val="20"/>
        </w:rPr>
        <w:t>"</w:t>
      </w:r>
      <w:r>
        <w:t xml:space="preserve">.  See the </w:t>
      </w:r>
      <w:r>
        <w:rPr>
          <w:i/>
          <w:iCs/>
        </w:rPr>
        <w:t>Post-Fire Regeneration</w:t>
      </w:r>
      <w:r>
        <w:t xml:space="preserve"> section in the model’s conceptual description.</w:t>
      </w:r>
    </w:p>
    <w:p w:rsidR="00366635" w:rsidRDefault="00366635">
      <w:pPr>
        <w:pStyle w:val="textbody"/>
      </w:pPr>
    </w:p>
    <w:p w:rsidR="00366635" w:rsidRDefault="00366635">
      <w:pPr>
        <w:pStyle w:val="Heading1"/>
      </w:pPr>
      <w:bookmarkStart w:id="70" w:name="_Ref109371236"/>
      <w:bookmarkStart w:id="71" w:name="_Toc291480428"/>
      <w:bookmarkEnd w:id="54"/>
      <w:r>
        <w:lastRenderedPageBreak/>
        <w:t>Ecoregions Input File</w:t>
      </w:r>
      <w:bookmarkEnd w:id="70"/>
      <w:bookmarkEnd w:id="71"/>
    </w:p>
    <w:p w:rsidR="00366635" w:rsidRDefault="00366635">
      <w:pPr>
        <w:pStyle w:val="textbody"/>
      </w:pPr>
      <w:r>
        <w:t xml:space="preserve">A landscape can be divided into ecologically defined </w:t>
      </w:r>
      <w:r>
        <w:rPr>
          <w:b/>
          <w:bCs/>
        </w:rPr>
        <w:t xml:space="preserve">land types </w:t>
      </w:r>
      <w:r>
        <w:t xml:space="preserve">or </w:t>
      </w:r>
      <w:r>
        <w:rPr>
          <w:b/>
          <w:bCs/>
        </w:rPr>
        <w:t>ecoregions</w:t>
      </w:r>
      <w:r>
        <w:t xml:space="preserve">.  A subset of the landscape’s sites are </w:t>
      </w:r>
      <w:r>
        <w:rPr>
          <w:b/>
          <w:bCs/>
        </w:rPr>
        <w:t>active</w:t>
      </w:r>
      <w:r>
        <w:t xml:space="preserve"> during a simulation.  Some sites within the region may be inactive because they represent locations where forests do not grow (for example, bodies of water, urban areas).</w:t>
      </w:r>
    </w:p>
    <w:p w:rsidR="00366635" w:rsidRDefault="00366635">
      <w:pPr>
        <w:pStyle w:val="textbody"/>
      </w:pPr>
      <w:r>
        <w:t>This file contains a table of ecoregion definitions.  Each row in the table has one ecoregion.</w:t>
      </w:r>
    </w:p>
    <w:p w:rsidR="00366635" w:rsidRDefault="00366635">
      <w:pPr>
        <w:pStyle w:val="Heading2"/>
      </w:pPr>
      <w:bookmarkStart w:id="72" w:name="_Toc291480429"/>
      <w:r>
        <w:t>Example File</w:t>
      </w:r>
      <w:bookmarkEnd w:id="72"/>
    </w:p>
    <w:p w:rsidR="00366635" w:rsidRDefault="00366635">
      <w:pPr>
        <w:pStyle w:val="textinputfile"/>
      </w:pPr>
      <w:r>
        <w:t>LandisData  Ecoregions</w:t>
      </w:r>
    </w:p>
    <w:p w:rsidR="00366635" w:rsidRDefault="00366635">
      <w:pPr>
        <w:pStyle w:val="textinputfile"/>
        <w:rPr>
          <w:rFonts w:cs="Times New Roman"/>
        </w:rPr>
      </w:pPr>
    </w:p>
    <w:p w:rsidR="00366635" w:rsidRDefault="00366635">
      <w:pPr>
        <w:pStyle w:val="textinputfile"/>
      </w:pPr>
      <w:r>
        <w:t>&gt;&gt;         Map</w:t>
      </w:r>
    </w:p>
    <w:p w:rsidR="00366635" w:rsidRDefault="00366635">
      <w:pPr>
        <w:pStyle w:val="textinputfile"/>
      </w:pPr>
      <w:r>
        <w:t>&gt;&gt; Active  Code  Name   Description</w:t>
      </w:r>
    </w:p>
    <w:p w:rsidR="00366635" w:rsidRDefault="00366635">
      <w:pPr>
        <w:pStyle w:val="textinputfile"/>
      </w:pPr>
      <w:r>
        <w:t>&gt;&gt; ------  ----  -----  -----------</w:t>
      </w:r>
    </w:p>
    <w:p w:rsidR="00366635" w:rsidRDefault="00366635">
      <w:pPr>
        <w:pStyle w:val="textinputfile"/>
      </w:pPr>
      <w:r>
        <w:t xml:space="preserve">       -      1  water  water</w:t>
      </w:r>
    </w:p>
    <w:p w:rsidR="00366635" w:rsidRDefault="00366635">
      <w:pPr>
        <w:pStyle w:val="textinputfile"/>
      </w:pPr>
      <w:r>
        <w:t xml:space="preserve">       Y     22  eco22  MesicLoam</w:t>
      </w:r>
    </w:p>
    <w:p w:rsidR="00366635" w:rsidRDefault="00366635">
      <w:pPr>
        <w:pStyle w:val="textinputfile"/>
      </w:pPr>
      <w:r>
        <w:t xml:space="preserve">      yes     3  eco3   "Sandy outwash plain"</w:t>
      </w:r>
    </w:p>
    <w:p w:rsidR="00366635" w:rsidRDefault="00366635">
      <w:pPr>
        <w:pStyle w:val="textinputfile"/>
      </w:pPr>
    </w:p>
    <w:p w:rsidR="00366635" w:rsidRDefault="00366635">
      <w:pPr>
        <w:pStyle w:val="textinputfile"/>
      </w:pPr>
      <w:r>
        <w:t xml:space="preserve">       no     0  none   "not in region-of-interest"</w:t>
      </w:r>
    </w:p>
    <w:p w:rsidR="00366635" w:rsidRDefault="00366635">
      <w:pPr>
        <w:pStyle w:val="Heading2"/>
      </w:pPr>
      <w:bookmarkStart w:id="73" w:name="_Toc291480430"/>
      <w:r>
        <w:t>LandisData</w:t>
      </w:r>
      <w:bookmarkEnd w:id="73"/>
    </w:p>
    <w:p w:rsidR="00366635" w:rsidRDefault="00366635">
      <w:pPr>
        <w:pStyle w:val="textbody"/>
      </w:pPr>
      <w:r>
        <w:t xml:space="preserve">This parameter’s value must be </w:t>
      </w:r>
      <w:r>
        <w:rPr>
          <w:rFonts w:ascii="Courier New" w:hAnsi="Courier New" w:cs="Courier New"/>
          <w:sz w:val="20"/>
          <w:szCs w:val="20"/>
        </w:rPr>
        <w:t>"Ecoregions"</w:t>
      </w:r>
      <w:r>
        <w:t>.</w:t>
      </w:r>
    </w:p>
    <w:p w:rsidR="00366635" w:rsidRDefault="00366635">
      <w:pPr>
        <w:pStyle w:val="Heading2"/>
      </w:pPr>
      <w:bookmarkStart w:id="74" w:name="_Toc291480431"/>
      <w:r>
        <w:t>Table Fields</w:t>
      </w:r>
      <w:bookmarkEnd w:id="74"/>
    </w:p>
    <w:p w:rsidR="00366635" w:rsidRDefault="00366635">
      <w:pPr>
        <w:pStyle w:val="Heading3"/>
      </w:pPr>
      <w:bookmarkStart w:id="75" w:name="_Toc291480432"/>
      <w:r>
        <w:t>Active</w:t>
      </w:r>
      <w:bookmarkEnd w:id="75"/>
    </w:p>
    <w:p w:rsidR="00366635" w:rsidRDefault="00366635">
      <w:pPr>
        <w:pStyle w:val="textbody"/>
      </w:pPr>
      <w:r>
        <w:t>This yes/no parameter indicates whether the ecoregion’s sites are active or not during the simulation.</w:t>
      </w:r>
    </w:p>
    <w:p w:rsidR="00366635" w:rsidRDefault="00366635">
      <w:pPr>
        <w:pStyle w:val="Heading3"/>
      </w:pPr>
      <w:bookmarkStart w:id="76" w:name="_Toc291480433"/>
      <w:r>
        <w:t>Map Code</w:t>
      </w:r>
      <w:bookmarkEnd w:id="76"/>
    </w:p>
    <w:p w:rsidR="00366635" w:rsidRDefault="00366635">
      <w:pPr>
        <w:pStyle w:val="textbody"/>
      </w:pPr>
      <w:r>
        <w:t xml:space="preserve">This parameter is the code used for the ecoregion in the input map (see section </w:t>
      </w:r>
      <w:fldSimple w:instr=" REF _Ref109371818 \r ">
        <w:r w:rsidR="00DE7E0D">
          <w:t>4.6</w:t>
        </w:r>
      </w:fldSimple>
      <w:r>
        <w:t>).  Value: 0 ≤ integer ≤ 65,535.  Each ecoregion’s map code must be unique.  Map codes do not have to appear in any order, and do not need to be consecutive.</w:t>
      </w:r>
    </w:p>
    <w:p w:rsidR="00366635" w:rsidRDefault="00366635">
      <w:pPr>
        <w:pStyle w:val="Heading3"/>
      </w:pPr>
      <w:bookmarkStart w:id="77" w:name="_Toc291480434"/>
      <w:r>
        <w:t>Ecoregion Name</w:t>
      </w:r>
      <w:bookmarkEnd w:id="77"/>
    </w:p>
    <w:p w:rsidR="00366635" w:rsidRDefault="00366635">
      <w:pPr>
        <w:pStyle w:val="textbody"/>
      </w:pPr>
      <w:r>
        <w:t>This text parameter is the ecoregion’s name.  Because ecoregion names are used in other input files, it is recommended that names be kept short.</w:t>
      </w:r>
    </w:p>
    <w:p w:rsidR="00366635" w:rsidRDefault="00366635">
      <w:pPr>
        <w:pStyle w:val="Heading3"/>
      </w:pPr>
      <w:bookmarkStart w:id="78" w:name="_Toc291480435"/>
      <w:r>
        <w:lastRenderedPageBreak/>
        <w:t>Ecoregion Description</w:t>
      </w:r>
      <w:bookmarkEnd w:id="78"/>
    </w:p>
    <w:p w:rsidR="00366635" w:rsidRDefault="00366635">
      <w:pPr>
        <w:pStyle w:val="textbody"/>
      </w:pPr>
      <w:r>
        <w:t>This text parameter describes the ecoregion for the user’s benefit.</w:t>
      </w:r>
    </w:p>
    <w:sectPr w:rsidR="00366635" w:rsidSect="00343451">
      <w:pgSz w:w="12240" w:h="15840" w:code="1"/>
      <w:pgMar w:top="1627" w:right="1627" w:bottom="2707" w:left="1627" w:header="93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5CF" w:rsidRDefault="00EA05CF" w:rsidP="002A4C01">
      <w:r>
        <w:separator/>
      </w:r>
    </w:p>
  </w:endnote>
  <w:endnote w:type="continuationSeparator" w:id="0">
    <w:p w:rsidR="00EA05CF" w:rsidRDefault="00EA05CF" w:rsidP="002A4C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5CF" w:rsidRDefault="00EA05CF">
    <w:pPr>
      <w:pStyle w:val="Footer"/>
      <w:tabs>
        <w:tab w:val="right" w:pos="8640"/>
      </w:tabs>
      <w:rPr>
        <w:rFonts w:ascii="Times New Roman" w:hAnsi="Times New Roman" w:cs="Times New Roman"/>
      </w:rPr>
    </w:pPr>
    <w:r>
      <w:t xml:space="preserve">Page </w:t>
    </w:r>
    <w:fldSimple w:instr=" PAGE ">
      <w:r w:rsidR="00121088">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5CF" w:rsidRDefault="00EA05CF" w:rsidP="002A4C01">
      <w:r>
        <w:separator/>
      </w:r>
    </w:p>
  </w:footnote>
  <w:footnote w:type="continuationSeparator" w:id="0">
    <w:p w:rsidR="00EA05CF" w:rsidRDefault="00EA05CF" w:rsidP="002A4C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5CF" w:rsidRDefault="00EA05CF">
    <w:pPr>
      <w:pStyle w:val="Header"/>
      <w:pBdr>
        <w:top w:val="none" w:sz="0" w:space="0" w:color="auto"/>
        <w:bottom w:val="none" w:sz="0" w:space="0" w:color="auto"/>
      </w:pBd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5CF" w:rsidRDefault="00201F86">
    <w:pPr>
      <w:pStyle w:val="Header"/>
      <w:pBdr>
        <w:top w:val="single" w:sz="8" w:space="3" w:color="auto"/>
        <w:bottom w:val="single" w:sz="8" w:space="3" w:color="auto"/>
      </w:pBdr>
      <w:tabs>
        <w:tab w:val="clear" w:pos="4320"/>
        <w:tab w:val="clear" w:pos="8640"/>
        <w:tab w:val="center" w:pos="4500"/>
        <w:tab w:val="right" w:pos="9000"/>
      </w:tabs>
      <w:rPr>
        <w:rFonts w:cs="Times New Roman"/>
      </w:rPr>
    </w:pPr>
    <w:fldSimple w:instr=" DOCPROPERTY  &quot;Title Line 1&quot;  \* MERGEFORMAT ">
      <w:r w:rsidR="00EA05CF">
        <w:t>LANDIS-II Model v6.0</w:t>
      </w:r>
    </w:fldSimple>
    <w:r w:rsidR="00EA05CF">
      <w:t xml:space="preserve"> – </w:t>
    </w:r>
    <w:fldSimple w:instr=" DOCPROPERTY  &quot;Title Line 2&quot;  \* MERGEFORMAT ">
      <w:r w:rsidR="00EA05CF">
        <w:t>User Guide</w:t>
      </w:r>
    </w:fldSimple>
    <w:r w:rsidR="00EA05CF">
      <w:rPr>
        <w:rFonts w:cs="Times New Roman"/>
      </w:rPr>
      <w:tab/>
    </w:r>
    <w:r w:rsidR="00EA05CF">
      <w:rPr>
        <w:rFonts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734C1"/>
    <w:multiLevelType w:val="hybridMultilevel"/>
    <w:tmpl w:val="1F4271D4"/>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nsid w:val="027F602A"/>
    <w:multiLevelType w:val="multilevel"/>
    <w:tmpl w:val="694870F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654B3C70"/>
    <w:multiLevelType w:val="multilevel"/>
    <w:tmpl w:val="9DA2F63C"/>
    <w:lvl w:ilvl="0">
      <w:start w:val="1"/>
      <w:numFmt w:val="upperLetter"/>
      <w:pStyle w:val="Appendix1"/>
      <w:suff w:val="nothing"/>
      <w:lvlText w:val="Appendix %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6CD045EB"/>
    <w:multiLevelType w:val="hybridMultilevel"/>
    <w:tmpl w:val="F9EA342A"/>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720"/>
  <w:doNotHyphenateCaps/>
  <w:drawingGridHorizontalSpacing w:val="187"/>
  <w:drawingGridVerticalSpacing w:val="187"/>
  <w:characterSpacingControl w:val="doNotCompress"/>
  <w:doNotValidateAgainstSchema/>
  <w:doNotDemarcateInvalidXml/>
  <w:footnotePr>
    <w:footnote w:id="-1"/>
    <w:footnote w:id="0"/>
  </w:footnotePr>
  <w:endnotePr>
    <w:endnote w:id="-1"/>
    <w:endnote w:id="0"/>
  </w:endnotePr>
  <w:compat/>
  <w:rsids>
    <w:rsidRoot w:val="008D1A02"/>
    <w:rsid w:val="00121088"/>
    <w:rsid w:val="00122048"/>
    <w:rsid w:val="00136699"/>
    <w:rsid w:val="001B287E"/>
    <w:rsid w:val="00201F86"/>
    <w:rsid w:val="002A4C01"/>
    <w:rsid w:val="00307178"/>
    <w:rsid w:val="00343451"/>
    <w:rsid w:val="00366635"/>
    <w:rsid w:val="00425B2E"/>
    <w:rsid w:val="00485826"/>
    <w:rsid w:val="005B62CB"/>
    <w:rsid w:val="005C41D9"/>
    <w:rsid w:val="006232F9"/>
    <w:rsid w:val="0063308E"/>
    <w:rsid w:val="0071514D"/>
    <w:rsid w:val="007809BD"/>
    <w:rsid w:val="00824BD9"/>
    <w:rsid w:val="0083767A"/>
    <w:rsid w:val="008D1734"/>
    <w:rsid w:val="008D1A02"/>
    <w:rsid w:val="00907BF0"/>
    <w:rsid w:val="00940750"/>
    <w:rsid w:val="009C2E22"/>
    <w:rsid w:val="009E67BA"/>
    <w:rsid w:val="00AE5A10"/>
    <w:rsid w:val="00B672FD"/>
    <w:rsid w:val="00B71877"/>
    <w:rsid w:val="00C36596"/>
    <w:rsid w:val="00C77025"/>
    <w:rsid w:val="00CF320D"/>
    <w:rsid w:val="00CF3806"/>
    <w:rsid w:val="00DE7E0D"/>
    <w:rsid w:val="00E07530"/>
    <w:rsid w:val="00EA05CF"/>
    <w:rsid w:val="00EC5F7D"/>
    <w:rsid w:val="00F432A9"/>
    <w:rsid w:val="00F61F9B"/>
    <w:rsid w:val="00F70112"/>
    <w:rsid w:val="00F9651F"/>
    <w:rsid w:val="00FF2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0112"/>
    <w:pPr>
      <w:spacing w:after="0" w:line="240" w:lineRule="auto"/>
    </w:pPr>
    <w:rPr>
      <w:rFonts w:eastAsia="SimSun"/>
      <w:sz w:val="24"/>
      <w:szCs w:val="24"/>
      <w:lang w:eastAsia="zh-CN"/>
    </w:rPr>
  </w:style>
  <w:style w:type="paragraph" w:styleId="Heading1">
    <w:name w:val="heading 1"/>
    <w:basedOn w:val="heading"/>
    <w:next w:val="textbody"/>
    <w:link w:val="Heading1Char"/>
    <w:uiPriority w:val="99"/>
    <w:qFormat/>
    <w:rsid w:val="00F70112"/>
    <w:pPr>
      <w:pageBreakBefore/>
      <w:numPr>
        <w:numId w:val="3"/>
      </w:numPr>
      <w:spacing w:before="240" w:after="60"/>
      <w:outlineLvl w:val="0"/>
    </w:pPr>
    <w:rPr>
      <w:kern w:val="32"/>
      <w:sz w:val="32"/>
      <w:szCs w:val="32"/>
    </w:rPr>
  </w:style>
  <w:style w:type="paragraph" w:styleId="Heading2">
    <w:name w:val="heading 2"/>
    <w:basedOn w:val="heading"/>
    <w:next w:val="textbody"/>
    <w:link w:val="Heading2Char"/>
    <w:uiPriority w:val="99"/>
    <w:qFormat/>
    <w:rsid w:val="00F70112"/>
    <w:pPr>
      <w:numPr>
        <w:ilvl w:val="1"/>
        <w:numId w:val="3"/>
      </w:numPr>
      <w:spacing w:before="240" w:after="60"/>
      <w:outlineLvl w:val="1"/>
    </w:pPr>
    <w:rPr>
      <w:sz w:val="28"/>
      <w:szCs w:val="28"/>
    </w:rPr>
  </w:style>
  <w:style w:type="paragraph" w:styleId="Heading3">
    <w:name w:val="heading 3"/>
    <w:basedOn w:val="heading"/>
    <w:next w:val="textbody"/>
    <w:link w:val="Heading3Char"/>
    <w:uiPriority w:val="99"/>
    <w:qFormat/>
    <w:rsid w:val="00F70112"/>
    <w:pPr>
      <w:numPr>
        <w:ilvl w:val="2"/>
        <w:numId w:val="3"/>
      </w:numPr>
      <w:tabs>
        <w:tab w:val="left" w:pos="864"/>
      </w:tabs>
      <w:spacing w:before="240" w:after="60"/>
      <w:ind w:left="864" w:hanging="864"/>
      <w:outlineLvl w:val="2"/>
    </w:pPr>
  </w:style>
  <w:style w:type="paragraph" w:styleId="Heading4">
    <w:name w:val="heading 4"/>
    <w:basedOn w:val="heading"/>
    <w:next w:val="textbody"/>
    <w:link w:val="Heading4Char"/>
    <w:uiPriority w:val="99"/>
    <w:qFormat/>
    <w:rsid w:val="00F70112"/>
    <w:pPr>
      <w:numPr>
        <w:ilvl w:val="3"/>
        <w:numId w:val="3"/>
      </w:numPr>
      <w:tabs>
        <w:tab w:val="left" w:pos="1008"/>
      </w:tabs>
      <w:ind w:left="1008" w:hanging="1008"/>
      <w:outlineLvl w:val="3"/>
    </w:pPr>
    <w:rPr>
      <w:sz w:val="22"/>
      <w:szCs w:val="22"/>
    </w:rPr>
  </w:style>
  <w:style w:type="paragraph" w:styleId="Heading5">
    <w:name w:val="heading 5"/>
    <w:basedOn w:val="Normal"/>
    <w:next w:val="Normal"/>
    <w:link w:val="Heading5Char"/>
    <w:uiPriority w:val="99"/>
    <w:qFormat/>
    <w:rsid w:val="00F70112"/>
    <w:pPr>
      <w:numPr>
        <w:ilvl w:val="4"/>
        <w:numId w:val="3"/>
      </w:numPr>
      <w:spacing w:before="240" w:after="60"/>
      <w:outlineLvl w:val="4"/>
    </w:pPr>
    <w:rPr>
      <w:b/>
      <w:bCs/>
      <w:i/>
      <w:iCs/>
      <w:sz w:val="26"/>
      <w:szCs w:val="26"/>
    </w:rPr>
  </w:style>
  <w:style w:type="paragraph" w:styleId="Heading6">
    <w:name w:val="heading 6"/>
    <w:basedOn w:val="Normal"/>
    <w:next w:val="Normal"/>
    <w:link w:val="Heading6Char"/>
    <w:uiPriority w:val="99"/>
    <w:qFormat/>
    <w:rsid w:val="00F70112"/>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9"/>
    <w:qFormat/>
    <w:rsid w:val="00F70112"/>
    <w:pPr>
      <w:numPr>
        <w:ilvl w:val="6"/>
        <w:numId w:val="3"/>
      </w:numPr>
      <w:spacing w:before="240" w:after="60"/>
      <w:outlineLvl w:val="6"/>
    </w:pPr>
  </w:style>
  <w:style w:type="paragraph" w:styleId="Heading8">
    <w:name w:val="heading 8"/>
    <w:basedOn w:val="Normal"/>
    <w:next w:val="Normal"/>
    <w:link w:val="Heading8Char"/>
    <w:uiPriority w:val="99"/>
    <w:qFormat/>
    <w:rsid w:val="00F70112"/>
    <w:pPr>
      <w:numPr>
        <w:ilvl w:val="7"/>
        <w:numId w:val="3"/>
      </w:numPr>
      <w:spacing w:before="240" w:after="60"/>
      <w:outlineLvl w:val="7"/>
    </w:pPr>
    <w:rPr>
      <w:i/>
      <w:iCs/>
    </w:rPr>
  </w:style>
  <w:style w:type="paragraph" w:styleId="Heading9">
    <w:name w:val="heading 9"/>
    <w:basedOn w:val="Normal"/>
    <w:next w:val="Normal"/>
    <w:link w:val="Heading9Char"/>
    <w:uiPriority w:val="99"/>
    <w:qFormat/>
    <w:rsid w:val="00F70112"/>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43451"/>
    <w:rPr>
      <w:rFonts w:ascii="Verdana" w:eastAsia="SimSun" w:hAnsi="Verdana" w:cs="Verdana"/>
      <w:kern w:val="32"/>
      <w:sz w:val="32"/>
      <w:szCs w:val="32"/>
      <w:lang w:eastAsia="zh-CN"/>
    </w:rPr>
  </w:style>
  <w:style w:type="character" w:customStyle="1" w:styleId="Heading2Char">
    <w:name w:val="Heading 2 Char"/>
    <w:basedOn w:val="DefaultParagraphFont"/>
    <w:link w:val="Heading2"/>
    <w:uiPriority w:val="99"/>
    <w:rsid w:val="00343451"/>
    <w:rPr>
      <w:rFonts w:ascii="Verdana" w:eastAsia="SimSun" w:hAnsi="Verdana" w:cs="Verdana"/>
      <w:sz w:val="28"/>
      <w:szCs w:val="28"/>
      <w:lang w:eastAsia="zh-CN"/>
    </w:rPr>
  </w:style>
  <w:style w:type="character" w:customStyle="1" w:styleId="Heading3Char">
    <w:name w:val="Heading 3 Char"/>
    <w:basedOn w:val="DefaultParagraphFont"/>
    <w:link w:val="Heading3"/>
    <w:uiPriority w:val="99"/>
    <w:rsid w:val="00343451"/>
    <w:rPr>
      <w:rFonts w:ascii="Verdana" w:eastAsia="SimSun" w:hAnsi="Verdana" w:cs="Verdana"/>
      <w:sz w:val="24"/>
      <w:szCs w:val="24"/>
      <w:lang w:eastAsia="zh-CN"/>
    </w:rPr>
  </w:style>
  <w:style w:type="character" w:customStyle="1" w:styleId="Heading4Char">
    <w:name w:val="Heading 4 Char"/>
    <w:basedOn w:val="DefaultParagraphFont"/>
    <w:link w:val="Heading4"/>
    <w:uiPriority w:val="99"/>
    <w:rsid w:val="00343451"/>
    <w:rPr>
      <w:rFonts w:ascii="Verdana" w:eastAsia="SimSun" w:hAnsi="Verdana" w:cs="Verdana"/>
      <w:lang w:eastAsia="zh-CN"/>
    </w:rPr>
  </w:style>
  <w:style w:type="character" w:customStyle="1" w:styleId="Heading5Char">
    <w:name w:val="Heading 5 Char"/>
    <w:basedOn w:val="DefaultParagraphFont"/>
    <w:link w:val="Heading5"/>
    <w:uiPriority w:val="99"/>
    <w:rsid w:val="00343451"/>
    <w:rPr>
      <w:rFonts w:eastAsia="SimSun"/>
      <w:b/>
      <w:bCs/>
      <w:i/>
      <w:iCs/>
      <w:sz w:val="26"/>
      <w:szCs w:val="26"/>
      <w:lang w:eastAsia="zh-CN"/>
    </w:rPr>
  </w:style>
  <w:style w:type="character" w:customStyle="1" w:styleId="Heading6Char">
    <w:name w:val="Heading 6 Char"/>
    <w:basedOn w:val="DefaultParagraphFont"/>
    <w:link w:val="Heading6"/>
    <w:uiPriority w:val="99"/>
    <w:rsid w:val="00343451"/>
    <w:rPr>
      <w:rFonts w:eastAsia="SimSun"/>
      <w:b/>
      <w:bCs/>
      <w:lang w:eastAsia="zh-CN"/>
    </w:rPr>
  </w:style>
  <w:style w:type="character" w:customStyle="1" w:styleId="Heading7Char">
    <w:name w:val="Heading 7 Char"/>
    <w:basedOn w:val="DefaultParagraphFont"/>
    <w:link w:val="Heading7"/>
    <w:uiPriority w:val="99"/>
    <w:rsid w:val="00343451"/>
    <w:rPr>
      <w:rFonts w:eastAsia="SimSun"/>
      <w:sz w:val="24"/>
      <w:szCs w:val="24"/>
      <w:lang w:eastAsia="zh-CN"/>
    </w:rPr>
  </w:style>
  <w:style w:type="character" w:customStyle="1" w:styleId="Heading8Char">
    <w:name w:val="Heading 8 Char"/>
    <w:basedOn w:val="DefaultParagraphFont"/>
    <w:link w:val="Heading8"/>
    <w:uiPriority w:val="99"/>
    <w:rsid w:val="00343451"/>
    <w:rPr>
      <w:rFonts w:eastAsia="SimSun"/>
      <w:i/>
      <w:iCs/>
      <w:sz w:val="24"/>
      <w:szCs w:val="24"/>
      <w:lang w:eastAsia="zh-CN"/>
    </w:rPr>
  </w:style>
  <w:style w:type="character" w:customStyle="1" w:styleId="Heading9Char">
    <w:name w:val="Heading 9 Char"/>
    <w:basedOn w:val="DefaultParagraphFont"/>
    <w:link w:val="Heading9"/>
    <w:uiPriority w:val="99"/>
    <w:rsid w:val="00343451"/>
    <w:rPr>
      <w:rFonts w:ascii="Arial" w:eastAsia="SimSun" w:hAnsi="Arial" w:cs="Arial"/>
      <w:lang w:eastAsia="zh-CN"/>
    </w:rPr>
  </w:style>
  <w:style w:type="paragraph" w:customStyle="1" w:styleId="heading">
    <w:name w:val="heading"/>
    <w:basedOn w:val="textbody"/>
    <w:uiPriority w:val="99"/>
    <w:rsid w:val="00F70112"/>
    <w:pPr>
      <w:keepNext/>
      <w:ind w:left="0" w:right="0"/>
    </w:pPr>
    <w:rPr>
      <w:rFonts w:ascii="Verdana" w:hAnsi="Verdana" w:cs="Verdana"/>
    </w:rPr>
  </w:style>
  <w:style w:type="paragraph" w:customStyle="1" w:styleId="textbody">
    <w:name w:val="text: body"/>
    <w:basedOn w:val="Normal"/>
    <w:uiPriority w:val="99"/>
    <w:rsid w:val="00F70112"/>
    <w:pPr>
      <w:spacing w:after="120"/>
      <w:ind w:left="1152" w:right="1008"/>
    </w:pPr>
  </w:style>
  <w:style w:type="paragraph" w:customStyle="1" w:styleId="text">
    <w:name w:val="text"/>
    <w:basedOn w:val="Normal"/>
    <w:uiPriority w:val="99"/>
    <w:rsid w:val="00F70112"/>
    <w:pPr>
      <w:spacing w:before="120" w:after="120"/>
    </w:pPr>
    <w:rPr>
      <w:rFonts w:ascii="Arial" w:hAnsi="Arial" w:cs="Arial"/>
      <w:sz w:val="20"/>
      <w:szCs w:val="20"/>
    </w:rPr>
  </w:style>
  <w:style w:type="paragraph" w:styleId="FootnoteText">
    <w:name w:val="footnote text"/>
    <w:basedOn w:val="Normal"/>
    <w:link w:val="FootnoteTextChar"/>
    <w:uiPriority w:val="99"/>
    <w:semiHidden/>
    <w:rsid w:val="00F70112"/>
    <w:rPr>
      <w:sz w:val="20"/>
      <w:szCs w:val="20"/>
    </w:rPr>
  </w:style>
  <w:style w:type="character" w:customStyle="1" w:styleId="FootnoteTextChar">
    <w:name w:val="Footnote Text Char"/>
    <w:basedOn w:val="DefaultParagraphFont"/>
    <w:link w:val="FootnoteText"/>
    <w:uiPriority w:val="99"/>
    <w:semiHidden/>
    <w:rsid w:val="00343451"/>
    <w:rPr>
      <w:rFonts w:eastAsia="SimSun"/>
      <w:sz w:val="20"/>
      <w:szCs w:val="20"/>
      <w:lang w:eastAsia="zh-CN"/>
    </w:rPr>
  </w:style>
  <w:style w:type="character" w:styleId="FootnoteReference">
    <w:name w:val="footnote reference"/>
    <w:basedOn w:val="DefaultParagraphFont"/>
    <w:uiPriority w:val="99"/>
    <w:semiHidden/>
    <w:rsid w:val="00F70112"/>
    <w:rPr>
      <w:vertAlign w:val="superscript"/>
    </w:rPr>
  </w:style>
  <w:style w:type="paragraph" w:styleId="Header">
    <w:name w:val="header"/>
    <w:basedOn w:val="Normal"/>
    <w:link w:val="HeaderChar"/>
    <w:uiPriority w:val="99"/>
    <w:rsid w:val="00F70112"/>
    <w:pPr>
      <w:pBdr>
        <w:top w:val="single" w:sz="12" w:space="3" w:color="auto"/>
        <w:bottom w:val="single" w:sz="12" w:space="3" w:color="auto"/>
      </w:pBdr>
      <w:tabs>
        <w:tab w:val="center" w:pos="4320"/>
        <w:tab w:val="right" w:pos="8640"/>
      </w:tabs>
    </w:pPr>
    <w:rPr>
      <w:rFonts w:ascii="Verdana" w:hAnsi="Verdana" w:cs="Verdana"/>
      <w:sz w:val="20"/>
      <w:szCs w:val="20"/>
    </w:rPr>
  </w:style>
  <w:style w:type="character" w:customStyle="1" w:styleId="HeaderChar">
    <w:name w:val="Header Char"/>
    <w:basedOn w:val="DefaultParagraphFont"/>
    <w:link w:val="Header"/>
    <w:uiPriority w:val="99"/>
    <w:semiHidden/>
    <w:rsid w:val="00343451"/>
    <w:rPr>
      <w:rFonts w:eastAsia="SimSun"/>
      <w:sz w:val="24"/>
      <w:szCs w:val="24"/>
      <w:lang w:eastAsia="zh-CN"/>
    </w:rPr>
  </w:style>
  <w:style w:type="paragraph" w:styleId="Footer">
    <w:name w:val="footer"/>
    <w:basedOn w:val="Normal"/>
    <w:link w:val="FooterChar"/>
    <w:uiPriority w:val="99"/>
    <w:rsid w:val="00F70112"/>
    <w:pPr>
      <w:tabs>
        <w:tab w:val="center" w:pos="4680"/>
        <w:tab w:val="right" w:pos="9360"/>
      </w:tabs>
    </w:pPr>
    <w:rPr>
      <w:rFonts w:ascii="Verdana" w:hAnsi="Verdana" w:cs="Verdana"/>
      <w:sz w:val="18"/>
      <w:szCs w:val="18"/>
    </w:rPr>
  </w:style>
  <w:style w:type="character" w:customStyle="1" w:styleId="FooterChar">
    <w:name w:val="Footer Char"/>
    <w:basedOn w:val="DefaultParagraphFont"/>
    <w:link w:val="Footer"/>
    <w:uiPriority w:val="99"/>
    <w:semiHidden/>
    <w:rsid w:val="00343451"/>
    <w:rPr>
      <w:rFonts w:eastAsia="SimSun"/>
      <w:sz w:val="24"/>
      <w:szCs w:val="24"/>
      <w:lang w:eastAsia="zh-CN"/>
    </w:rPr>
  </w:style>
  <w:style w:type="paragraph" w:customStyle="1" w:styleId="figurecaption">
    <w:name w:val="figure caption"/>
    <w:basedOn w:val="text"/>
    <w:next w:val="text"/>
    <w:uiPriority w:val="99"/>
    <w:rsid w:val="00F70112"/>
    <w:pPr>
      <w:spacing w:before="0" w:after="0"/>
      <w:jc w:val="center"/>
    </w:pPr>
    <w:rPr>
      <w:rFonts w:ascii="Verdana" w:hAnsi="Verdana" w:cs="Verdana"/>
      <w:i/>
      <w:iCs/>
      <w:sz w:val="18"/>
      <w:szCs w:val="18"/>
    </w:rPr>
  </w:style>
  <w:style w:type="paragraph" w:styleId="BalloonText">
    <w:name w:val="Balloon Text"/>
    <w:basedOn w:val="Normal"/>
    <w:link w:val="BalloonTextChar"/>
    <w:uiPriority w:val="99"/>
    <w:semiHidden/>
    <w:rsid w:val="00F70112"/>
    <w:rPr>
      <w:rFonts w:ascii="Tahoma" w:hAnsi="Tahoma" w:cs="Tahoma"/>
      <w:sz w:val="16"/>
      <w:szCs w:val="16"/>
    </w:rPr>
  </w:style>
  <w:style w:type="character" w:customStyle="1" w:styleId="BalloonTextChar">
    <w:name w:val="Balloon Text Char"/>
    <w:basedOn w:val="DefaultParagraphFont"/>
    <w:link w:val="BalloonText"/>
    <w:uiPriority w:val="99"/>
    <w:semiHidden/>
    <w:rsid w:val="00343451"/>
    <w:rPr>
      <w:rFonts w:ascii="Tahoma" w:eastAsia="SimSun" w:hAnsi="Tahoma" w:cs="Tahoma"/>
      <w:sz w:val="16"/>
      <w:szCs w:val="16"/>
      <w:lang w:eastAsia="zh-CN"/>
    </w:rPr>
  </w:style>
  <w:style w:type="paragraph" w:customStyle="1" w:styleId="tabletext">
    <w:name w:val="table text"/>
    <w:basedOn w:val="text"/>
    <w:uiPriority w:val="99"/>
    <w:rsid w:val="00F70112"/>
    <w:pPr>
      <w:spacing w:before="40" w:after="40"/>
    </w:pPr>
  </w:style>
  <w:style w:type="paragraph" w:styleId="Caption">
    <w:name w:val="caption"/>
    <w:basedOn w:val="Normal"/>
    <w:next w:val="Normal"/>
    <w:uiPriority w:val="99"/>
    <w:qFormat/>
    <w:rsid w:val="00F70112"/>
    <w:pPr>
      <w:spacing w:before="120" w:after="120"/>
    </w:pPr>
    <w:rPr>
      <w:b/>
      <w:bCs/>
      <w:sz w:val="20"/>
      <w:szCs w:val="20"/>
    </w:rPr>
  </w:style>
  <w:style w:type="paragraph" w:customStyle="1" w:styleId="tabletitle">
    <w:name w:val="table title"/>
    <w:basedOn w:val="tabletext"/>
    <w:next w:val="tabletext"/>
    <w:uiPriority w:val="99"/>
    <w:rsid w:val="00F70112"/>
    <w:pPr>
      <w:framePr w:hSpace="180" w:wrap="auto" w:vAnchor="page" w:hAnchor="margin" w:xAlign="center" w:y="1621"/>
      <w:pBdr>
        <w:bottom w:val="single" w:sz="8" w:space="1" w:color="auto"/>
      </w:pBdr>
    </w:pPr>
  </w:style>
  <w:style w:type="paragraph" w:customStyle="1" w:styleId="Appendix1">
    <w:name w:val="Appendix 1"/>
    <w:basedOn w:val="Heading1"/>
    <w:next w:val="textbody"/>
    <w:uiPriority w:val="99"/>
    <w:rsid w:val="00F70112"/>
    <w:pPr>
      <w:numPr>
        <w:numId w:val="1"/>
      </w:numPr>
    </w:pPr>
  </w:style>
  <w:style w:type="paragraph" w:customStyle="1" w:styleId="tablecaption">
    <w:name w:val="table caption"/>
    <w:basedOn w:val="figurecaption"/>
    <w:uiPriority w:val="99"/>
    <w:rsid w:val="00F70112"/>
    <w:pPr>
      <w:keepNext/>
      <w:spacing w:before="480"/>
    </w:pPr>
  </w:style>
  <w:style w:type="paragraph" w:customStyle="1" w:styleId="Equation">
    <w:name w:val="Equation"/>
    <w:basedOn w:val="textbody"/>
    <w:uiPriority w:val="99"/>
    <w:rsid w:val="00F70112"/>
    <w:pPr>
      <w:ind w:left="3420" w:hanging="1800"/>
    </w:pPr>
  </w:style>
  <w:style w:type="paragraph" w:styleId="TOC1">
    <w:name w:val="toc 1"/>
    <w:basedOn w:val="Normal"/>
    <w:next w:val="Normal"/>
    <w:autoRedefine/>
    <w:uiPriority w:val="39"/>
    <w:rsid w:val="00F70112"/>
    <w:pPr>
      <w:spacing w:before="120" w:after="120"/>
    </w:pPr>
    <w:rPr>
      <w:b/>
      <w:bCs/>
      <w:caps/>
      <w:sz w:val="20"/>
      <w:szCs w:val="20"/>
    </w:rPr>
  </w:style>
  <w:style w:type="paragraph" w:styleId="TOC2">
    <w:name w:val="toc 2"/>
    <w:basedOn w:val="Normal"/>
    <w:next w:val="Normal"/>
    <w:autoRedefine/>
    <w:uiPriority w:val="39"/>
    <w:rsid w:val="00F70112"/>
    <w:pPr>
      <w:ind w:left="240"/>
    </w:pPr>
    <w:rPr>
      <w:sz w:val="20"/>
      <w:szCs w:val="20"/>
    </w:rPr>
  </w:style>
  <w:style w:type="paragraph" w:styleId="TOC3">
    <w:name w:val="toc 3"/>
    <w:basedOn w:val="Normal"/>
    <w:next w:val="Normal"/>
    <w:autoRedefine/>
    <w:uiPriority w:val="39"/>
    <w:rsid w:val="00F70112"/>
    <w:pPr>
      <w:ind w:left="480"/>
    </w:pPr>
    <w:rPr>
      <w:i/>
      <w:iCs/>
      <w:sz w:val="20"/>
      <w:szCs w:val="20"/>
    </w:rPr>
  </w:style>
  <w:style w:type="paragraph" w:styleId="TOC4">
    <w:name w:val="toc 4"/>
    <w:basedOn w:val="Normal"/>
    <w:next w:val="Normal"/>
    <w:autoRedefine/>
    <w:uiPriority w:val="99"/>
    <w:semiHidden/>
    <w:rsid w:val="00F70112"/>
    <w:pPr>
      <w:ind w:left="720"/>
    </w:pPr>
    <w:rPr>
      <w:sz w:val="18"/>
      <w:szCs w:val="18"/>
    </w:rPr>
  </w:style>
  <w:style w:type="paragraph" w:styleId="TOC5">
    <w:name w:val="toc 5"/>
    <w:basedOn w:val="Normal"/>
    <w:next w:val="Normal"/>
    <w:autoRedefine/>
    <w:uiPriority w:val="99"/>
    <w:semiHidden/>
    <w:rsid w:val="00F70112"/>
    <w:pPr>
      <w:ind w:left="960"/>
    </w:pPr>
    <w:rPr>
      <w:sz w:val="18"/>
      <w:szCs w:val="18"/>
    </w:rPr>
  </w:style>
  <w:style w:type="paragraph" w:styleId="TOC6">
    <w:name w:val="toc 6"/>
    <w:basedOn w:val="Normal"/>
    <w:next w:val="Normal"/>
    <w:autoRedefine/>
    <w:uiPriority w:val="99"/>
    <w:semiHidden/>
    <w:rsid w:val="00F70112"/>
    <w:pPr>
      <w:ind w:left="1200"/>
    </w:pPr>
    <w:rPr>
      <w:sz w:val="18"/>
      <w:szCs w:val="18"/>
    </w:rPr>
  </w:style>
  <w:style w:type="paragraph" w:styleId="TOC7">
    <w:name w:val="toc 7"/>
    <w:basedOn w:val="Normal"/>
    <w:next w:val="Normal"/>
    <w:autoRedefine/>
    <w:uiPriority w:val="99"/>
    <w:semiHidden/>
    <w:rsid w:val="00F70112"/>
    <w:pPr>
      <w:ind w:left="1440"/>
    </w:pPr>
    <w:rPr>
      <w:sz w:val="18"/>
      <w:szCs w:val="18"/>
    </w:rPr>
  </w:style>
  <w:style w:type="paragraph" w:styleId="TOC8">
    <w:name w:val="toc 8"/>
    <w:basedOn w:val="Normal"/>
    <w:next w:val="Normal"/>
    <w:autoRedefine/>
    <w:uiPriority w:val="99"/>
    <w:semiHidden/>
    <w:rsid w:val="00F70112"/>
    <w:pPr>
      <w:ind w:left="1680"/>
    </w:pPr>
    <w:rPr>
      <w:sz w:val="18"/>
      <w:szCs w:val="18"/>
    </w:rPr>
  </w:style>
  <w:style w:type="paragraph" w:styleId="TOC9">
    <w:name w:val="toc 9"/>
    <w:basedOn w:val="Normal"/>
    <w:next w:val="Normal"/>
    <w:autoRedefine/>
    <w:uiPriority w:val="99"/>
    <w:semiHidden/>
    <w:rsid w:val="00F70112"/>
    <w:pPr>
      <w:ind w:left="1920"/>
    </w:pPr>
    <w:rPr>
      <w:sz w:val="18"/>
      <w:szCs w:val="18"/>
    </w:rPr>
  </w:style>
  <w:style w:type="character" w:styleId="Hyperlink">
    <w:name w:val="Hyperlink"/>
    <w:basedOn w:val="DefaultParagraphFont"/>
    <w:uiPriority w:val="99"/>
    <w:rsid w:val="00F70112"/>
    <w:rPr>
      <w:color w:val="0000FF"/>
      <w:u w:val="single"/>
    </w:rPr>
  </w:style>
  <w:style w:type="character" w:styleId="FollowedHyperlink">
    <w:name w:val="FollowedHyperlink"/>
    <w:basedOn w:val="DefaultParagraphFont"/>
    <w:uiPriority w:val="99"/>
    <w:rsid w:val="00F70112"/>
    <w:rPr>
      <w:color w:val="800080"/>
      <w:u w:val="single"/>
    </w:rPr>
  </w:style>
  <w:style w:type="paragraph" w:customStyle="1" w:styleId="textinputfile">
    <w:name w:val="text input file"/>
    <w:basedOn w:val="commandprompt"/>
    <w:uiPriority w:val="99"/>
    <w:rsid w:val="00F70112"/>
  </w:style>
  <w:style w:type="paragraph" w:customStyle="1" w:styleId="commandprompt">
    <w:name w:val="command prompt"/>
    <w:basedOn w:val="textbody"/>
    <w:uiPriority w:val="99"/>
    <w:rsid w:val="00824BD9"/>
    <w:pPr>
      <w:spacing w:after="0"/>
      <w:ind w:left="1498"/>
    </w:pPr>
    <w:rPr>
      <w:rFonts w:ascii="Courier New" w:hAnsi="Courier New" w:cs="Courier New"/>
      <w:sz w:val="20"/>
      <w:szCs w:val="20"/>
    </w:rPr>
  </w:style>
  <w:style w:type="paragraph" w:customStyle="1" w:styleId="Heading3moreindent">
    <w:name w:val="Heading 3 (more indent)"/>
    <w:basedOn w:val="Heading3"/>
    <w:next w:val="textbody"/>
    <w:uiPriority w:val="99"/>
    <w:rsid w:val="00F70112"/>
    <w:pPr>
      <w:tabs>
        <w:tab w:val="clear" w:pos="864"/>
        <w:tab w:val="left" w:pos="1008"/>
      </w:tabs>
      <w:ind w:left="1008" w:hanging="1008"/>
    </w:pPr>
    <w:rPr>
      <w:lang w:eastAsia="en-US"/>
    </w:rPr>
  </w:style>
  <w:style w:type="character" w:customStyle="1" w:styleId="textbodyChar">
    <w:name w:val="text: body Char"/>
    <w:basedOn w:val="DefaultParagraphFont"/>
    <w:uiPriority w:val="99"/>
    <w:rsid w:val="00F70112"/>
    <w:rPr>
      <w:rFonts w:eastAsia="SimSun"/>
      <w:sz w:val="24"/>
      <w:szCs w:val="24"/>
      <w:lang w:val="en-US" w:eastAsia="zh-CN"/>
    </w:rPr>
  </w:style>
  <w:style w:type="paragraph" w:customStyle="1" w:styleId="textfilewide">
    <w:name w:val="text file (wide)"/>
    <w:basedOn w:val="textinputfile"/>
    <w:uiPriority w:val="99"/>
    <w:rsid w:val="00F70112"/>
    <w:pPr>
      <w:ind w:left="432"/>
    </w:pPr>
    <w:rPr>
      <w:sz w:val="16"/>
      <w:szCs w:val="16"/>
    </w:rPr>
  </w:style>
  <w:style w:type="paragraph" w:styleId="HTMLPreformatted">
    <w:name w:val="HTML Preformatted"/>
    <w:basedOn w:val="Normal"/>
    <w:link w:val="HTMLPreformattedChar"/>
    <w:uiPriority w:val="99"/>
    <w:rsid w:val="00343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343451"/>
    <w:rPr>
      <w:rFonts w:ascii="Courier New" w:eastAsia="SimSun" w:hAnsi="Courier New" w:cs="Courier New"/>
      <w:sz w:val="20"/>
      <w:szCs w:val="20"/>
      <w:lang w:eastAsia="zh-CN"/>
    </w:rPr>
  </w:style>
  <w:style w:type="paragraph" w:customStyle="1" w:styleId="reference">
    <w:name w:val="reference"/>
    <w:basedOn w:val="textbody"/>
    <w:uiPriority w:val="99"/>
    <w:rsid w:val="00F70112"/>
    <w:pPr>
      <w:ind w:left="1584" w:hanging="432"/>
    </w:pPr>
  </w:style>
  <w:style w:type="character" w:customStyle="1" w:styleId="textbodyChar1">
    <w:name w:val="text: body Char1"/>
    <w:basedOn w:val="DefaultParagraphFont"/>
    <w:uiPriority w:val="99"/>
    <w:rsid w:val="00F70112"/>
    <w:rPr>
      <w:rFonts w:eastAsia="SimSun"/>
      <w:sz w:val="24"/>
      <w:szCs w:val="24"/>
      <w:lang w:val="en-US" w:eastAsia="zh-CN"/>
    </w:rPr>
  </w:style>
  <w:style w:type="paragraph" w:customStyle="1" w:styleId="titleline">
    <w:name w:val="title line"/>
    <w:basedOn w:val="Normal"/>
    <w:uiPriority w:val="99"/>
    <w:rsid w:val="00F70112"/>
    <w:pPr>
      <w:jc w:val="center"/>
    </w:pPr>
    <w:rPr>
      <w:rFonts w:ascii="Verdana" w:hAnsi="Verdana" w:cs="Verdana"/>
      <w:sz w:val="40"/>
      <w:szCs w:val="40"/>
    </w:rPr>
  </w:style>
  <w:style w:type="paragraph" w:customStyle="1" w:styleId="titleline1">
    <w:name w:val="title line 1"/>
    <w:basedOn w:val="titleline"/>
    <w:next w:val="titleline"/>
    <w:uiPriority w:val="99"/>
    <w:rsid w:val="00F70112"/>
    <w:pPr>
      <w:spacing w:before="3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dal.org/formats_lis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doc\templates\Landis-II%20doc%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124696A-C094-4C6B-8C17-021D1075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Landis-II doc template.dot</Template>
  <TotalTime>60</TotalTime>
  <Pages>22</Pages>
  <Words>4379</Words>
  <Characters>24966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LANDIS-II Model v6.0 – User Guide</vt:lpstr>
    </vt:vector>
  </TitlesOfParts>
  <Company>University of Wisconsin-Madison</Company>
  <LinksUpToDate>false</LinksUpToDate>
  <CharactersWithSpaces>29287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LANDIS-II Model v6.0 – User Guide</dc:title>
  <dc:subject/>
  <dc:creator>Robert Scheller</dc:creator>
  <cp:keywords/>
  <dc:description/>
  <cp:lastModifiedBy>rmschell</cp:lastModifiedBy>
  <cp:revision>15</cp:revision>
  <cp:lastPrinted>2005-07-17T22:01:00Z</cp:lastPrinted>
  <dcterms:created xsi:type="dcterms:W3CDTF">2011-02-11T01:53:00Z</dcterms:created>
  <dcterms:modified xsi:type="dcterms:W3CDTF">2011-07-19T15:22:00Z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Line 1">
    <vt:lpwstr>LANDIS-II Model v6.0</vt:lpwstr>
  </property>
  <property fmtid="{D5CDD505-2E9C-101B-9397-08002B2CF9AE}" pid="3" name="Title Line 2">
    <vt:lpwstr>User Guide</vt:lpwstr>
  </property>
</Properties>
</file>